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33D8ED" w14:textId="46C0C38F" w:rsidR="00287876" w:rsidRPr="00BB3EA6" w:rsidRDefault="0022442F" w:rsidP="006F3279">
      <w:pPr>
        <w:spacing w:after="240"/>
        <w:rPr>
          <w:i/>
          <w:sz w:val="18"/>
          <w:szCs w:val="18"/>
        </w:rPr>
      </w:pPr>
      <w:bookmarkStart w:id="0" w:name="_Hlk100668766"/>
      <w:r>
        <w:rPr>
          <w:i/>
          <w:sz w:val="18"/>
          <w:szCs w:val="18"/>
        </w:rPr>
        <w:t>Physics</w:t>
      </w:r>
      <w:r w:rsidR="0005709C">
        <w:rPr>
          <w:i/>
          <w:sz w:val="18"/>
          <w:szCs w:val="18"/>
        </w:rPr>
        <w:t xml:space="preserve"> &gt; </w:t>
      </w:r>
      <w:r w:rsidR="001B2603">
        <w:rPr>
          <w:i/>
          <w:sz w:val="18"/>
          <w:szCs w:val="18"/>
        </w:rPr>
        <w:t xml:space="preserve">Big idea </w:t>
      </w:r>
      <w:r>
        <w:rPr>
          <w:i/>
          <w:sz w:val="18"/>
          <w:szCs w:val="18"/>
        </w:rPr>
        <w:t>P</w:t>
      </w:r>
      <w:r w:rsidR="009063D7">
        <w:rPr>
          <w:i/>
          <w:sz w:val="18"/>
          <w:szCs w:val="18"/>
        </w:rPr>
        <w:t>FM</w:t>
      </w:r>
      <w:r w:rsidR="00F34FD0">
        <w:rPr>
          <w:i/>
          <w:sz w:val="18"/>
          <w:szCs w:val="18"/>
        </w:rPr>
        <w:t xml:space="preserve">: </w:t>
      </w:r>
      <w:r w:rsidR="009063D7">
        <w:rPr>
          <w:i/>
          <w:sz w:val="18"/>
          <w:szCs w:val="18"/>
        </w:rPr>
        <w:t xml:space="preserve">Forces </w:t>
      </w:r>
      <w:r w:rsidR="00A87DB3">
        <w:rPr>
          <w:i/>
          <w:sz w:val="18"/>
          <w:szCs w:val="18"/>
        </w:rPr>
        <w:t>and motion</w:t>
      </w:r>
      <w:r w:rsidR="00F34FD0">
        <w:rPr>
          <w:i/>
          <w:sz w:val="18"/>
          <w:szCs w:val="18"/>
        </w:rPr>
        <w:t xml:space="preserve"> &gt;</w:t>
      </w:r>
      <w:r w:rsidR="008E4D0E" w:rsidRPr="008E4D0E">
        <w:rPr>
          <w:i/>
          <w:sz w:val="18"/>
          <w:szCs w:val="18"/>
        </w:rPr>
        <w:t xml:space="preserve"> </w:t>
      </w:r>
      <w:r w:rsidR="008E4D0E">
        <w:rPr>
          <w:i/>
          <w:sz w:val="18"/>
          <w:szCs w:val="18"/>
        </w:rPr>
        <w:t>Topic PFM6: Forces make things change</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14:paraId="391CDF24" w14:textId="77777777" w:rsidTr="00AE3956">
        <w:trPr>
          <w:trHeight w:val="321"/>
        </w:trPr>
        <w:tc>
          <w:tcPr>
            <w:tcW w:w="16831" w:type="dxa"/>
            <w:shd w:val="clear" w:color="auto" w:fill="B2A1C7" w:themeFill="accent4" w:themeFillTint="99"/>
          </w:tcPr>
          <w:bookmarkEnd w:id="0"/>
          <w:p w14:paraId="0115B712" w14:textId="77777777" w:rsidR="006F3279" w:rsidRPr="00CA4B46" w:rsidRDefault="00223388" w:rsidP="002C66FB">
            <w:pPr>
              <w:ind w:left="1304"/>
              <w:rPr>
                <w:b/>
                <w:sz w:val="40"/>
                <w:szCs w:val="40"/>
              </w:rPr>
            </w:pPr>
            <w:r>
              <w:rPr>
                <w:b/>
                <w:sz w:val="40"/>
                <w:szCs w:val="40"/>
              </w:rPr>
              <w:t xml:space="preserve">Key concept </w:t>
            </w:r>
            <w:r w:rsidR="002C66FB">
              <w:rPr>
                <w:b/>
                <w:sz w:val="40"/>
                <w:szCs w:val="40"/>
              </w:rPr>
              <w:t>(age 14</w:t>
            </w:r>
            <w:r w:rsidR="001B2603">
              <w:rPr>
                <w:b/>
                <w:sz w:val="40"/>
                <w:szCs w:val="40"/>
              </w:rPr>
              <w:t>-1</w:t>
            </w:r>
            <w:r w:rsidR="002C66FB">
              <w:rPr>
                <w:b/>
                <w:sz w:val="40"/>
                <w:szCs w:val="40"/>
              </w:rPr>
              <w:t>6</w:t>
            </w:r>
            <w:r w:rsidR="001B2603">
              <w:rPr>
                <w:b/>
                <w:sz w:val="40"/>
                <w:szCs w:val="40"/>
              </w:rPr>
              <w:t>)</w:t>
            </w:r>
          </w:p>
        </w:tc>
      </w:tr>
      <w:tr w:rsidR="006F3279" w14:paraId="30BCE137" w14:textId="77777777" w:rsidTr="00AE3956">
        <w:trPr>
          <w:trHeight w:val="362"/>
        </w:trPr>
        <w:tc>
          <w:tcPr>
            <w:tcW w:w="16831" w:type="dxa"/>
            <w:shd w:val="clear" w:color="auto" w:fill="CCC0D9" w:themeFill="accent4" w:themeFillTint="66"/>
          </w:tcPr>
          <w:p w14:paraId="23A94B5D" w14:textId="4C6FA81C" w:rsidR="006F3279" w:rsidRPr="00CA4B46" w:rsidRDefault="009D7993" w:rsidP="00F34FD0">
            <w:pPr>
              <w:spacing w:after="60"/>
              <w:ind w:left="1304"/>
              <w:rPr>
                <w:b/>
                <w:sz w:val="40"/>
                <w:szCs w:val="40"/>
              </w:rPr>
            </w:pPr>
            <w:r>
              <w:rPr>
                <w:b/>
                <w:sz w:val="40"/>
                <w:szCs w:val="40"/>
              </w:rPr>
              <w:t>PFM6.3: Changing momentum</w:t>
            </w:r>
          </w:p>
        </w:tc>
      </w:tr>
    </w:tbl>
    <w:p w14:paraId="5918B7D2" w14:textId="77777777" w:rsidR="006A01DE" w:rsidRDefault="006A01DE" w:rsidP="006A01DE">
      <w:pPr>
        <w:rPr>
          <w:b/>
          <w:color w:val="5F497A" w:themeColor="accent4" w:themeShade="BF"/>
          <w:sz w:val="24"/>
        </w:rPr>
      </w:pPr>
    </w:p>
    <w:p w14:paraId="2450E003" w14:textId="3B05BF11" w:rsidR="006A01DE" w:rsidRPr="00D40D1E" w:rsidRDefault="006A01DE" w:rsidP="00CF388A">
      <w:pPr>
        <w:tabs>
          <w:tab w:val="left" w:pos="10656"/>
        </w:tabs>
        <w:spacing w:after="180"/>
        <w:rPr>
          <w:b/>
          <w:color w:val="5F497A" w:themeColor="accent4" w:themeShade="BF"/>
          <w:sz w:val="24"/>
        </w:rPr>
      </w:pPr>
      <w:r w:rsidRPr="00D40D1E">
        <w:rPr>
          <w:b/>
          <w:color w:val="5F497A" w:themeColor="accent4" w:themeShade="BF"/>
          <w:sz w:val="24"/>
        </w:rPr>
        <w:t>What’s the big idea?</w:t>
      </w:r>
      <w:r w:rsidR="00CF388A">
        <w:rPr>
          <w:b/>
          <w:color w:val="5F497A" w:themeColor="accent4" w:themeShade="BF"/>
          <w:sz w:val="24"/>
        </w:rPr>
        <w:tab/>
      </w:r>
    </w:p>
    <w:p w14:paraId="6C524A16" w14:textId="77777777" w:rsidR="0095760E" w:rsidRDefault="0095760E" w:rsidP="006A01DE">
      <w:pPr>
        <w:spacing w:after="180"/>
      </w:pPr>
      <w:r w:rsidRPr="0095760E">
        <w:t>A big idea in physics is force, because it is the key to explaining changes in the motion or the shape of an object. The motion of an object can be explained or predicted if you know the sizes and directions of all the forces that act on it. Understanding forces helps us to predict and control the physical world around us.</w:t>
      </w:r>
    </w:p>
    <w:p w14:paraId="3EA6353B" w14:textId="271F06BD" w:rsidR="006A01DE" w:rsidRPr="00D40D1E" w:rsidRDefault="006A01DE" w:rsidP="006A01DE">
      <w:pPr>
        <w:spacing w:after="180"/>
        <w:rPr>
          <w:b/>
          <w:color w:val="5F497A" w:themeColor="accent4" w:themeShade="BF"/>
          <w:sz w:val="24"/>
        </w:rPr>
      </w:pPr>
      <w:r w:rsidRPr="00D40D1E">
        <w:rPr>
          <w:b/>
          <w:color w:val="5F497A" w:themeColor="accent4" w:themeShade="BF"/>
          <w:sz w:val="24"/>
        </w:rPr>
        <w:t>How does this key concept develop understanding of the big idea?</w:t>
      </w:r>
    </w:p>
    <w:p w14:paraId="0954F858" w14:textId="07F5AA27" w:rsidR="006A01DE" w:rsidRDefault="006A01DE" w:rsidP="006A01DE">
      <w:pPr>
        <w:spacing w:after="180"/>
      </w:pPr>
      <w:r>
        <w:t xml:space="preserve">This key concept </w:t>
      </w:r>
      <w:r w:rsidR="00FE427C">
        <w:t xml:space="preserve">helps to </w:t>
      </w:r>
      <w:r>
        <w:t xml:space="preserve">develop the big idea by </w:t>
      </w:r>
      <w:r w:rsidR="00E27649">
        <w:t>building on</w:t>
      </w:r>
      <w:r w:rsidR="004150B7">
        <w:t xml:space="preserve"> an understanding of momentum</w:t>
      </w:r>
      <w:r w:rsidR="00E42227">
        <w:t xml:space="preserve"> and changes in momentum</w:t>
      </w:r>
      <w:r w:rsidR="004150B7">
        <w:t xml:space="preserve">, </w:t>
      </w:r>
      <w:r w:rsidR="00E42227">
        <w:t>in order to develop understanding of how the forces acting on an object are equal to the rate of change of momentum</w:t>
      </w:r>
      <w:r w:rsidR="004150B7">
        <w:t>.</w:t>
      </w:r>
    </w:p>
    <w:p w14:paraId="1BC80EA1" w14:textId="5B8D11C7" w:rsidR="006A01DE" w:rsidRDefault="00E27649" w:rsidP="006A01DE">
      <w:pPr>
        <w:spacing w:after="180"/>
      </w:pPr>
      <w:r w:rsidRPr="00B6703E">
        <w:rPr>
          <w:rFonts w:cstheme="minorHAnsi"/>
          <w:b/>
          <w:noProof/>
          <w:color w:val="FFFFFF" w:themeColor="background1"/>
          <w:sz w:val="24"/>
          <w:szCs w:val="24"/>
          <w:lang w:eastAsia="en-GB"/>
        </w:rPr>
        <w:drawing>
          <wp:anchor distT="0" distB="0" distL="114300" distR="114300" simplePos="0" relativeHeight="251659776" behindDoc="1" locked="0" layoutInCell="1" allowOverlap="1" wp14:anchorId="77275875" wp14:editId="3E9AE8F8">
            <wp:simplePos x="0" y="0"/>
            <wp:positionH relativeFrom="column">
              <wp:posOffset>4014216</wp:posOffset>
            </wp:positionH>
            <wp:positionV relativeFrom="paragraph">
              <wp:posOffset>121031</wp:posOffset>
            </wp:positionV>
            <wp:extent cx="4561840" cy="2275840"/>
            <wp:effectExtent l="57150" t="57150" r="105410" b="105410"/>
            <wp:wrapTight wrapText="bothSides">
              <wp:wrapPolygon edited="0">
                <wp:start x="-90" y="-542"/>
                <wp:lineTo x="-271" y="-362"/>
                <wp:lineTo x="-271" y="21696"/>
                <wp:lineTo x="-90" y="22420"/>
                <wp:lineTo x="21829" y="22420"/>
                <wp:lineTo x="22009" y="20069"/>
                <wp:lineTo x="22009" y="2531"/>
                <wp:lineTo x="21738" y="-181"/>
                <wp:lineTo x="21738" y="-542"/>
                <wp:lineTo x="-90" y="-542"/>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09D.tmp"/>
                    <pic:cNvPicPr/>
                  </pic:nvPicPr>
                  <pic:blipFill>
                    <a:blip r:embed="rId7">
                      <a:extLst>
                        <a:ext uri="{28A0092B-C50C-407E-A947-70E740481C1C}">
                          <a14:useLocalDpi xmlns:a14="http://schemas.microsoft.com/office/drawing/2010/main" val="0"/>
                        </a:ext>
                      </a:extLst>
                    </a:blip>
                    <a:stretch>
                      <a:fillRect/>
                    </a:stretch>
                  </pic:blipFill>
                  <pic:spPr>
                    <a:xfrm>
                      <a:off x="0" y="0"/>
                      <a:ext cx="4561840" cy="2275840"/>
                    </a:xfrm>
                    <a:prstGeom prst="rect">
                      <a:avLst/>
                    </a:prstGeom>
                    <a:ln w="6350">
                      <a:solidFill>
                        <a:schemeClr val="accent4">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6A01DE">
        <w:t xml:space="preserve">The conceptual progression starts by checking understanding </w:t>
      </w:r>
      <w:r w:rsidR="00F771D8">
        <w:t>of momentum and supporting</w:t>
      </w:r>
      <w:r w:rsidR="00AA66F3">
        <w:t xml:space="preserve"> the development </w:t>
      </w:r>
      <w:r>
        <w:t>of an understanding of</w:t>
      </w:r>
      <w:r w:rsidR="00F771D8">
        <w:t xml:space="preserve"> the conservation</w:t>
      </w:r>
      <w:r>
        <w:t xml:space="preserve"> momentum</w:t>
      </w:r>
      <w:r w:rsidR="00F771D8">
        <w:t>. It then develops an understanding of how to determine a change of momentum in order</w:t>
      </w:r>
      <w:r>
        <w:t xml:space="preserve"> to </w:t>
      </w:r>
      <w:r w:rsidR="00F771D8">
        <w:t>understand and apply the relationship between force,</w:t>
      </w:r>
      <w:r>
        <w:t xml:space="preserve"> change in momentum</w:t>
      </w:r>
      <w:r w:rsidR="00F771D8">
        <w:t xml:space="preserve"> and the time the force is acting.</w:t>
      </w:r>
    </w:p>
    <w:p w14:paraId="64E5F4FA" w14:textId="39F5DBE5" w:rsidR="00761D32" w:rsidRPr="00B6703E" w:rsidRDefault="00B6703E" w:rsidP="00761D32">
      <w:pPr>
        <w:spacing w:after="200" w:line="276" w:lineRule="auto"/>
        <w:rPr>
          <w:b/>
          <w:color w:val="5F497A" w:themeColor="accent4" w:themeShade="BF"/>
          <w:sz w:val="24"/>
          <w:szCs w:val="24"/>
        </w:rPr>
      </w:pPr>
      <w:r w:rsidRPr="00B6703E">
        <w:rPr>
          <w:rFonts w:cstheme="minorHAnsi"/>
          <w:b/>
          <w:noProof/>
          <w:color w:val="5F497A" w:themeColor="accent4" w:themeShade="BF"/>
          <w:sz w:val="24"/>
          <w:szCs w:val="24"/>
          <w:lang w:eastAsia="en-GB"/>
        </w:rPr>
        <w:t>Using the progression toolkit to support student learning</w:t>
      </w:r>
      <w:r w:rsidR="00761D32" w:rsidRPr="00B6703E">
        <w:rPr>
          <w:b/>
          <w:color w:val="5F497A" w:themeColor="accent4" w:themeShade="BF"/>
          <w:sz w:val="24"/>
          <w:szCs w:val="24"/>
        </w:rPr>
        <w:t xml:space="preserve"> </w:t>
      </w:r>
    </w:p>
    <w:p w14:paraId="64F40764" w14:textId="77777777" w:rsidR="00D40D1E" w:rsidRPr="00AC30A6" w:rsidRDefault="00D40D1E" w:rsidP="00D40D1E">
      <w:pPr>
        <w:spacing w:after="200" w:line="276" w:lineRule="auto"/>
      </w:pPr>
      <w:r w:rsidRPr="00AC30A6">
        <w:t>Use diagnostic questions to identify quickly where your students are in their conceptual progression. Then decide how to best foc</w:t>
      </w:r>
      <w:r w:rsidR="00FE427C">
        <w:t xml:space="preserve">us and sequence your teaching. </w:t>
      </w:r>
      <w:r w:rsidRPr="00AC30A6">
        <w:t>Use further diagnostic questions and response activities to move student understanding forwards.</w:t>
      </w:r>
    </w:p>
    <w:p w14:paraId="3CDAD33B" w14:textId="77777777" w:rsidR="006F3279" w:rsidRPr="006F3279" w:rsidRDefault="006F3279" w:rsidP="00E172C6">
      <w:pPr>
        <w:spacing w:after="180"/>
        <w:rPr>
          <w:b/>
        </w:rPr>
      </w:pPr>
      <w:bookmarkStart w:id="1" w:name="_GoBack"/>
      <w:bookmarkEnd w:id="1"/>
    </w:p>
    <w:p w14:paraId="523C8BFB" w14:textId="77777777" w:rsidR="00F771D8" w:rsidRDefault="00F771D8">
      <w:pPr>
        <w:spacing w:after="200" w:line="276" w:lineRule="auto"/>
        <w:rPr>
          <w:b/>
          <w:color w:val="5F497A" w:themeColor="accent4" w:themeShade="BF"/>
          <w:sz w:val="24"/>
        </w:rPr>
      </w:pPr>
      <w:r>
        <w:rPr>
          <w:b/>
          <w:color w:val="5F497A" w:themeColor="accent4" w:themeShade="BF"/>
          <w:sz w:val="24"/>
        </w:rPr>
        <w:br w:type="page"/>
      </w:r>
    </w:p>
    <w:p w14:paraId="6454B448" w14:textId="717C8D10" w:rsidR="00761D32" w:rsidRPr="0022442F" w:rsidRDefault="00761D32" w:rsidP="00761D32">
      <w:pPr>
        <w:spacing w:after="180"/>
        <w:rPr>
          <w:b/>
          <w:color w:val="5F497A" w:themeColor="accent4" w:themeShade="BF"/>
          <w:sz w:val="24"/>
        </w:rPr>
      </w:pPr>
      <w:r>
        <w:rPr>
          <w:b/>
          <w:color w:val="5F497A" w:themeColor="accent4" w:themeShade="BF"/>
          <w:sz w:val="24"/>
        </w:rPr>
        <w:lastRenderedPageBreak/>
        <w:t xml:space="preserve">Progression toolkit: </w:t>
      </w:r>
      <w:r w:rsidR="009D7993">
        <w:rPr>
          <w:b/>
          <w:color w:val="5F497A" w:themeColor="accent4" w:themeShade="BF"/>
          <w:sz w:val="24"/>
        </w:rPr>
        <w:t>Changing momentum</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8"/>
        <w:gridCol w:w="2439"/>
        <w:gridCol w:w="2439"/>
        <w:gridCol w:w="2439"/>
        <w:gridCol w:w="2439"/>
      </w:tblGrid>
      <w:tr w:rsidR="00761D32" w:rsidRPr="00E675A8" w14:paraId="76C6C583" w14:textId="77777777" w:rsidTr="00DC050B">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14:paraId="20952CB6" w14:textId="77777777"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4"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14:paraId="15E113F1" w14:textId="284D79F1" w:rsidR="00761D32" w:rsidRPr="00F34FD0" w:rsidRDefault="00360C98" w:rsidP="009B5270">
            <w:pPr>
              <w:jc w:val="center"/>
              <w:rPr>
                <w:rFonts w:cstheme="minorHAnsi"/>
                <w:sz w:val="24"/>
                <w:szCs w:val="20"/>
              </w:rPr>
            </w:pPr>
            <w:r w:rsidRPr="00360C98">
              <w:rPr>
                <w:rFonts w:cstheme="minorHAnsi"/>
                <w:sz w:val="24"/>
                <w:szCs w:val="20"/>
              </w:rPr>
              <w:t>In a collision (or any closed system), momentum is conserved and the size of the forces are equal to the rate of change of momentum.</w:t>
            </w:r>
          </w:p>
        </w:tc>
      </w:tr>
      <w:tr w:rsidR="00761D32" w:rsidRPr="00104331" w14:paraId="65598AF3" w14:textId="77777777" w:rsidTr="003207C5">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14:paraId="42941EF0" w14:textId="77777777" w:rsidR="00761D32" w:rsidRPr="00104331" w:rsidRDefault="00761D32" w:rsidP="009B5270">
            <w:pPr>
              <w:rPr>
                <w:rFonts w:cstheme="minorHAnsi"/>
                <w:b/>
                <w:color w:val="FFFFFF" w:themeColor="background1"/>
                <w:sz w:val="2"/>
                <w:szCs w:val="2"/>
              </w:rPr>
            </w:pPr>
          </w:p>
        </w:tc>
        <w:tc>
          <w:tcPr>
            <w:tcW w:w="2438"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14:paraId="4773A9D7" w14:textId="77777777"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14:paraId="3B476FFA" w14:textId="77777777"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14:paraId="3E9F9F9D" w14:textId="77777777"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14:paraId="0CBB230E" w14:textId="77777777"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14:paraId="023C7B79" w14:textId="77777777" w:rsidR="00761D32" w:rsidRPr="00104331" w:rsidRDefault="00761D32" w:rsidP="009B5270">
            <w:pPr>
              <w:jc w:val="center"/>
              <w:rPr>
                <w:rFonts w:cstheme="minorHAnsi"/>
                <w:sz w:val="2"/>
                <w:szCs w:val="2"/>
              </w:rPr>
            </w:pPr>
          </w:p>
        </w:tc>
      </w:tr>
      <w:tr w:rsidR="00761D32" w:rsidRPr="00E675A8" w14:paraId="3E4243B5" w14:textId="77777777" w:rsidTr="00DC050B">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14:paraId="37347CBF" w14:textId="77777777"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4"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14:paraId="73A28E84" w14:textId="77777777" w:rsidR="00761D32" w:rsidRPr="00F34FD0" w:rsidRDefault="00761D32" w:rsidP="009B5270">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657728" behindDoc="0" locked="0" layoutInCell="1" allowOverlap="1" wp14:anchorId="3E0C5FC8" wp14:editId="57E84F3A">
                      <wp:simplePos x="0" y="0"/>
                      <wp:positionH relativeFrom="column">
                        <wp:posOffset>9152</wp:posOffset>
                      </wp:positionH>
                      <wp:positionV relativeFrom="paragraph">
                        <wp:posOffset>16286</wp:posOffset>
                      </wp:positionV>
                      <wp:extent cx="7492276" cy="108806"/>
                      <wp:effectExtent l="0" t="57150" r="0" b="81915"/>
                      <wp:wrapNone/>
                      <wp:docPr id="23" name="Group 23"/>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4" name="Straight Arrow Connector 24"/>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5" name="Group 25"/>
                              <wpg:cNvGrpSpPr/>
                              <wpg:grpSpPr>
                                <a:xfrm>
                                  <a:off x="-3399" y="3399"/>
                                  <a:ext cx="1791301" cy="108806"/>
                                  <a:chOff x="-3999" y="3399"/>
                                  <a:chExt cx="2107274" cy="108806"/>
                                </a:xfrm>
                              </wpg:grpSpPr>
                              <wps:wsp>
                                <wps:cNvPr id="26" name="Parallelogram 26"/>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Parallelogram 27"/>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14:paraId="019F6037" w14:textId="52F6887A"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F3499A">
                                      <w:rPr>
                                        <w:b/>
                                        <w:caps/>
                                        <w:color w:val="FFFFFF" w:themeColor="background1"/>
                                        <w:sz w:val="12"/>
                                        <w:szCs w:val="12"/>
                                      </w:rPr>
                                      <w:t xml:space="preserve"> </w:t>
                                    </w:r>
                                    <w:r w:rsidRPr="00E753A9">
                                      <w:rPr>
                                        <w:b/>
                                        <w:caps/>
                                        <w:color w:val="FFFFFF" w:themeColor="background1"/>
                                        <w:sz w:val="12"/>
                                        <w:szCs w:val="12"/>
                                      </w:rPr>
                                      <w:t xml:space="preserve">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E0C5FC8" id="Group 23" o:spid="_x0000_s1026" style="position:absolute;margin-left:.7pt;margin-top:1.3pt;width:589.95pt;height:8.55pt;z-index:251657728;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">
                      <v:shapetype id="_x0000_t32" coordsize="21600,21600" o:spt="32" o:oned="t" path="m,l21600,21600e" filled="f">
                        <v:path arrowok="t" fillok="f" o:connecttype="none"/>
                        <o:lock v:ext="edit" shapetype="t"/>
                      </v:shapetype>
                      <v:shape id="Straight Arrow Connector 24" o:spid="_x0000_s1027"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" strokecolor="#5f497a [2407]" strokeweight="4pt">
                        <v:stroke endarrow="block"/>
                      </v:shape>
                      <v:group id="Group 25" o:spid="_x0000_s1028"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" adj="1102" fillcolor="#5f497a [2407]" stroked="f" strokeweight="2pt"/>
                        <v:shape id="Parallelogram 2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" adj="1103" fillcolor="#5f497a [2407]" stroked="f" strokeweight="2pt"/>
                      </v:group>
                      <v:shapetype id="_x0000_t202" coordsize="21600,21600" o:spt="202" path="m,l,21600r21600,l21600,xe">
                        <v:stroke joinstyle="miter"/>
                        <v:path gradientshapeok="t" o:connecttype="rect"/>
                      </v:shapetype>
                      <v:shape id="_x0000_s1031"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" fillcolor="#5f497a [2407]" stroked="f">
                        <v:textbox inset="0,0,0,0">
                          <w:txbxContent>
                            <w:p w14:paraId="019F6037" w14:textId="52F6887A"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F3499A">
                                <w:rPr>
                                  <w:b/>
                                  <w:caps/>
                                  <w:color w:val="FFFFFF" w:themeColor="background1"/>
                                  <w:sz w:val="12"/>
                                  <w:szCs w:val="12"/>
                                </w:rPr>
                                <w:t xml:space="preserve"> </w:t>
                              </w:r>
                              <w:r w:rsidRPr="00E753A9">
                                <w:rPr>
                                  <w:b/>
                                  <w:caps/>
                                  <w:color w:val="FFFFFF" w:themeColor="background1"/>
                                  <w:sz w:val="12"/>
                                  <w:szCs w:val="12"/>
                                </w:rPr>
                                <w:t xml:space="preserve">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v:textbox>
                      </v:shape>
                    </v:group>
                  </w:pict>
                </mc:Fallback>
              </mc:AlternateContent>
            </w:r>
          </w:p>
        </w:tc>
      </w:tr>
      <w:tr w:rsidR="00761D32" w:rsidRPr="00E675A8" w14:paraId="4CCAE5FB" w14:textId="77777777" w:rsidTr="00190EFB">
        <w:trPr>
          <w:trHeight w:hRule="exact" w:val="1588"/>
        </w:trPr>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14:paraId="0F2C4402" w14:textId="77777777" w:rsidR="00761D32" w:rsidRPr="00B37C53" w:rsidRDefault="00761D32" w:rsidP="009B5270">
            <w:pPr>
              <w:rPr>
                <w:rFonts w:cstheme="minorHAnsi"/>
                <w:b/>
                <w:color w:val="FFFFFF" w:themeColor="background1"/>
                <w:szCs w:val="20"/>
              </w:rPr>
            </w:pPr>
          </w:p>
        </w:tc>
        <w:tc>
          <w:tcPr>
            <w:tcW w:w="2438"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14:paraId="353AB969" w14:textId="5E17DE5C" w:rsidR="00761D32" w:rsidRDefault="00360C98" w:rsidP="00360C98">
            <w:pPr>
              <w:spacing w:after="120"/>
              <w:rPr>
                <w:sz w:val="20"/>
              </w:rPr>
            </w:pPr>
            <w:r w:rsidRPr="00360C98">
              <w:rPr>
                <w:sz w:val="20"/>
              </w:rPr>
              <w:t>Calculate momentum using p</w:t>
            </w:r>
            <w:r w:rsidR="00C11386">
              <w:rPr>
                <w:sz w:val="20"/>
              </w:rPr>
              <w:t xml:space="preserve"> </w:t>
            </w:r>
            <w:r w:rsidRPr="00360C98">
              <w:rPr>
                <w:sz w:val="20"/>
              </w:rPr>
              <w:t>=</w:t>
            </w:r>
            <w:r w:rsidR="00C11386">
              <w:rPr>
                <w:sz w:val="20"/>
              </w:rPr>
              <w:t xml:space="preserve"> </w:t>
            </w:r>
            <w:r w:rsidRPr="00360C98">
              <w:rPr>
                <w:sz w:val="20"/>
              </w:rPr>
              <w:t>m x v.</w:t>
            </w:r>
          </w:p>
          <w:p w14:paraId="32528E96" w14:textId="5D9CCBA7" w:rsidR="00360C98" w:rsidRPr="00E675A8" w:rsidRDefault="00360C98" w:rsidP="009B5270">
            <w:pPr>
              <w:rPr>
                <w:rFonts w:cstheme="minorHAnsi"/>
                <w:sz w:val="20"/>
                <w:szCs w:val="20"/>
              </w:rPr>
            </w:pPr>
            <w:r>
              <w:rPr>
                <w:noProof/>
                <w:lang w:eastAsia="en-GB"/>
              </w:rPr>
              <mc:AlternateContent>
                <mc:Choice Requires="wps">
                  <w:drawing>
                    <wp:anchor distT="0" distB="0" distL="114300" distR="114300" simplePos="0" relativeHeight="251666944" behindDoc="1" locked="0" layoutInCell="1" allowOverlap="1" wp14:anchorId="633D9E02" wp14:editId="06345BCF">
                      <wp:simplePos x="0" y="0"/>
                      <wp:positionH relativeFrom="column">
                        <wp:posOffset>-9525</wp:posOffset>
                      </wp:positionH>
                      <wp:positionV relativeFrom="paragraph">
                        <wp:posOffset>3175</wp:posOffset>
                      </wp:positionV>
                      <wp:extent cx="200025" cy="209550"/>
                      <wp:effectExtent l="0" t="0" r="9525" b="6350"/>
                      <wp:wrapNone/>
                      <wp:docPr id="2" name="Text Box 2"/>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14:paraId="28E7BF26" w14:textId="392EA516" w:rsidR="00360C98" w:rsidRPr="00620AFF" w:rsidRDefault="00360C98" w:rsidP="00360C98">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33D9E02" id="Text Box 2" o:spid="_x0000_s1032" type="#_x0000_t202" style="position:absolute;margin-left:-.75pt;margin-top:.25pt;width:15.75pt;height:16.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" fillcolor="#5f497a [2407]" stroked="f" strokeweight=".5pt">
                      <v:textbox style="mso-fit-shape-to-text:t" inset="1mm,1mm,1mm,1mm">
                        <w:txbxContent>
                          <w:p w14:paraId="28E7BF26" w14:textId="392EA516" w:rsidR="00360C98" w:rsidRPr="00620AFF" w:rsidRDefault="00360C98" w:rsidP="00360C98">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v:shape>
                  </w:pict>
                </mc:Fallback>
              </mc:AlternateConten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14:paraId="2434EC82" w14:textId="72E80ED8" w:rsidR="00761D32" w:rsidRPr="00E675A8" w:rsidRDefault="00360C98" w:rsidP="009B5270">
            <w:pPr>
              <w:spacing w:after="120"/>
              <w:rPr>
                <w:rFonts w:cstheme="minorHAnsi"/>
                <w:sz w:val="20"/>
                <w:szCs w:val="20"/>
              </w:rPr>
            </w:pPr>
            <w:r w:rsidRPr="00360C98">
              <w:rPr>
                <w:rFonts w:cstheme="minorHAnsi"/>
                <w:sz w:val="20"/>
                <w:szCs w:val="20"/>
              </w:rPr>
              <w:t>Describe what happens to the motion of objects colliding head on.</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14:paraId="1D61ECCD" w14:textId="7420BD95" w:rsidR="00761D32" w:rsidRPr="00360C98" w:rsidRDefault="007633D4" w:rsidP="007633D4">
            <w:pPr>
              <w:spacing w:after="120"/>
              <w:rPr>
                <w:rFonts w:cstheme="minorHAnsi"/>
                <w:sz w:val="20"/>
                <w:szCs w:val="20"/>
              </w:rPr>
            </w:pPr>
            <w:r>
              <w:rPr>
                <w:rFonts w:cstheme="minorHAnsi"/>
                <w:sz w:val="20"/>
                <w:szCs w:val="20"/>
              </w:rPr>
              <w:t>Determine changes in</w:t>
            </w:r>
            <w:r w:rsidR="00360C98" w:rsidRPr="00360C98">
              <w:rPr>
                <w:rFonts w:cstheme="minorHAnsi"/>
                <w:sz w:val="20"/>
                <w:szCs w:val="20"/>
              </w:rPr>
              <w:t xml:space="preserve"> momentum</w:t>
            </w:r>
            <w:r>
              <w:rPr>
                <w:rFonts w:cstheme="minorHAnsi"/>
                <w:sz w:val="20"/>
                <w:szCs w:val="20"/>
              </w:rPr>
              <w:t xml:space="preserve">, </w:t>
            </w:r>
            <w:proofErr w:type="spellStart"/>
            <w:r w:rsidRPr="00360C98">
              <w:rPr>
                <w:rFonts w:cstheme="minorHAnsi"/>
                <w:sz w:val="20"/>
                <w:szCs w:val="20"/>
              </w:rPr>
              <w:t>Δp</w:t>
            </w:r>
            <w:proofErr w:type="spellEnd"/>
            <w:r w:rsidR="00360C98" w:rsidRPr="00360C98">
              <w:rPr>
                <w:rFonts w:cstheme="minorHAnsi"/>
                <w:sz w:val="20"/>
                <w:szCs w:val="20"/>
              </w:rPr>
              <w:t>.</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14:paraId="50C64971" w14:textId="14DDDA69" w:rsidR="00761D32" w:rsidRPr="00070D78" w:rsidRDefault="00360C98" w:rsidP="00C63B0B">
            <w:pPr>
              <w:spacing w:after="120"/>
              <w:rPr>
                <w:rFonts w:cstheme="minorHAnsi"/>
                <w:sz w:val="20"/>
                <w:szCs w:val="20"/>
              </w:rPr>
            </w:pPr>
            <w:r w:rsidRPr="00360C98">
              <w:rPr>
                <w:rFonts w:cstheme="minorHAnsi"/>
                <w:sz w:val="20"/>
                <w:szCs w:val="20"/>
              </w:rPr>
              <w:t xml:space="preserve">Explain </w:t>
            </w:r>
            <w:r w:rsidR="00C63B0B">
              <w:rPr>
                <w:rFonts w:cstheme="minorHAnsi"/>
                <w:sz w:val="20"/>
                <w:szCs w:val="20"/>
              </w:rPr>
              <w:t>and use the relationship between force, change in momentum and time</w:t>
            </w:r>
            <w:r w:rsidR="00D617BD">
              <w:rPr>
                <w:rFonts w:cstheme="minorHAnsi"/>
                <w:sz w:val="20"/>
                <w:szCs w:val="20"/>
              </w:rPr>
              <w:t xml:space="preserve"> the force is acting</w:t>
            </w:r>
            <w:r w:rsidRPr="00360C98">
              <w:rPr>
                <w:rFonts w:cstheme="minorHAnsi"/>
                <w:sz w:val="20"/>
                <w:szCs w:val="20"/>
              </w:rPr>
              <w:t>.</w:t>
            </w: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14:paraId="1F1D04D7" w14:textId="77777777" w:rsidR="00733B9B" w:rsidRDefault="00733B9B" w:rsidP="00733B9B">
            <w:pPr>
              <w:pStyle w:val="NoSpacing"/>
              <w:spacing w:after="120"/>
              <w:rPr>
                <w:rFonts w:asciiTheme="minorHAnsi" w:hAnsiTheme="minorHAnsi" w:cstheme="minorHAnsi"/>
                <w:sz w:val="20"/>
                <w:szCs w:val="20"/>
              </w:rPr>
            </w:pPr>
            <w:r w:rsidRPr="00733B9B">
              <w:rPr>
                <w:rFonts w:asciiTheme="minorHAnsi" w:hAnsiTheme="minorHAnsi" w:cstheme="minorHAnsi"/>
                <w:sz w:val="20"/>
                <w:szCs w:val="20"/>
              </w:rPr>
              <w:t>Apply an understanding of F=</w:t>
            </w:r>
            <w:proofErr w:type="spellStart"/>
            <w:r w:rsidRPr="00733B9B">
              <w:rPr>
                <w:rFonts w:asciiTheme="minorHAnsi" w:hAnsiTheme="minorHAnsi" w:cstheme="minorHAnsi"/>
                <w:sz w:val="20"/>
                <w:szCs w:val="20"/>
              </w:rPr>
              <w:t>Δp</w:t>
            </w:r>
            <w:proofErr w:type="spellEnd"/>
            <w:r w:rsidRPr="00733B9B">
              <w:rPr>
                <w:rFonts w:asciiTheme="minorHAnsi" w:hAnsiTheme="minorHAnsi" w:cstheme="minorHAnsi"/>
                <w:sz w:val="20"/>
                <w:szCs w:val="20"/>
              </w:rPr>
              <w:t>/</w:t>
            </w:r>
            <w:proofErr w:type="spellStart"/>
            <w:r w:rsidRPr="00733B9B">
              <w:rPr>
                <w:rFonts w:asciiTheme="minorHAnsi" w:hAnsiTheme="minorHAnsi" w:cstheme="minorHAnsi"/>
                <w:sz w:val="20"/>
                <w:szCs w:val="20"/>
              </w:rPr>
              <w:t>Δt</w:t>
            </w:r>
            <w:proofErr w:type="spellEnd"/>
            <w:r w:rsidRPr="00733B9B">
              <w:rPr>
                <w:rFonts w:asciiTheme="minorHAnsi" w:hAnsiTheme="minorHAnsi" w:cstheme="minorHAnsi"/>
                <w:sz w:val="20"/>
                <w:szCs w:val="20"/>
              </w:rPr>
              <w:t xml:space="preserve"> to explain how forces and momentum can be controlled. </w:t>
            </w:r>
          </w:p>
          <w:p w14:paraId="272836CC" w14:textId="2F13A13A" w:rsidR="00360C98" w:rsidRPr="000A4D1F" w:rsidRDefault="00360C98" w:rsidP="009B5270">
            <w:pPr>
              <w:pStyle w:val="NoSpacing"/>
              <w:rPr>
                <w:rFonts w:asciiTheme="minorHAnsi" w:hAnsiTheme="minorHAnsi" w:cstheme="minorHAnsi"/>
                <w:sz w:val="20"/>
                <w:szCs w:val="20"/>
              </w:rPr>
            </w:pPr>
            <w:r>
              <w:rPr>
                <w:noProof/>
                <w:lang w:eastAsia="en-GB"/>
              </w:rPr>
              <mc:AlternateContent>
                <mc:Choice Requires="wps">
                  <w:drawing>
                    <wp:anchor distT="0" distB="0" distL="114300" distR="114300" simplePos="0" relativeHeight="251668992" behindDoc="1" locked="0" layoutInCell="1" allowOverlap="1" wp14:anchorId="2F3F8369" wp14:editId="21B2D1B8">
                      <wp:simplePos x="0" y="0"/>
                      <wp:positionH relativeFrom="column">
                        <wp:posOffset>635</wp:posOffset>
                      </wp:positionH>
                      <wp:positionV relativeFrom="paragraph">
                        <wp:posOffset>3175</wp:posOffset>
                      </wp:positionV>
                      <wp:extent cx="200025" cy="209550"/>
                      <wp:effectExtent l="0" t="0" r="9525" b="6350"/>
                      <wp:wrapNone/>
                      <wp:docPr id="30" name="Text Box 30"/>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14:paraId="2621D75A" w14:textId="77777777" w:rsidR="00360C98" w:rsidRPr="00620AFF" w:rsidRDefault="00360C98" w:rsidP="00360C98">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F3F8369" id="Text Box 30" o:spid="_x0000_s1033" type="#_x0000_t202" style="position:absolute;margin-left:.05pt;margin-top:.25pt;width:15.75pt;height:16.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" fillcolor="#5f497a [2407]" stroked="f" strokeweight=".5pt">
                      <v:textbox style="mso-fit-shape-to-text:t" inset="1mm,1mm,1mm,1mm">
                        <w:txbxContent>
                          <w:p w14:paraId="2621D75A" w14:textId="77777777" w:rsidR="00360C98" w:rsidRPr="00620AFF" w:rsidRDefault="00360C98" w:rsidP="00360C98">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v:shape>
                  </w:pict>
                </mc:Fallback>
              </mc:AlternateContent>
            </w:r>
          </w:p>
        </w:tc>
      </w:tr>
      <w:tr w:rsidR="00761D32" w:rsidRPr="00E675A8" w14:paraId="75C5C03F" w14:textId="77777777" w:rsidTr="00D428F3">
        <w:trPr>
          <w:trHeight w:hRule="exact" w:val="11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14:paraId="1EE5BF07" w14:textId="77777777" w:rsidR="00761D32" w:rsidRPr="00B37C53" w:rsidRDefault="00761D32" w:rsidP="009B5270">
            <w:pPr>
              <w:rPr>
                <w:rFonts w:cstheme="minorHAnsi"/>
                <w:b/>
                <w:color w:val="FFFFFF" w:themeColor="background1"/>
                <w:szCs w:val="20"/>
              </w:rPr>
            </w:pPr>
          </w:p>
        </w:tc>
        <w:tc>
          <w:tcPr>
            <w:tcW w:w="2438"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14:paraId="6EDE3825" w14:textId="71A11FFA"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14:paraId="5E1CE404" w14:textId="77777777"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14:paraId="156461F8" w14:textId="77777777"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14:paraId="470F2BE1" w14:textId="77777777"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14:paraId="2C1326D7" w14:textId="6A990EEA" w:rsidR="00761D32" w:rsidRPr="00E675A8" w:rsidRDefault="00761D32" w:rsidP="009B5270">
            <w:pPr>
              <w:jc w:val="center"/>
              <w:rPr>
                <w:rFonts w:cstheme="minorHAnsi"/>
                <w:sz w:val="20"/>
                <w:szCs w:val="20"/>
              </w:rPr>
            </w:pPr>
          </w:p>
        </w:tc>
      </w:tr>
      <w:tr w:rsidR="002D3EAB" w:rsidRPr="00E675A8" w14:paraId="165F6319" w14:textId="77777777" w:rsidTr="00770368">
        <w:trPr>
          <w:trHeight w:hRule="exact" w:val="680"/>
        </w:trPr>
        <w:tc>
          <w:tcPr>
            <w:tcW w:w="1545"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5F497A" w:themeFill="accent4" w:themeFillShade="BF"/>
          </w:tcPr>
          <w:p w14:paraId="3E6D2F4B" w14:textId="77777777" w:rsidR="002D3EAB" w:rsidRPr="003C7537" w:rsidRDefault="002D3EAB" w:rsidP="002D3EAB">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2438"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14:paraId="7A6A2900" w14:textId="7303DB5C" w:rsidR="002D3EAB" w:rsidRPr="00A6767E" w:rsidRDefault="002D3EAB" w:rsidP="002D3EAB">
            <w:pPr>
              <w:ind w:left="41"/>
              <w:jc w:val="center"/>
              <w:rPr>
                <w:rFonts w:cstheme="minorHAnsi"/>
                <w:color w:val="FF0000"/>
                <w:sz w:val="20"/>
                <w:szCs w:val="20"/>
              </w:rPr>
            </w:pPr>
            <w:r w:rsidRPr="002B10D9">
              <w:rPr>
                <w:rFonts w:cstheme="minorHAnsi"/>
                <w:sz w:val="20"/>
                <w:szCs w:val="20"/>
              </w:rPr>
              <w:t>Gaining momentum</w:t>
            </w: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14:paraId="3360056E" w14:textId="1FDB5FEE" w:rsidR="002D3EAB" w:rsidRPr="00A6767E" w:rsidRDefault="002D3EAB" w:rsidP="002D3EAB">
            <w:pPr>
              <w:jc w:val="center"/>
              <w:rPr>
                <w:rFonts w:cstheme="minorHAnsi"/>
                <w:color w:val="FF0000"/>
                <w:sz w:val="20"/>
                <w:szCs w:val="20"/>
              </w:rPr>
            </w:pPr>
            <w:r w:rsidRPr="002D521F">
              <w:rPr>
                <w:rFonts w:cstheme="minorHAnsi"/>
                <w:sz w:val="20"/>
                <w:szCs w:val="20"/>
              </w:rPr>
              <w:t>Rugby tackle</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14:paraId="05BD0E3A" w14:textId="6F673BBA" w:rsidR="002D3EAB" w:rsidRPr="00A6767E" w:rsidRDefault="002D3EAB" w:rsidP="002D3EAB">
            <w:pPr>
              <w:jc w:val="center"/>
              <w:rPr>
                <w:rFonts w:cstheme="minorHAnsi"/>
                <w:color w:val="FF0000"/>
                <w:sz w:val="20"/>
                <w:szCs w:val="20"/>
              </w:rPr>
            </w:pPr>
            <w:r w:rsidRPr="00715BEF">
              <w:rPr>
                <w:rFonts w:cstheme="minorHAnsi"/>
                <w:color w:val="000000" w:themeColor="text1"/>
                <w:sz w:val="20"/>
                <w:szCs w:val="20"/>
              </w:rPr>
              <w:t>Bouncing</w:t>
            </w: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14:paraId="40D78290" w14:textId="1CAD2ADE" w:rsidR="002D3EAB" w:rsidRPr="00A6767E" w:rsidRDefault="002D3EAB" w:rsidP="002D3EAB">
            <w:pPr>
              <w:jc w:val="center"/>
              <w:rPr>
                <w:rFonts w:cstheme="minorHAnsi"/>
                <w:color w:val="FF0000"/>
                <w:sz w:val="20"/>
                <w:szCs w:val="20"/>
              </w:rPr>
            </w:pPr>
            <w:r w:rsidRPr="00553F9F">
              <w:rPr>
                <w:rFonts w:cstheme="minorHAnsi"/>
                <w:color w:val="000000" w:themeColor="text1"/>
                <w:sz w:val="20"/>
                <w:szCs w:val="20"/>
              </w:rPr>
              <w:t>Stop that!</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14:paraId="26B8B0B2" w14:textId="5779C235" w:rsidR="002D3EAB" w:rsidRPr="00A6767E" w:rsidRDefault="002D3EAB" w:rsidP="002D3EAB">
            <w:pPr>
              <w:jc w:val="center"/>
              <w:rPr>
                <w:rFonts w:cstheme="minorHAnsi"/>
                <w:color w:val="FF0000"/>
                <w:sz w:val="20"/>
                <w:szCs w:val="20"/>
              </w:rPr>
            </w:pPr>
            <w:r w:rsidRPr="00DE0DB1">
              <w:rPr>
                <w:rFonts w:cstheme="minorHAnsi"/>
                <w:color w:val="000000" w:themeColor="text1"/>
                <w:sz w:val="20"/>
                <w:szCs w:val="20"/>
              </w:rPr>
              <w:t>Follow through</w:t>
            </w:r>
          </w:p>
        </w:tc>
      </w:tr>
      <w:tr w:rsidR="002D3EAB" w:rsidRPr="00E675A8" w14:paraId="45232476" w14:textId="77777777" w:rsidTr="00770368">
        <w:trPr>
          <w:trHeight w:hRule="exact" w:val="680"/>
        </w:trPr>
        <w:tc>
          <w:tcPr>
            <w:tcW w:w="1545" w:type="dxa"/>
            <w:vMerge/>
            <w:tcBorders>
              <w:left w:val="single" w:sz="8" w:space="0" w:color="5F497A" w:themeColor="accent4" w:themeShade="BF"/>
              <w:right w:val="single" w:sz="8" w:space="0" w:color="5F497A" w:themeColor="accent4" w:themeShade="BF"/>
            </w:tcBorders>
            <w:shd w:val="clear" w:color="auto" w:fill="5F497A" w:themeFill="accent4" w:themeFillShade="BF"/>
          </w:tcPr>
          <w:p w14:paraId="23753C87" w14:textId="77777777" w:rsidR="002D3EAB" w:rsidRPr="003C7537" w:rsidRDefault="002D3EAB" w:rsidP="002D3EAB">
            <w:pPr>
              <w:rPr>
                <w:rFonts w:cstheme="minorHAnsi"/>
                <w:b/>
                <w:color w:val="FFFFFF" w:themeColor="background1"/>
                <w:sz w:val="20"/>
                <w:szCs w:val="20"/>
              </w:rPr>
            </w:pPr>
          </w:p>
        </w:tc>
        <w:tc>
          <w:tcPr>
            <w:tcW w:w="2438" w:type="dxa"/>
            <w:vMerge/>
            <w:tcBorders>
              <w:left w:val="single" w:sz="8" w:space="0" w:color="5F497A" w:themeColor="accent4" w:themeShade="BF"/>
              <w:right w:val="single" w:sz="8" w:space="0" w:color="5F497A" w:themeColor="accent4" w:themeShade="BF"/>
            </w:tcBorders>
            <w:shd w:val="clear" w:color="auto" w:fill="auto"/>
            <w:vAlign w:val="center"/>
          </w:tcPr>
          <w:p w14:paraId="639FB98B" w14:textId="185E4182" w:rsidR="002D3EAB" w:rsidRPr="00A418C3" w:rsidRDefault="002D3EAB" w:rsidP="002D3EAB">
            <w:pPr>
              <w:ind w:left="41"/>
              <w:jc w:val="center"/>
              <w:rPr>
                <w:rFonts w:cstheme="minorHAnsi"/>
                <w:color w:val="FF0000"/>
                <w:sz w:val="20"/>
                <w:szCs w:val="20"/>
              </w:rPr>
            </w:pP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14:paraId="019DF3AC" w14:textId="26CB1758" w:rsidR="002D3EAB" w:rsidRPr="00A6767E" w:rsidRDefault="002D3EAB" w:rsidP="002D3EAB">
            <w:pPr>
              <w:jc w:val="center"/>
              <w:rPr>
                <w:noProof/>
                <w:color w:val="FF0000"/>
                <w:sz w:val="20"/>
                <w:szCs w:val="20"/>
                <w:lang w:eastAsia="en-GB"/>
              </w:rPr>
            </w:pPr>
            <w:r w:rsidRPr="002D521F">
              <w:rPr>
                <w:noProof/>
                <w:sz w:val="20"/>
                <w:szCs w:val="20"/>
                <w:lang w:eastAsia="en-GB"/>
              </w:rPr>
              <w:t>Boom!</w:t>
            </w: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14:paraId="2399CFB9" w14:textId="504559F4" w:rsidR="002D3EAB" w:rsidRPr="00A6767E" w:rsidRDefault="002D3EAB" w:rsidP="002D3EAB">
            <w:pPr>
              <w:jc w:val="center"/>
              <w:rPr>
                <w:rFonts w:cstheme="minorHAnsi"/>
                <w:color w:val="FF0000"/>
                <w:sz w:val="20"/>
                <w:szCs w:val="20"/>
              </w:rPr>
            </w:pPr>
          </w:p>
        </w:tc>
        <w:tc>
          <w:tcPr>
            <w:tcW w:w="2439" w:type="dxa"/>
            <w:tcBorders>
              <w:left w:val="single" w:sz="8" w:space="0" w:color="5F497A" w:themeColor="accent4" w:themeShade="BF"/>
              <w:right w:val="single" w:sz="8" w:space="0" w:color="5F497A" w:themeColor="accent4" w:themeShade="BF"/>
            </w:tcBorders>
            <w:shd w:val="clear" w:color="auto" w:fill="auto"/>
            <w:vAlign w:val="center"/>
          </w:tcPr>
          <w:p w14:paraId="5EC2B590" w14:textId="02899ACD" w:rsidR="002D3EAB" w:rsidRPr="00A6767E" w:rsidRDefault="002D3EAB" w:rsidP="002D3EAB">
            <w:pPr>
              <w:jc w:val="center"/>
              <w:rPr>
                <w:rFonts w:cstheme="minorHAnsi"/>
                <w:color w:val="FF0000"/>
                <w:sz w:val="20"/>
                <w:szCs w:val="20"/>
              </w:rPr>
            </w:pPr>
            <w:r w:rsidRPr="00503D3A">
              <w:rPr>
                <w:rFonts w:cstheme="minorHAnsi"/>
                <w:color w:val="000000" w:themeColor="text1"/>
                <w:sz w:val="20"/>
                <w:szCs w:val="20"/>
              </w:rPr>
              <w:t>Wet sand</w:t>
            </w: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14:paraId="6EBC33FB" w14:textId="18144002" w:rsidR="002D3EAB" w:rsidRPr="00864A2F" w:rsidRDefault="002D3EAB" w:rsidP="002D3EAB">
            <w:pPr>
              <w:jc w:val="center"/>
              <w:rPr>
                <w:noProof/>
                <w:color w:val="FF0000"/>
                <w:lang w:eastAsia="en-GB"/>
              </w:rPr>
            </w:pPr>
          </w:p>
        </w:tc>
      </w:tr>
      <w:tr w:rsidR="002D3EAB" w:rsidRPr="00E675A8" w14:paraId="06710D98" w14:textId="77777777" w:rsidTr="00F938CA">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14:paraId="595DCE94" w14:textId="77777777" w:rsidR="002D3EAB" w:rsidRPr="00B37C53" w:rsidRDefault="002D3EAB" w:rsidP="002D3EAB">
            <w:pPr>
              <w:rPr>
                <w:rFonts w:cstheme="minorHAnsi"/>
                <w:b/>
                <w:color w:val="FFFFFF" w:themeColor="background1"/>
                <w:szCs w:val="20"/>
              </w:rPr>
            </w:pPr>
          </w:p>
        </w:tc>
        <w:tc>
          <w:tcPr>
            <w:tcW w:w="2438"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14:paraId="7ECAFC06" w14:textId="77777777" w:rsidR="002D3EAB" w:rsidRPr="004648F3" w:rsidRDefault="002D3EAB" w:rsidP="002D3EAB">
            <w:pPr>
              <w:ind w:left="360"/>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14:paraId="4C336079" w14:textId="77777777" w:rsidR="002D3EAB" w:rsidRPr="004648F3" w:rsidRDefault="002D3EAB" w:rsidP="002D3EAB">
            <w:pPr>
              <w:ind w:left="360"/>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14:paraId="6A08EA2E" w14:textId="77777777" w:rsidR="002D3EAB" w:rsidRPr="00A90B78" w:rsidRDefault="002D3EAB" w:rsidP="002D3EAB">
            <w:pPr>
              <w:ind w:left="360"/>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14:paraId="730CD9F3" w14:textId="77777777" w:rsidR="002D3EAB" w:rsidRPr="004648F3" w:rsidRDefault="002D3EAB" w:rsidP="002D3EAB">
            <w:pPr>
              <w:ind w:left="360"/>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14:paraId="4F12270D" w14:textId="77777777" w:rsidR="002D3EAB" w:rsidRPr="004648F3" w:rsidRDefault="002D3EAB" w:rsidP="002D3EAB">
            <w:pPr>
              <w:ind w:left="360"/>
              <w:jc w:val="center"/>
              <w:rPr>
                <w:rFonts w:cstheme="minorHAnsi"/>
                <w:sz w:val="20"/>
                <w:szCs w:val="20"/>
              </w:rPr>
            </w:pPr>
          </w:p>
        </w:tc>
      </w:tr>
      <w:tr w:rsidR="002D3EAB" w:rsidRPr="00E675A8" w14:paraId="54F98D49" w14:textId="77777777" w:rsidTr="007738CE">
        <w:trPr>
          <w:trHeight w:hRule="exact" w:val="1361"/>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14:paraId="3A233AF7" w14:textId="77777777" w:rsidR="002D3EAB" w:rsidRDefault="002D3EAB" w:rsidP="002D3EAB">
            <w:pPr>
              <w:rPr>
                <w:rFonts w:cstheme="minorHAnsi"/>
                <w:b/>
                <w:color w:val="FFFFFF" w:themeColor="background1"/>
                <w:sz w:val="20"/>
                <w:szCs w:val="20"/>
              </w:rPr>
            </w:pPr>
            <w:r>
              <w:rPr>
                <w:rFonts w:cstheme="minorHAnsi"/>
                <w:b/>
                <w:color w:val="FFFFFF" w:themeColor="background1"/>
                <w:sz w:val="20"/>
                <w:szCs w:val="20"/>
              </w:rPr>
              <w:t xml:space="preserve">Response </w:t>
            </w:r>
          </w:p>
          <w:p w14:paraId="7499D8CA" w14:textId="77777777" w:rsidR="002D3EAB" w:rsidRPr="003C7537" w:rsidRDefault="002D3EAB" w:rsidP="002D3EAB">
            <w:pPr>
              <w:rPr>
                <w:rFonts w:cstheme="minorHAnsi"/>
                <w:b/>
                <w:color w:val="FFFFFF" w:themeColor="background1"/>
                <w:sz w:val="20"/>
                <w:szCs w:val="20"/>
              </w:rPr>
            </w:pPr>
            <w:r>
              <w:rPr>
                <w:rFonts w:cstheme="minorHAnsi"/>
                <w:b/>
                <w:color w:val="FFFFFF" w:themeColor="background1"/>
                <w:sz w:val="20"/>
                <w:szCs w:val="20"/>
              </w:rPr>
              <w:t>activities</w:t>
            </w:r>
          </w:p>
        </w:tc>
        <w:tc>
          <w:tcPr>
            <w:tcW w:w="4877" w:type="dxa"/>
            <w:gridSpan w:val="2"/>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14:paraId="2CE0B1E5" w14:textId="5BE8437F" w:rsidR="002D3EAB" w:rsidRPr="008F4665" w:rsidRDefault="002D3EAB" w:rsidP="002D3EAB">
            <w:pPr>
              <w:jc w:val="center"/>
              <w:rPr>
                <w:rFonts w:cstheme="minorHAnsi"/>
                <w:color w:val="000000" w:themeColor="text1"/>
                <w:sz w:val="20"/>
                <w:szCs w:val="20"/>
              </w:rPr>
            </w:pPr>
            <w:r w:rsidRPr="008F4665">
              <w:rPr>
                <w:rFonts w:cstheme="minorHAnsi"/>
                <w:color w:val="000000" w:themeColor="text1"/>
                <w:sz w:val="20"/>
                <w:szCs w:val="20"/>
              </w:rPr>
              <w:t>Crash test</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14:paraId="43157B8D" w14:textId="781C6AA3" w:rsidR="002D3EAB" w:rsidRPr="008F4665" w:rsidRDefault="002D3EAB" w:rsidP="002D3EAB">
            <w:pPr>
              <w:jc w:val="center"/>
              <w:rPr>
                <w:rFonts w:cstheme="minorHAnsi"/>
                <w:color w:val="000000" w:themeColor="text1"/>
                <w:sz w:val="20"/>
                <w:szCs w:val="20"/>
              </w:rPr>
            </w:pPr>
            <w:r w:rsidRPr="008F4665">
              <w:rPr>
                <w:rFonts w:cstheme="minorHAnsi"/>
                <w:color w:val="000000" w:themeColor="text1"/>
                <w:sz w:val="20"/>
                <w:szCs w:val="20"/>
              </w:rPr>
              <w:t>Wall game</w:t>
            </w:r>
          </w:p>
        </w:tc>
        <w:tc>
          <w:tcPr>
            <w:tcW w:w="4878" w:type="dxa"/>
            <w:gridSpan w:val="2"/>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14:paraId="50332404" w14:textId="3487EF77" w:rsidR="002D3EAB" w:rsidRPr="00A6767E" w:rsidRDefault="002D3EAB" w:rsidP="002D3EAB">
            <w:pPr>
              <w:ind w:left="-74"/>
              <w:jc w:val="center"/>
              <w:rPr>
                <w:rFonts w:cstheme="minorHAnsi"/>
                <w:color w:val="FF0000"/>
                <w:sz w:val="20"/>
                <w:szCs w:val="20"/>
              </w:rPr>
            </w:pPr>
            <w:r w:rsidRPr="00176C8A">
              <w:rPr>
                <w:rFonts w:cstheme="minorHAnsi"/>
                <w:color w:val="000000" w:themeColor="text1"/>
                <w:sz w:val="20"/>
                <w:szCs w:val="20"/>
              </w:rPr>
              <w:t>Crumple zones</w:t>
            </w:r>
          </w:p>
        </w:tc>
      </w:tr>
    </w:tbl>
    <w:p w14:paraId="7A328AC2" w14:textId="77777777" w:rsidR="00761D32" w:rsidRPr="00620AFF" w:rsidRDefault="00761D32" w:rsidP="00761D32">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761D32" w14:paraId="6C13F257" w14:textId="77777777" w:rsidTr="009B5270">
        <w:tc>
          <w:tcPr>
            <w:tcW w:w="10361" w:type="dxa"/>
            <w:gridSpan w:val="4"/>
          </w:tcPr>
          <w:p w14:paraId="00021CB5" w14:textId="77777777" w:rsidR="00761D32" w:rsidRDefault="00761D32" w:rsidP="009B5270">
            <w:pPr>
              <w:spacing w:after="120"/>
              <w:rPr>
                <w:sz w:val="20"/>
              </w:rPr>
            </w:pPr>
            <w:r>
              <w:rPr>
                <w:sz w:val="20"/>
              </w:rPr>
              <w:t>Key:</w:t>
            </w:r>
          </w:p>
        </w:tc>
      </w:tr>
      <w:tr w:rsidR="00761D32" w14:paraId="512BA43F" w14:textId="77777777" w:rsidTr="009B5270">
        <w:tc>
          <w:tcPr>
            <w:tcW w:w="438" w:type="dxa"/>
            <w:vAlign w:val="center"/>
          </w:tcPr>
          <w:p w14:paraId="5444E25A" w14:textId="77777777" w:rsidR="00761D32" w:rsidRDefault="00761D32" w:rsidP="009B5270">
            <w:pPr>
              <w:jc w:val="center"/>
              <w:rPr>
                <w:sz w:val="20"/>
              </w:rPr>
            </w:pPr>
            <w:r>
              <w:rPr>
                <w:noProof/>
                <w:sz w:val="20"/>
                <w:lang w:eastAsia="en-GB"/>
              </w:rPr>
              <mc:AlternateContent>
                <mc:Choice Requires="wps">
                  <w:drawing>
                    <wp:inline distT="0" distB="0" distL="0" distR="0" wp14:anchorId="089FECFF" wp14:editId="64243830">
                      <wp:extent cx="200025" cy="209550"/>
                      <wp:effectExtent l="0" t="0" r="9525" b="6350"/>
                      <wp:docPr id="31" name="Text Box 3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14:paraId="3000369D" w14:textId="77777777"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89FECFF" id="Text Box 31"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" fillcolor="#5f497a [2407]" stroked="f" strokeweight=".5pt">
                      <v:textbox style="mso-fit-shape-to-text:t" inset="1mm,1mm,1mm,1mm">
                        <w:txbxContent>
                          <w:p w14:paraId="3000369D" w14:textId="77777777"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5079" w:type="dxa"/>
            <w:vAlign w:val="center"/>
          </w:tcPr>
          <w:p w14:paraId="71AC69F0" w14:textId="77777777" w:rsidR="00761D32" w:rsidRDefault="00761D32" w:rsidP="009B5270">
            <w:pPr>
              <w:rPr>
                <w:sz w:val="20"/>
              </w:rPr>
            </w:pPr>
            <w:r>
              <w:rPr>
                <w:sz w:val="20"/>
              </w:rPr>
              <w:t>Prior understanding from earlier stages of learning</w:t>
            </w:r>
          </w:p>
        </w:tc>
        <w:tc>
          <w:tcPr>
            <w:tcW w:w="437" w:type="dxa"/>
            <w:vAlign w:val="center"/>
          </w:tcPr>
          <w:p w14:paraId="7E6914D2" w14:textId="77777777" w:rsidR="00761D32" w:rsidRDefault="00761D32" w:rsidP="009B5270">
            <w:pPr>
              <w:jc w:val="center"/>
              <w:rPr>
                <w:sz w:val="20"/>
              </w:rPr>
            </w:pPr>
            <w:r>
              <w:rPr>
                <w:noProof/>
                <w:sz w:val="20"/>
                <w:lang w:eastAsia="en-GB"/>
              </w:rPr>
              <mc:AlternateContent>
                <mc:Choice Requires="wps">
                  <w:drawing>
                    <wp:inline distT="0" distB="0" distL="0" distR="0" wp14:anchorId="757D3F30" wp14:editId="5C8C7A0E">
                      <wp:extent cx="200025" cy="209550"/>
                      <wp:effectExtent l="0" t="0" r="9525" b="6350"/>
                      <wp:docPr id="224" name="Text Box 224"/>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14:paraId="7EEA48D7" w14:textId="77777777"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57D3F30" id="Text Box 224" o:spid="_x0000_s1035"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" fillcolor="#5f497a [2407]" stroked="f" strokeweight=".5pt">
                      <v:textbox style="mso-fit-shape-to-text:t" inset="1mm,1mm,1mm,1mm">
                        <w:txbxContent>
                          <w:p w14:paraId="7EEA48D7" w14:textId="77777777"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c>
          <w:tcPr>
            <w:tcW w:w="4407" w:type="dxa"/>
            <w:vAlign w:val="center"/>
          </w:tcPr>
          <w:p w14:paraId="2050A737" w14:textId="77777777" w:rsidR="00761D32" w:rsidRDefault="00761D32" w:rsidP="009B5270">
            <w:pPr>
              <w:rPr>
                <w:sz w:val="20"/>
              </w:rPr>
            </w:pPr>
            <w:r>
              <w:rPr>
                <w:sz w:val="20"/>
              </w:rPr>
              <w:t>Bridge to later stages of learning</w:t>
            </w:r>
          </w:p>
        </w:tc>
      </w:tr>
    </w:tbl>
    <w:p w14:paraId="1248F8BB" w14:textId="77777777" w:rsidR="00761D32" w:rsidRDefault="00761D32" w:rsidP="00761D32">
      <w:pPr>
        <w:spacing w:after="200" w:line="276" w:lineRule="auto"/>
      </w:pPr>
      <w:r>
        <w:br w:type="page"/>
      </w:r>
    </w:p>
    <w:tbl>
      <w:tblPr>
        <w:tblStyle w:val="TableGrid"/>
        <w:tblW w:w="0" w:type="auto"/>
        <w:tblInd w:w="-5" w:type="dxa"/>
        <w:tblLook w:val="04A0" w:firstRow="1" w:lastRow="0" w:firstColumn="1" w:lastColumn="0" w:noHBand="0" w:noVBand="1"/>
      </w:tblPr>
      <w:tblGrid>
        <w:gridCol w:w="2789"/>
        <w:gridCol w:w="2789"/>
        <w:gridCol w:w="2790"/>
        <w:gridCol w:w="2790"/>
        <w:gridCol w:w="2790"/>
      </w:tblGrid>
      <w:tr w:rsidR="00D14935" w:rsidRPr="00B510DF" w14:paraId="2876D34F" w14:textId="77777777" w:rsidTr="00954230">
        <w:trPr>
          <w:trHeight w:hRule="exact" w:val="340"/>
        </w:trPr>
        <w:tc>
          <w:tcPr>
            <w:tcW w:w="2789"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14:paraId="50E836B4" w14:textId="7278F6A1" w:rsidR="00D14935" w:rsidRPr="00B510DF" w:rsidRDefault="00D14935" w:rsidP="00D14935">
            <w:pPr>
              <w:jc w:val="center"/>
              <w:rPr>
                <w:rFonts w:cstheme="minorHAnsi"/>
                <w:b/>
                <w:bCs/>
              </w:rPr>
            </w:pPr>
            <w:r>
              <w:rPr>
                <w:rFonts w:cstheme="minorHAnsi"/>
                <w:b/>
                <w:bCs/>
              </w:rPr>
              <w:lastRenderedPageBreak/>
              <w:t>Gaining momentum</w:t>
            </w:r>
          </w:p>
        </w:tc>
        <w:tc>
          <w:tcPr>
            <w:tcW w:w="2789"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14:paraId="778781C9" w14:textId="486BCAB2" w:rsidR="00D14935" w:rsidRPr="00B510DF" w:rsidRDefault="00D14935" w:rsidP="00D14935">
            <w:pPr>
              <w:jc w:val="center"/>
              <w:rPr>
                <w:rFonts w:cstheme="minorHAnsi"/>
                <w:b/>
                <w:bCs/>
              </w:rPr>
            </w:pPr>
            <w:r>
              <w:rPr>
                <w:rFonts w:cstheme="minorHAnsi"/>
                <w:b/>
                <w:bCs/>
              </w:rPr>
              <w:t>Rugby tackle</w:t>
            </w:r>
          </w:p>
        </w:tc>
        <w:tc>
          <w:tcPr>
            <w:tcW w:w="2790"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14:paraId="248AF987" w14:textId="6A4BFC48" w:rsidR="00D14935" w:rsidRPr="00B510DF" w:rsidRDefault="00D14935" w:rsidP="00D14935">
            <w:pPr>
              <w:jc w:val="center"/>
              <w:rPr>
                <w:rFonts w:cstheme="minorHAnsi"/>
                <w:b/>
                <w:bCs/>
              </w:rPr>
            </w:pPr>
            <w:r>
              <w:rPr>
                <w:rFonts w:cstheme="minorHAnsi"/>
                <w:b/>
                <w:bCs/>
              </w:rPr>
              <w:t>Boom!</w:t>
            </w:r>
          </w:p>
        </w:tc>
        <w:tc>
          <w:tcPr>
            <w:tcW w:w="2790"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14:paraId="02936D1D" w14:textId="001A4C66" w:rsidR="00D14935" w:rsidRPr="00B510DF" w:rsidRDefault="00D14935" w:rsidP="00D14935">
            <w:pPr>
              <w:jc w:val="center"/>
              <w:rPr>
                <w:rFonts w:cstheme="minorHAnsi"/>
                <w:b/>
                <w:bCs/>
              </w:rPr>
            </w:pPr>
            <w:r>
              <w:rPr>
                <w:rFonts w:cstheme="minorHAnsi"/>
                <w:b/>
                <w:bCs/>
              </w:rPr>
              <w:t>Bouncing</w:t>
            </w:r>
          </w:p>
        </w:tc>
        <w:tc>
          <w:tcPr>
            <w:tcW w:w="2790"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14:paraId="6CCDA66F" w14:textId="7F3597AF" w:rsidR="00D14935" w:rsidRPr="00B510DF" w:rsidRDefault="00D14935" w:rsidP="00D14935">
            <w:pPr>
              <w:jc w:val="center"/>
              <w:rPr>
                <w:rFonts w:cstheme="minorHAnsi"/>
                <w:b/>
                <w:bCs/>
              </w:rPr>
            </w:pPr>
            <w:r>
              <w:rPr>
                <w:rFonts w:cstheme="minorHAnsi"/>
                <w:b/>
                <w:bCs/>
              </w:rPr>
              <w:t>Stop that!</w:t>
            </w:r>
          </w:p>
        </w:tc>
      </w:tr>
      <w:tr w:rsidR="00793235" w14:paraId="249F55E0" w14:textId="77777777" w:rsidTr="00954230">
        <w:trPr>
          <w:trHeight w:hRule="exact" w:val="3515"/>
        </w:trPr>
        <w:tc>
          <w:tcPr>
            <w:tcW w:w="2789" w:type="dxa"/>
            <w:tcBorders>
              <w:top w:val="nil"/>
              <w:left w:val="single" w:sz="4" w:space="0" w:color="5F497A" w:themeColor="accent4" w:themeShade="BF"/>
              <w:bottom w:val="nil"/>
              <w:right w:val="single" w:sz="4" w:space="0" w:color="5F497A" w:themeColor="accent4" w:themeShade="BF"/>
            </w:tcBorders>
            <w:vAlign w:val="center"/>
          </w:tcPr>
          <w:p w14:paraId="71954627" w14:textId="5F9705E1" w:rsidR="00793235" w:rsidRDefault="002D3EAB" w:rsidP="00B17FFE">
            <w:pPr>
              <w:jc w:val="center"/>
              <w:rPr>
                <w:b/>
                <w:color w:val="5F497A" w:themeColor="accent4" w:themeShade="BF"/>
                <w:sz w:val="24"/>
              </w:rPr>
            </w:pPr>
            <w:r>
              <w:rPr>
                <w:b/>
                <w:noProof/>
                <w:color w:val="5F497A" w:themeColor="accent4" w:themeShade="BF"/>
                <w:sz w:val="24"/>
                <w:lang w:eastAsia="en-GB"/>
              </w:rPr>
              <mc:AlternateContent>
                <mc:Choice Requires="wpg">
                  <w:drawing>
                    <wp:inline distT="0" distB="0" distL="0" distR="0" wp14:anchorId="3FC96BCB" wp14:editId="14334527">
                      <wp:extent cx="1579245" cy="2183765"/>
                      <wp:effectExtent l="19050" t="19050" r="20955" b="26035"/>
                      <wp:docPr id="13" name="Group 13"/>
                      <wp:cNvGraphicFramePr/>
                      <a:graphic xmlns:a="http://schemas.openxmlformats.org/drawingml/2006/main">
                        <a:graphicData uri="http://schemas.microsoft.com/office/word/2010/wordprocessingGroup">
                          <wpg:wgp>
                            <wpg:cNvGrpSpPr/>
                            <wpg:grpSpPr>
                              <a:xfrm>
                                <a:off x="0" y="0"/>
                                <a:ext cx="1579245" cy="2183765"/>
                                <a:chOff x="0" y="0"/>
                                <a:chExt cx="1581532" cy="2186353"/>
                              </a:xfrm>
                            </wpg:grpSpPr>
                            <pic:pic xmlns:pic="http://schemas.openxmlformats.org/drawingml/2006/picture">
                              <pic:nvPicPr>
                                <pic:cNvPr id="3" name="Picture 3"/>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58802" y="26718"/>
                                  <a:ext cx="1522730" cy="2159635"/>
                                </a:xfrm>
                                <a:prstGeom prst="rect">
                                  <a:avLst/>
                                </a:prstGeom>
                                <a:ln w="6350">
                                  <a:solidFill>
                                    <a:schemeClr val="accent4">
                                      <a:lumMod val="50000"/>
                                    </a:schemeClr>
                                  </a:solidFill>
                                </a:ln>
                              </pic:spPr>
                            </pic:pic>
                            <pic:pic xmlns:pic="http://schemas.openxmlformats.org/drawingml/2006/picture">
                              <pic:nvPicPr>
                                <pic:cNvPr id="4" name="Picture 4"/>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26732" y="10684"/>
                                  <a:ext cx="1522730" cy="2159635"/>
                                </a:xfrm>
                                <a:prstGeom prst="rect">
                                  <a:avLst/>
                                </a:prstGeom>
                                <a:ln w="6350">
                                  <a:solidFill>
                                    <a:schemeClr val="accent4">
                                      <a:lumMod val="50000"/>
                                    </a:schemeClr>
                                  </a:solidFill>
                                </a:ln>
                              </pic:spPr>
                            </pic:pic>
                            <pic:pic xmlns:pic="http://schemas.openxmlformats.org/drawingml/2006/picture">
                              <pic:nvPicPr>
                                <pic:cNvPr id="8" name="Picture 8"/>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2730" cy="2159635"/>
                                </a:xfrm>
                                <a:prstGeom prst="rect">
                                  <a:avLst/>
                                </a:prstGeom>
                                <a:ln w="6350">
                                  <a:solidFill>
                                    <a:schemeClr val="accent4">
                                      <a:lumMod val="50000"/>
                                    </a:schemeClr>
                                  </a:solidFill>
                                </a:ln>
                              </pic:spPr>
                            </pic:pic>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03911D0" id="Group 13" o:spid="_x0000_s1026" style="width:124.35pt;height:171.95pt;mso-position-horizontal-relative:char;mso-position-vertical-relative:line" coordsize="15815,21863" o:gfxdata="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588;top:267;width:15227;height:215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" stroked="t" strokecolor="#3f3151 [1607]" strokeweight=".5pt">
                        <v:imagedata r:id="rId9" o:title=""/>
                        <v:path arrowok="t"/>
                      </v:shape>
                      <v:shape id="Picture 4" o:spid="_x0000_s1028" type="#_x0000_t75" style="position:absolute;left:267;top:106;width:15227;height:215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" stroked="t" strokecolor="#3f3151 [1607]" strokeweight=".5pt">
                        <v:imagedata r:id="rId9" o:title=""/>
                        <v:path arrowok="t"/>
                      </v:shape>
                      <v:shape id="Picture 8" o:spid="_x0000_s1029" type="#_x0000_t75" style="position:absolute;width:15227;height:215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" stroked="t" strokecolor="#3f3151 [1607]" strokeweight=".5pt">
                        <v:imagedata r:id="rId9" o:title=""/>
                        <v:path arrowok="t"/>
                      </v:shape>
                      <w10:anchorlock/>
                    </v:group>
                  </w:pict>
                </mc:Fallback>
              </mc:AlternateContent>
            </w:r>
          </w:p>
        </w:tc>
        <w:tc>
          <w:tcPr>
            <w:tcW w:w="2789" w:type="dxa"/>
            <w:tcBorders>
              <w:top w:val="nil"/>
              <w:left w:val="single" w:sz="4" w:space="0" w:color="5F497A" w:themeColor="accent4" w:themeShade="BF"/>
              <w:bottom w:val="nil"/>
              <w:right w:val="single" w:sz="4" w:space="0" w:color="5F497A" w:themeColor="accent4" w:themeShade="BF"/>
            </w:tcBorders>
            <w:vAlign w:val="center"/>
          </w:tcPr>
          <w:p w14:paraId="06B138D0" w14:textId="57F57531" w:rsidR="00793235" w:rsidRDefault="00907DBA" w:rsidP="00B17FFE">
            <w:pPr>
              <w:jc w:val="center"/>
              <w:rPr>
                <w:b/>
                <w:color w:val="5F497A" w:themeColor="accent4" w:themeShade="BF"/>
                <w:sz w:val="24"/>
              </w:rPr>
            </w:pPr>
            <w:r>
              <w:rPr>
                <w:b/>
                <w:noProof/>
                <w:color w:val="5F497A" w:themeColor="accent4" w:themeShade="BF"/>
                <w:sz w:val="24"/>
                <w:lang w:eastAsia="en-GB"/>
              </w:rPr>
              <w:drawing>
                <wp:inline distT="0" distB="0" distL="0" distR="0" wp14:anchorId="7E9DC9CA" wp14:editId="0DF0A963">
                  <wp:extent cx="1522003" cy="2160000"/>
                  <wp:effectExtent l="19050" t="19050" r="21590" b="1206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D2C29C4.t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2003" cy="2160000"/>
                          </a:xfrm>
                          <a:prstGeom prst="rect">
                            <a:avLst/>
                          </a:prstGeom>
                          <a:ln w="6350">
                            <a:solidFill>
                              <a:schemeClr val="accent4">
                                <a:lumMod val="50000"/>
                              </a:schemeClr>
                            </a:solidFill>
                          </a:ln>
                        </pic:spPr>
                      </pic:pic>
                    </a:graphicData>
                  </a:graphic>
                </wp:inline>
              </w:drawing>
            </w:r>
          </w:p>
        </w:tc>
        <w:tc>
          <w:tcPr>
            <w:tcW w:w="2790" w:type="dxa"/>
            <w:tcBorders>
              <w:top w:val="nil"/>
              <w:left w:val="single" w:sz="4" w:space="0" w:color="5F497A" w:themeColor="accent4" w:themeShade="BF"/>
              <w:bottom w:val="nil"/>
              <w:right w:val="single" w:sz="4" w:space="0" w:color="5F497A" w:themeColor="accent4" w:themeShade="BF"/>
            </w:tcBorders>
            <w:vAlign w:val="center"/>
          </w:tcPr>
          <w:p w14:paraId="57DD33BE" w14:textId="278E2D62" w:rsidR="00793235" w:rsidRDefault="00AC42AD" w:rsidP="00B17FFE">
            <w:pPr>
              <w:jc w:val="center"/>
              <w:rPr>
                <w:b/>
                <w:color w:val="5F497A" w:themeColor="accent4" w:themeShade="BF"/>
                <w:sz w:val="24"/>
              </w:rPr>
            </w:pPr>
            <w:r>
              <w:rPr>
                <w:b/>
                <w:noProof/>
                <w:color w:val="5F497A" w:themeColor="accent4" w:themeShade="BF"/>
                <w:sz w:val="24"/>
                <w:lang w:eastAsia="en-GB"/>
              </w:rPr>
              <w:drawing>
                <wp:inline distT="0" distB="0" distL="0" distR="0" wp14:anchorId="146FD40F" wp14:editId="649EE1A0">
                  <wp:extent cx="1528225" cy="2160000"/>
                  <wp:effectExtent l="19050" t="19050" r="15240" b="1206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0D8BD77.t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28225" cy="2160000"/>
                          </a:xfrm>
                          <a:prstGeom prst="rect">
                            <a:avLst/>
                          </a:prstGeom>
                          <a:ln w="6350">
                            <a:solidFill>
                              <a:schemeClr val="accent4">
                                <a:lumMod val="50000"/>
                              </a:schemeClr>
                            </a:solidFill>
                          </a:ln>
                        </pic:spPr>
                      </pic:pic>
                    </a:graphicData>
                  </a:graphic>
                </wp:inline>
              </w:drawing>
            </w:r>
          </w:p>
        </w:tc>
        <w:tc>
          <w:tcPr>
            <w:tcW w:w="2790" w:type="dxa"/>
            <w:tcBorders>
              <w:top w:val="nil"/>
              <w:left w:val="single" w:sz="4" w:space="0" w:color="5F497A" w:themeColor="accent4" w:themeShade="BF"/>
              <w:bottom w:val="nil"/>
              <w:right w:val="single" w:sz="4" w:space="0" w:color="5F497A" w:themeColor="accent4" w:themeShade="BF"/>
            </w:tcBorders>
            <w:vAlign w:val="center"/>
          </w:tcPr>
          <w:p w14:paraId="5C16D1FE" w14:textId="5966CCA8" w:rsidR="00793235" w:rsidRDefault="005E3412" w:rsidP="00B17FFE">
            <w:pPr>
              <w:jc w:val="center"/>
              <w:rPr>
                <w:b/>
                <w:color w:val="5F497A" w:themeColor="accent4" w:themeShade="BF"/>
                <w:sz w:val="24"/>
              </w:rPr>
            </w:pPr>
            <w:r>
              <w:rPr>
                <w:b/>
                <w:noProof/>
                <w:color w:val="5F497A" w:themeColor="accent4" w:themeShade="BF"/>
                <w:sz w:val="24"/>
                <w:lang w:eastAsia="en-GB"/>
              </w:rPr>
              <w:drawing>
                <wp:inline distT="0" distB="0" distL="0" distR="0" wp14:anchorId="57C62BEF" wp14:editId="3E42ACD6">
                  <wp:extent cx="1531815" cy="2160000"/>
                  <wp:effectExtent l="19050" t="19050" r="11430" b="1206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0D8B316.tmp"/>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31815" cy="2160000"/>
                          </a:xfrm>
                          <a:prstGeom prst="rect">
                            <a:avLst/>
                          </a:prstGeom>
                          <a:ln w="6350">
                            <a:solidFill>
                              <a:schemeClr val="accent4">
                                <a:lumMod val="50000"/>
                              </a:schemeClr>
                            </a:solidFill>
                          </a:ln>
                        </pic:spPr>
                      </pic:pic>
                    </a:graphicData>
                  </a:graphic>
                </wp:inline>
              </w:drawing>
            </w:r>
          </w:p>
        </w:tc>
        <w:tc>
          <w:tcPr>
            <w:tcW w:w="2790" w:type="dxa"/>
            <w:tcBorders>
              <w:top w:val="nil"/>
              <w:left w:val="single" w:sz="4" w:space="0" w:color="5F497A" w:themeColor="accent4" w:themeShade="BF"/>
              <w:bottom w:val="nil"/>
              <w:right w:val="single" w:sz="4" w:space="0" w:color="5F497A" w:themeColor="accent4" w:themeShade="BF"/>
            </w:tcBorders>
            <w:vAlign w:val="center"/>
          </w:tcPr>
          <w:p w14:paraId="7282F289" w14:textId="38C895AA" w:rsidR="00793235" w:rsidRDefault="003170F6" w:rsidP="00B17FFE">
            <w:pPr>
              <w:jc w:val="center"/>
              <w:rPr>
                <w:b/>
                <w:color w:val="5F497A" w:themeColor="accent4" w:themeShade="BF"/>
                <w:sz w:val="24"/>
              </w:rPr>
            </w:pPr>
            <w:r>
              <w:rPr>
                <w:b/>
                <w:noProof/>
                <w:color w:val="5F497A" w:themeColor="accent4" w:themeShade="BF"/>
                <w:sz w:val="24"/>
                <w:lang w:eastAsia="en-GB"/>
              </w:rPr>
              <w:drawing>
                <wp:inline distT="0" distB="0" distL="0" distR="0" wp14:anchorId="02227008" wp14:editId="1EED754C">
                  <wp:extent cx="1527507" cy="2160000"/>
                  <wp:effectExtent l="19050" t="19050" r="15875" b="1206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2C963D.tmp"/>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27507" cy="2160000"/>
                          </a:xfrm>
                          <a:prstGeom prst="rect">
                            <a:avLst/>
                          </a:prstGeom>
                          <a:ln w="6350">
                            <a:solidFill>
                              <a:schemeClr val="accent4">
                                <a:lumMod val="50000"/>
                              </a:schemeClr>
                            </a:solidFill>
                          </a:ln>
                        </pic:spPr>
                      </pic:pic>
                    </a:graphicData>
                  </a:graphic>
                </wp:inline>
              </w:drawing>
            </w:r>
          </w:p>
        </w:tc>
      </w:tr>
      <w:tr w:rsidR="00793235" w14:paraId="22F6FFA5" w14:textId="77777777" w:rsidTr="00954230">
        <w:trPr>
          <w:trHeight w:hRule="exact" w:val="454"/>
        </w:trPr>
        <w:tc>
          <w:tcPr>
            <w:tcW w:w="2789"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E5DFEC" w:themeFill="accent4" w:themeFillTint="33"/>
            <w:vAlign w:val="center"/>
          </w:tcPr>
          <w:p w14:paraId="0FAE3FA1" w14:textId="033708F1" w:rsidR="00793235" w:rsidRPr="00EA6AA1" w:rsidRDefault="002D3EAB" w:rsidP="009A68B9">
            <w:pPr>
              <w:spacing w:after="120" w:line="276" w:lineRule="auto"/>
              <w:jc w:val="center"/>
            </w:pPr>
            <w:r>
              <w:t>Simple multiple choice</w:t>
            </w:r>
          </w:p>
        </w:tc>
        <w:tc>
          <w:tcPr>
            <w:tcW w:w="2789"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E5DFEC" w:themeFill="accent4" w:themeFillTint="33"/>
            <w:vAlign w:val="center"/>
          </w:tcPr>
          <w:p w14:paraId="2ACBC161" w14:textId="516D34B2" w:rsidR="00793235" w:rsidRPr="00EA6AA1" w:rsidRDefault="00DE3268" w:rsidP="009A68B9">
            <w:pPr>
              <w:spacing w:after="120" w:line="276" w:lineRule="auto"/>
              <w:jc w:val="center"/>
            </w:pPr>
            <w:r>
              <w:t>Two-tier multiple choice</w:t>
            </w:r>
          </w:p>
        </w:tc>
        <w:tc>
          <w:tcPr>
            <w:tcW w:w="2790"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E5DFEC" w:themeFill="accent4" w:themeFillTint="33"/>
            <w:vAlign w:val="center"/>
          </w:tcPr>
          <w:p w14:paraId="65C6816D" w14:textId="46659C6D" w:rsidR="00793235" w:rsidRPr="00EA6AA1" w:rsidRDefault="00AC42AD" w:rsidP="009A68B9">
            <w:pPr>
              <w:spacing w:after="120" w:line="276" w:lineRule="auto"/>
              <w:jc w:val="center"/>
            </w:pPr>
            <w:r>
              <w:t>Confidence grid</w:t>
            </w:r>
          </w:p>
        </w:tc>
        <w:tc>
          <w:tcPr>
            <w:tcW w:w="2790"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E5DFEC" w:themeFill="accent4" w:themeFillTint="33"/>
            <w:vAlign w:val="center"/>
          </w:tcPr>
          <w:p w14:paraId="0B600E9D" w14:textId="4A76747E" w:rsidR="00793235" w:rsidRPr="00EA6AA1" w:rsidRDefault="004B5DE5" w:rsidP="009A68B9">
            <w:pPr>
              <w:spacing w:after="120" w:line="276" w:lineRule="auto"/>
              <w:jc w:val="center"/>
            </w:pPr>
            <w:r>
              <w:t>Simple multiple choice</w:t>
            </w:r>
          </w:p>
        </w:tc>
        <w:tc>
          <w:tcPr>
            <w:tcW w:w="2790"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E5DFEC" w:themeFill="accent4" w:themeFillTint="33"/>
            <w:vAlign w:val="center"/>
          </w:tcPr>
          <w:p w14:paraId="7F1D529B" w14:textId="051A2C6A" w:rsidR="00793235" w:rsidRPr="00EA6AA1" w:rsidRDefault="0009628A" w:rsidP="009A68B9">
            <w:pPr>
              <w:spacing w:after="120" w:line="276" w:lineRule="auto"/>
              <w:jc w:val="center"/>
            </w:pPr>
            <w:r>
              <w:t>Two-tier multiple choice</w:t>
            </w:r>
          </w:p>
        </w:tc>
      </w:tr>
      <w:tr w:rsidR="00793235" w:rsidRPr="00D2452D" w14:paraId="5CCC4538" w14:textId="77777777" w:rsidTr="00E42227">
        <w:trPr>
          <w:trHeight w:hRule="exact" w:val="340"/>
        </w:trPr>
        <w:tc>
          <w:tcPr>
            <w:tcW w:w="2789"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14:paraId="78BA0FD1" w14:textId="3D29D91B" w:rsidR="00793235" w:rsidRPr="00AC1978" w:rsidRDefault="00E42227" w:rsidP="009A68B9">
            <w:pPr>
              <w:spacing w:line="276" w:lineRule="auto"/>
              <w:jc w:val="center"/>
              <w:rPr>
                <w:b/>
              </w:rPr>
            </w:pPr>
            <w:r>
              <w:rPr>
                <w:b/>
              </w:rPr>
              <w:t>Wet sand</w:t>
            </w:r>
          </w:p>
        </w:tc>
        <w:tc>
          <w:tcPr>
            <w:tcW w:w="2789"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14:paraId="14FDAB95" w14:textId="6D0A7F3A" w:rsidR="00793235" w:rsidRPr="00AC1978" w:rsidRDefault="00E42227" w:rsidP="009A68B9">
            <w:pPr>
              <w:jc w:val="center"/>
              <w:rPr>
                <w:rFonts w:cstheme="minorHAnsi"/>
                <w:b/>
              </w:rPr>
            </w:pPr>
            <w:r>
              <w:rPr>
                <w:rFonts w:cstheme="minorHAnsi"/>
                <w:b/>
              </w:rPr>
              <w:t>Follow through</w:t>
            </w:r>
          </w:p>
        </w:tc>
        <w:tc>
          <w:tcPr>
            <w:tcW w:w="2790"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B2A1C7" w:themeFill="accent4" w:themeFillTint="99"/>
            <w:vAlign w:val="center"/>
          </w:tcPr>
          <w:p w14:paraId="62AC20E9" w14:textId="4D03E6E7" w:rsidR="00793235" w:rsidRPr="00D2452D" w:rsidRDefault="00E42227" w:rsidP="009A68B9">
            <w:pPr>
              <w:jc w:val="center"/>
              <w:rPr>
                <w:rFonts w:cstheme="minorHAnsi"/>
                <w:b/>
              </w:rPr>
            </w:pPr>
            <w:r>
              <w:rPr>
                <w:rFonts w:cstheme="minorHAnsi"/>
                <w:b/>
              </w:rPr>
              <w:t>Crash test</w:t>
            </w:r>
          </w:p>
        </w:tc>
        <w:tc>
          <w:tcPr>
            <w:tcW w:w="2790"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B2A1C7" w:themeFill="accent4" w:themeFillTint="99"/>
            <w:vAlign w:val="center"/>
          </w:tcPr>
          <w:p w14:paraId="007763D0" w14:textId="314E056B" w:rsidR="00793235" w:rsidRPr="00D2452D" w:rsidRDefault="00E42227" w:rsidP="009A68B9">
            <w:pPr>
              <w:jc w:val="center"/>
              <w:rPr>
                <w:rFonts w:cstheme="minorHAnsi"/>
                <w:b/>
              </w:rPr>
            </w:pPr>
            <w:r>
              <w:rPr>
                <w:rFonts w:cstheme="minorHAnsi"/>
                <w:b/>
              </w:rPr>
              <w:t>Wall game</w:t>
            </w:r>
          </w:p>
        </w:tc>
        <w:tc>
          <w:tcPr>
            <w:tcW w:w="2790"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B2A1C7" w:themeFill="accent4" w:themeFillTint="99"/>
            <w:vAlign w:val="center"/>
          </w:tcPr>
          <w:p w14:paraId="7F3CDBE1" w14:textId="49982E90" w:rsidR="00793235" w:rsidRPr="00D2452D" w:rsidRDefault="00E42227" w:rsidP="009A68B9">
            <w:pPr>
              <w:jc w:val="center"/>
              <w:rPr>
                <w:rFonts w:cstheme="minorHAnsi"/>
                <w:b/>
              </w:rPr>
            </w:pPr>
            <w:r>
              <w:rPr>
                <w:rFonts w:cstheme="minorHAnsi"/>
                <w:b/>
              </w:rPr>
              <w:t>Crumple zones</w:t>
            </w:r>
          </w:p>
        </w:tc>
      </w:tr>
      <w:tr w:rsidR="00793235" w14:paraId="1B45C1D3" w14:textId="77777777" w:rsidTr="00954230">
        <w:trPr>
          <w:trHeight w:hRule="exact" w:val="3515"/>
        </w:trPr>
        <w:tc>
          <w:tcPr>
            <w:tcW w:w="2789" w:type="dxa"/>
            <w:tcBorders>
              <w:top w:val="nil"/>
              <w:left w:val="single" w:sz="4" w:space="0" w:color="5F497A" w:themeColor="accent4" w:themeShade="BF"/>
              <w:bottom w:val="nil"/>
              <w:right w:val="single" w:sz="4" w:space="0" w:color="5F497A" w:themeColor="accent4" w:themeShade="BF"/>
            </w:tcBorders>
            <w:vAlign w:val="center"/>
          </w:tcPr>
          <w:p w14:paraId="23884BBD" w14:textId="18585FF1" w:rsidR="00793235" w:rsidRPr="00FC1013" w:rsidRDefault="00FA05BB" w:rsidP="00B17FFE">
            <w:pPr>
              <w:jc w:val="center"/>
            </w:pPr>
            <w:r>
              <w:rPr>
                <w:noProof/>
                <w:lang w:eastAsia="en-GB"/>
              </w:rPr>
              <w:drawing>
                <wp:inline distT="0" distB="0" distL="0" distR="0" wp14:anchorId="11656A6F" wp14:editId="4BAF4A06">
                  <wp:extent cx="1520089" cy="2160000"/>
                  <wp:effectExtent l="19050" t="19050" r="23495" b="1206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0B48CD1.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20089" cy="2160000"/>
                          </a:xfrm>
                          <a:prstGeom prst="rect">
                            <a:avLst/>
                          </a:prstGeom>
                          <a:ln w="6350">
                            <a:solidFill>
                              <a:schemeClr val="accent4">
                                <a:lumMod val="50000"/>
                              </a:schemeClr>
                            </a:solidFill>
                          </a:ln>
                        </pic:spPr>
                      </pic:pic>
                    </a:graphicData>
                  </a:graphic>
                </wp:inline>
              </w:drawing>
            </w:r>
          </w:p>
        </w:tc>
        <w:tc>
          <w:tcPr>
            <w:tcW w:w="2789" w:type="dxa"/>
            <w:tcBorders>
              <w:top w:val="nil"/>
              <w:left w:val="single" w:sz="4" w:space="0" w:color="5F497A" w:themeColor="accent4" w:themeShade="BF"/>
              <w:bottom w:val="nil"/>
              <w:right w:val="single" w:sz="4" w:space="0" w:color="5F497A" w:themeColor="accent4" w:themeShade="BF"/>
            </w:tcBorders>
            <w:vAlign w:val="center"/>
          </w:tcPr>
          <w:p w14:paraId="3ECE55B2" w14:textId="591F1A06" w:rsidR="00793235" w:rsidRPr="00FC1013" w:rsidRDefault="004009EC" w:rsidP="00B17FFE">
            <w:pPr>
              <w:jc w:val="center"/>
            </w:pPr>
            <w:r>
              <w:rPr>
                <w:noProof/>
                <w:lang w:eastAsia="en-GB"/>
              </w:rPr>
              <mc:AlternateContent>
                <mc:Choice Requires="wpg">
                  <w:drawing>
                    <wp:inline distT="0" distB="0" distL="0" distR="0" wp14:anchorId="29D536F6" wp14:editId="362B55A5">
                      <wp:extent cx="1563614" cy="2177220"/>
                      <wp:effectExtent l="19050" t="19050" r="17780" b="13970"/>
                      <wp:docPr id="225" name="Group 225"/>
                      <wp:cNvGraphicFramePr/>
                      <a:graphic xmlns:a="http://schemas.openxmlformats.org/drawingml/2006/main">
                        <a:graphicData uri="http://schemas.microsoft.com/office/word/2010/wordprocessingGroup">
                          <wpg:wgp>
                            <wpg:cNvGrpSpPr/>
                            <wpg:grpSpPr>
                              <a:xfrm>
                                <a:off x="0" y="0"/>
                                <a:ext cx="1563614" cy="2177220"/>
                                <a:chOff x="0" y="0"/>
                                <a:chExt cx="1563614" cy="2177220"/>
                              </a:xfrm>
                            </wpg:grpSpPr>
                            <pic:pic xmlns:pic="http://schemas.openxmlformats.org/drawingml/2006/picture">
                              <pic:nvPicPr>
                                <pic:cNvPr id="21" name="Picture 21"/>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35169" y="17585"/>
                                  <a:ext cx="1528445" cy="2159635"/>
                                </a:xfrm>
                                <a:prstGeom prst="rect">
                                  <a:avLst/>
                                </a:prstGeom>
                                <a:ln w="6350">
                                  <a:solidFill>
                                    <a:schemeClr val="accent4">
                                      <a:lumMod val="50000"/>
                                    </a:schemeClr>
                                  </a:solidFill>
                                </a:ln>
                              </pic:spPr>
                            </pic:pic>
                            <pic:pic xmlns:pic="http://schemas.openxmlformats.org/drawingml/2006/picture">
                              <pic:nvPicPr>
                                <pic:cNvPr id="29" name="Picture 29"/>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28445" cy="2159635"/>
                                </a:xfrm>
                                <a:prstGeom prst="rect">
                                  <a:avLst/>
                                </a:prstGeom>
                                <a:ln w="6350">
                                  <a:solidFill>
                                    <a:schemeClr val="accent4">
                                      <a:lumMod val="50000"/>
                                    </a:schemeClr>
                                  </a:solidFill>
                                </a:ln>
                              </pic:spPr>
                            </pic:pic>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E97A6B1" id="Group 225" o:spid="_x0000_s1026" style="width:123.1pt;height:171.45pt;mso-position-horizontal-relative:char;mso-position-vertical-relative:line" coordsize="15636,217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">
                      <v:shape id="Picture 21" o:spid="_x0000_s1027" type="#_x0000_t75" style="position:absolute;left:351;top:175;width:15285;height:215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" stroked="t" strokecolor="#3f3151 [1607]" strokeweight=".5pt">
                        <v:imagedata r:id="rId16" o:title=""/>
                        <v:path arrowok="t"/>
                      </v:shape>
                      <v:shape id="Picture 29" o:spid="_x0000_s1028" type="#_x0000_t75" style="position:absolute;width:15284;height:215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" stroked="t" strokecolor="#3f3151 [1607]" strokeweight=".5pt">
                        <v:imagedata r:id="rId16" o:title=""/>
                        <v:path arrowok="t"/>
                      </v:shape>
                      <w10:anchorlock/>
                    </v:group>
                  </w:pict>
                </mc:Fallback>
              </mc:AlternateContent>
            </w:r>
          </w:p>
        </w:tc>
        <w:tc>
          <w:tcPr>
            <w:tcW w:w="2790" w:type="dxa"/>
            <w:tcBorders>
              <w:top w:val="nil"/>
              <w:left w:val="single" w:sz="4" w:space="0" w:color="5F497A" w:themeColor="accent4" w:themeShade="BF"/>
              <w:bottom w:val="nil"/>
              <w:right w:val="single" w:sz="4" w:space="0" w:color="5F497A" w:themeColor="accent4" w:themeShade="BF"/>
            </w:tcBorders>
            <w:vAlign w:val="center"/>
          </w:tcPr>
          <w:p w14:paraId="0CBA64CF" w14:textId="731634E8" w:rsidR="00793235" w:rsidRPr="00FC1013" w:rsidRDefault="007A0ACF" w:rsidP="00B17FFE">
            <w:pPr>
              <w:jc w:val="center"/>
            </w:pPr>
            <w:r>
              <w:rPr>
                <w:noProof/>
                <w:lang w:eastAsia="en-GB"/>
              </w:rPr>
              <w:drawing>
                <wp:inline distT="0" distB="0" distL="0" distR="0" wp14:anchorId="35F8AFE7" wp14:editId="692543BD">
                  <wp:extent cx="1530140" cy="2160000"/>
                  <wp:effectExtent l="19050" t="19050" r="13335" b="1206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0D82060.tmp"/>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30140" cy="2160000"/>
                          </a:xfrm>
                          <a:prstGeom prst="rect">
                            <a:avLst/>
                          </a:prstGeom>
                          <a:ln w="6350">
                            <a:solidFill>
                              <a:schemeClr val="accent4">
                                <a:lumMod val="50000"/>
                              </a:schemeClr>
                            </a:solidFill>
                          </a:ln>
                        </pic:spPr>
                      </pic:pic>
                    </a:graphicData>
                  </a:graphic>
                </wp:inline>
              </w:drawing>
            </w:r>
          </w:p>
        </w:tc>
        <w:tc>
          <w:tcPr>
            <w:tcW w:w="2790" w:type="dxa"/>
            <w:tcBorders>
              <w:top w:val="nil"/>
              <w:left w:val="single" w:sz="4" w:space="0" w:color="5F497A" w:themeColor="accent4" w:themeShade="BF"/>
              <w:bottom w:val="nil"/>
              <w:right w:val="single" w:sz="4" w:space="0" w:color="5F497A" w:themeColor="accent4" w:themeShade="BF"/>
            </w:tcBorders>
            <w:vAlign w:val="center"/>
          </w:tcPr>
          <w:p w14:paraId="65BA1630" w14:textId="66C8755F" w:rsidR="00793235" w:rsidRPr="00FC1013" w:rsidRDefault="00F3207D" w:rsidP="00B17FFE">
            <w:pPr>
              <w:jc w:val="center"/>
            </w:pPr>
            <w:r>
              <w:rPr>
                <w:noProof/>
                <w:lang w:eastAsia="en-GB"/>
              </w:rPr>
              <mc:AlternateContent>
                <mc:Choice Requires="wpg">
                  <w:drawing>
                    <wp:inline distT="0" distB="0" distL="0" distR="0" wp14:anchorId="5DA55804" wp14:editId="6EE4CA5A">
                      <wp:extent cx="1560830" cy="2176780"/>
                      <wp:effectExtent l="19050" t="19050" r="20320" b="13970"/>
                      <wp:docPr id="20" name="Group 20"/>
                      <wp:cNvGraphicFramePr/>
                      <a:graphic xmlns:a="http://schemas.openxmlformats.org/drawingml/2006/main">
                        <a:graphicData uri="http://schemas.microsoft.com/office/word/2010/wordprocessingGroup">
                          <wpg:wgp>
                            <wpg:cNvGrpSpPr/>
                            <wpg:grpSpPr>
                              <a:xfrm>
                                <a:off x="0" y="0"/>
                                <a:ext cx="1560830" cy="2176780"/>
                                <a:chOff x="25879" y="-8626"/>
                                <a:chExt cx="1561046" cy="2176887"/>
                              </a:xfrm>
                            </wpg:grpSpPr>
                            <pic:pic xmlns:pic="http://schemas.openxmlformats.org/drawingml/2006/picture">
                              <pic:nvPicPr>
                                <pic:cNvPr id="18" name="Picture 18"/>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60385" y="8626"/>
                                  <a:ext cx="1526540" cy="2159635"/>
                                </a:xfrm>
                                <a:prstGeom prst="rect">
                                  <a:avLst/>
                                </a:prstGeom>
                                <a:ln w="6350">
                                  <a:solidFill>
                                    <a:schemeClr val="accent4">
                                      <a:lumMod val="50000"/>
                                    </a:schemeClr>
                                  </a:solidFill>
                                </a:ln>
                              </pic:spPr>
                            </pic:pic>
                            <pic:pic xmlns:pic="http://schemas.openxmlformats.org/drawingml/2006/picture">
                              <pic:nvPicPr>
                                <pic:cNvPr id="19" name="Picture 19"/>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25879" y="-8626"/>
                                  <a:ext cx="1526540" cy="2159635"/>
                                </a:xfrm>
                                <a:prstGeom prst="rect">
                                  <a:avLst/>
                                </a:prstGeom>
                                <a:ln w="6350">
                                  <a:solidFill>
                                    <a:schemeClr val="accent4">
                                      <a:lumMod val="50000"/>
                                    </a:schemeClr>
                                  </a:solidFill>
                                </a:ln>
                              </pic:spPr>
                            </pic:pic>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3046D56" id="Group 20" o:spid="_x0000_s1026" style="width:122.9pt;height:171.4pt;mso-position-horizontal-relative:char;mso-position-vertical-relative:line" coordorigin="258,-86" coordsize="15610,217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">
                      <v:shape id="Picture 18" o:spid="_x0000_s1027" type="#_x0000_t75" style="position:absolute;left:603;top:86;width:15266;height:215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" stroked="t" strokecolor="#3f3151 [1607]" strokeweight=".5pt">
                        <v:imagedata r:id="rId19" o:title=""/>
                        <v:path arrowok="t"/>
                      </v:shape>
                      <v:shape id="Picture 19" o:spid="_x0000_s1028" type="#_x0000_t75" style="position:absolute;left:258;top:-86;width:15266;height:215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" stroked="t" strokecolor="#3f3151 [1607]" strokeweight=".5pt">
                        <v:imagedata r:id="rId19" o:title=""/>
                        <v:path arrowok="t"/>
                      </v:shape>
                      <w10:anchorlock/>
                    </v:group>
                  </w:pict>
                </mc:Fallback>
              </mc:AlternateContent>
            </w:r>
          </w:p>
        </w:tc>
        <w:tc>
          <w:tcPr>
            <w:tcW w:w="2790" w:type="dxa"/>
            <w:tcBorders>
              <w:top w:val="nil"/>
              <w:left w:val="single" w:sz="4" w:space="0" w:color="5F497A" w:themeColor="accent4" w:themeShade="BF"/>
              <w:bottom w:val="nil"/>
              <w:right w:val="single" w:sz="4" w:space="0" w:color="5F497A" w:themeColor="accent4" w:themeShade="BF"/>
            </w:tcBorders>
            <w:shd w:val="clear" w:color="auto" w:fill="auto"/>
            <w:vAlign w:val="center"/>
          </w:tcPr>
          <w:p w14:paraId="2EF22A19" w14:textId="60C35129" w:rsidR="00793235" w:rsidRPr="00FC1013" w:rsidRDefault="00C83EC9" w:rsidP="00B17FFE">
            <w:pPr>
              <w:jc w:val="center"/>
            </w:pPr>
            <w:r>
              <w:rPr>
                <w:noProof/>
                <w:lang w:eastAsia="en-GB"/>
              </w:rPr>
              <w:drawing>
                <wp:inline distT="0" distB="0" distL="0" distR="0" wp14:anchorId="400D88F5" wp14:editId="73418757">
                  <wp:extent cx="1524875" cy="2160000"/>
                  <wp:effectExtent l="19050" t="19050" r="18415" b="1206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0B4B3B2.tmp"/>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524875" cy="2160000"/>
                          </a:xfrm>
                          <a:prstGeom prst="rect">
                            <a:avLst/>
                          </a:prstGeom>
                          <a:ln w="6350">
                            <a:solidFill>
                              <a:schemeClr val="accent4">
                                <a:lumMod val="50000"/>
                              </a:schemeClr>
                            </a:solidFill>
                          </a:ln>
                        </pic:spPr>
                      </pic:pic>
                    </a:graphicData>
                  </a:graphic>
                </wp:inline>
              </w:drawing>
            </w:r>
          </w:p>
        </w:tc>
      </w:tr>
      <w:tr w:rsidR="00793235" w14:paraId="42401F71" w14:textId="77777777" w:rsidTr="00E42227">
        <w:trPr>
          <w:trHeight w:hRule="exact" w:val="454"/>
        </w:trPr>
        <w:tc>
          <w:tcPr>
            <w:tcW w:w="2789"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E5DFEC" w:themeFill="accent4" w:themeFillTint="33"/>
            <w:vAlign w:val="center"/>
          </w:tcPr>
          <w:p w14:paraId="5E296CBB" w14:textId="427BEC41" w:rsidR="00793235" w:rsidRPr="00FC1013" w:rsidRDefault="00FB5E89" w:rsidP="009A68B9">
            <w:pPr>
              <w:spacing w:after="120" w:line="276" w:lineRule="auto"/>
              <w:jc w:val="center"/>
            </w:pPr>
            <w:r>
              <w:t>Simple multiple choice</w:t>
            </w:r>
          </w:p>
        </w:tc>
        <w:tc>
          <w:tcPr>
            <w:tcW w:w="2789"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E5DFEC" w:themeFill="accent4" w:themeFillTint="33"/>
            <w:vAlign w:val="center"/>
          </w:tcPr>
          <w:p w14:paraId="763D1ACC" w14:textId="43C61DBC" w:rsidR="00793235" w:rsidRPr="00FC1013" w:rsidRDefault="003477A2" w:rsidP="009A68B9">
            <w:pPr>
              <w:spacing w:after="120" w:line="276" w:lineRule="auto"/>
              <w:jc w:val="center"/>
            </w:pPr>
            <w:r>
              <w:t>Simple multiple choice</w:t>
            </w:r>
          </w:p>
        </w:tc>
        <w:tc>
          <w:tcPr>
            <w:tcW w:w="2790"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B2A1C7" w:themeFill="accent4" w:themeFillTint="99"/>
            <w:vAlign w:val="center"/>
          </w:tcPr>
          <w:p w14:paraId="64AE5266" w14:textId="77777777" w:rsidR="00046E52" w:rsidRPr="00046E52" w:rsidRDefault="00046E52" w:rsidP="00046E52">
            <w:pPr>
              <w:spacing w:line="216" w:lineRule="auto"/>
              <w:jc w:val="center"/>
              <w:rPr>
                <w:sz w:val="20"/>
              </w:rPr>
            </w:pPr>
            <w:r w:rsidRPr="00046E52">
              <w:rPr>
                <w:sz w:val="20"/>
              </w:rPr>
              <w:t>Application and practice – problem</w:t>
            </w:r>
          </w:p>
          <w:p w14:paraId="2139EE49" w14:textId="1BEDB49C" w:rsidR="00793235" w:rsidRPr="00FC1013" w:rsidRDefault="00793235" w:rsidP="009A68B9">
            <w:pPr>
              <w:spacing w:after="120" w:line="276" w:lineRule="auto"/>
              <w:jc w:val="center"/>
            </w:pPr>
          </w:p>
        </w:tc>
        <w:tc>
          <w:tcPr>
            <w:tcW w:w="2790"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B2A1C7" w:themeFill="accent4" w:themeFillTint="99"/>
            <w:vAlign w:val="center"/>
          </w:tcPr>
          <w:p w14:paraId="467728D5" w14:textId="0770F0C3" w:rsidR="00793235" w:rsidRPr="00FC1013" w:rsidRDefault="00F3207D" w:rsidP="009A68B9">
            <w:pPr>
              <w:spacing w:after="120" w:line="276" w:lineRule="auto"/>
              <w:jc w:val="center"/>
            </w:pPr>
            <w:r>
              <w:t>Talking heads</w:t>
            </w:r>
          </w:p>
        </w:tc>
        <w:tc>
          <w:tcPr>
            <w:tcW w:w="2790"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B2A1C7" w:themeFill="accent4" w:themeFillTint="99"/>
            <w:vAlign w:val="center"/>
          </w:tcPr>
          <w:p w14:paraId="646643B3" w14:textId="5451BE6D" w:rsidR="00793235" w:rsidRPr="00FC1013" w:rsidRDefault="004B5DE5" w:rsidP="009A68B9">
            <w:pPr>
              <w:spacing w:after="120" w:line="276" w:lineRule="auto"/>
              <w:jc w:val="center"/>
            </w:pPr>
            <w:r>
              <w:t>Explanation story</w:t>
            </w:r>
          </w:p>
        </w:tc>
      </w:tr>
    </w:tbl>
    <w:p w14:paraId="146CD64C" w14:textId="6FF919B8" w:rsidR="00A37B6D" w:rsidRDefault="00793235">
      <w:pPr>
        <w:spacing w:after="200" w:line="276" w:lineRule="auto"/>
        <w:rPr>
          <w:b/>
          <w:color w:val="5F497A" w:themeColor="accent4" w:themeShade="BF"/>
          <w:sz w:val="24"/>
        </w:rPr>
      </w:pPr>
      <w:r>
        <w:rPr>
          <w:b/>
          <w:color w:val="5F497A" w:themeColor="accent4" w:themeShade="BF"/>
          <w:sz w:val="24"/>
        </w:rPr>
        <w:br w:type="page"/>
      </w:r>
    </w:p>
    <w:p w14:paraId="5ACCB3F1" w14:textId="4462914B" w:rsidR="00FB1FF6" w:rsidRPr="00CE7273" w:rsidRDefault="00FB1FF6" w:rsidP="00954230">
      <w:pPr>
        <w:spacing w:after="180"/>
      </w:pPr>
      <w:r w:rsidRPr="0022442F">
        <w:rPr>
          <w:b/>
          <w:color w:val="5F497A" w:themeColor="accent4" w:themeShade="BF"/>
          <w:sz w:val="24"/>
        </w:rPr>
        <w:lastRenderedPageBreak/>
        <w:t>What</w:t>
      </w:r>
      <w:r>
        <w:rPr>
          <w:b/>
          <w:color w:val="5F497A" w:themeColor="accent4" w:themeShade="BF"/>
          <w:sz w:val="24"/>
        </w:rPr>
        <w:t>’s</w:t>
      </w:r>
      <w:r w:rsidRPr="0022442F">
        <w:rPr>
          <w:b/>
          <w:color w:val="5F497A" w:themeColor="accent4" w:themeShade="BF"/>
          <w:sz w:val="24"/>
        </w:rPr>
        <w:t xml:space="preserve"> the science story?</w:t>
      </w:r>
    </w:p>
    <w:p w14:paraId="7A20098D" w14:textId="0CE6F4C9" w:rsidR="00FB1FF6" w:rsidRDefault="00EC7321" w:rsidP="00954230">
      <w:pPr>
        <w:spacing w:after="180"/>
      </w:pPr>
      <w:r>
        <w:t>Forces</w:t>
      </w:r>
      <w:r w:rsidR="0095760E">
        <w:t xml:space="preserve"> arise because of interactions between objects and</w:t>
      </w:r>
      <w:r>
        <w:t xml:space="preserve"> always come in interaction pairs. When one object exerts a force on another, the second object exerts a force back on the first object. The two forces are equal in size and act in opposite directions. This is Newton’s third law.</w:t>
      </w:r>
      <w:r w:rsidR="00E456EB">
        <w:t xml:space="preserve"> The two forces act at exactly the same time and over exactly the same time interval.</w:t>
      </w:r>
    </w:p>
    <w:p w14:paraId="4B01CA1F" w14:textId="3398C630" w:rsidR="00EC7321" w:rsidRDefault="00EC7321" w:rsidP="00954230">
      <w:pPr>
        <w:spacing w:after="180"/>
      </w:pPr>
      <w:r>
        <w:t>Moving objects carry momentum.</w:t>
      </w:r>
      <w:r w:rsidR="00EF1660">
        <w:t xml:space="preserve"> </w:t>
      </w:r>
      <w:r>
        <w:t>The momentum of an object is calculated using the equation:</w:t>
      </w:r>
    </w:p>
    <w:p w14:paraId="64A54680" w14:textId="4401901E" w:rsidR="00EC7321" w:rsidRPr="00EC7321" w:rsidRDefault="00EC7321" w:rsidP="00954230">
      <w:pPr>
        <w:spacing w:after="180"/>
        <w:rPr>
          <w:rFonts w:eastAsiaTheme="minorEastAsia" w:cstheme="minorHAnsi"/>
        </w:rPr>
      </w:pPr>
      <m:oMathPara>
        <m:oMath>
          <m:r>
            <m:rPr>
              <m:nor/>
            </m:rPr>
            <w:rPr>
              <w:rFonts w:cstheme="minorHAnsi"/>
            </w:rPr>
            <m:t>momentum</m:t>
          </m:r>
          <m:r>
            <w:rPr>
              <w:rFonts w:ascii="Cambria Math" w:hAnsi="Cambria Math" w:cstheme="minorHAnsi"/>
            </w:rPr>
            <m:t>=</m:t>
          </m:r>
          <m:r>
            <m:rPr>
              <m:nor/>
            </m:rPr>
            <w:rPr>
              <w:rFonts w:cstheme="minorHAnsi"/>
            </w:rPr>
            <m:t>mass</m:t>
          </m:r>
          <m:r>
            <w:rPr>
              <w:rFonts w:ascii="Cambria Math" w:hAnsi="Cambria Math" w:cstheme="minorHAnsi"/>
            </w:rPr>
            <m:t>×</m:t>
          </m:r>
          <m:r>
            <m:rPr>
              <m:nor/>
            </m:rPr>
            <w:rPr>
              <w:rFonts w:cstheme="minorHAnsi"/>
            </w:rPr>
            <m:t>velocity</m:t>
          </m:r>
          <m:r>
            <w:rPr>
              <w:rFonts w:ascii="Cambria Math" w:hAnsi="Cambria Math" w:cstheme="minorHAnsi"/>
            </w:rPr>
            <m:t>.</m:t>
          </m:r>
        </m:oMath>
      </m:oMathPara>
    </w:p>
    <w:p w14:paraId="0B029C4E" w14:textId="6E10AF5B" w:rsidR="00EC7321" w:rsidRDefault="00EC7321" w:rsidP="00954230">
      <w:pPr>
        <w:spacing w:after="180"/>
        <w:rPr>
          <w:rFonts w:eastAsiaTheme="minorEastAsia" w:cstheme="minorHAnsi"/>
        </w:rPr>
      </w:pPr>
      <w:r>
        <w:rPr>
          <w:rFonts w:eastAsiaTheme="minorEastAsia" w:cstheme="minorHAnsi"/>
        </w:rPr>
        <w:t>Using symbols, this can be written</w:t>
      </w:r>
      <w:r w:rsidR="0095760E">
        <w:rPr>
          <w:rFonts w:eastAsiaTheme="minorEastAsia" w:cstheme="minorHAnsi"/>
        </w:rPr>
        <w:t xml:space="preserve"> as</w:t>
      </w:r>
      <w:r>
        <w:rPr>
          <w:rFonts w:eastAsiaTheme="minorEastAsia" w:cstheme="minorHAnsi"/>
        </w:rPr>
        <w:t>:</w:t>
      </w:r>
    </w:p>
    <w:p w14:paraId="290D3E60" w14:textId="375C4337" w:rsidR="00EC7321" w:rsidRPr="00EC7321" w:rsidRDefault="00EC7321" w:rsidP="00954230">
      <w:pPr>
        <w:spacing w:after="180"/>
        <w:rPr>
          <w:rFonts w:eastAsiaTheme="minorEastAsia" w:cstheme="minorHAnsi"/>
          <w:b/>
          <w:bCs/>
        </w:rPr>
      </w:pPr>
      <m:oMathPara>
        <m:oMath>
          <m:r>
            <m:rPr>
              <m:sty m:val="bi"/>
            </m:rPr>
            <w:rPr>
              <w:rFonts w:ascii="Cambria Math" w:hAnsi="Cambria Math" w:cstheme="minorHAnsi"/>
            </w:rPr>
            <m:t>p</m:t>
          </m:r>
          <m:r>
            <w:rPr>
              <w:rFonts w:ascii="Cambria Math" w:hAnsi="Cambria Math" w:cstheme="minorHAnsi"/>
            </w:rPr>
            <m:t>=m×</m:t>
          </m:r>
          <m:r>
            <m:rPr>
              <m:sty m:val="bi"/>
            </m:rPr>
            <w:rPr>
              <w:rFonts w:ascii="Cambria Math" w:hAnsi="Cambria Math" w:cstheme="minorHAnsi"/>
            </w:rPr>
            <m:t>v.</m:t>
          </m:r>
        </m:oMath>
      </m:oMathPara>
    </w:p>
    <w:p w14:paraId="698B5B30" w14:textId="04725594" w:rsidR="00EC7321" w:rsidRDefault="00EC7321" w:rsidP="00954230">
      <w:pPr>
        <w:spacing w:after="180"/>
        <w:rPr>
          <w:rFonts w:eastAsiaTheme="minorEastAsia" w:cstheme="minorHAnsi"/>
        </w:rPr>
      </w:pPr>
      <w:r>
        <w:rPr>
          <w:rFonts w:eastAsiaTheme="minorEastAsia" w:cstheme="minorHAnsi"/>
        </w:rPr>
        <w:t>Both velocity and momentum are vectors, having both a magnitude and a direction.</w:t>
      </w:r>
      <w:r w:rsidR="00C82098">
        <w:rPr>
          <w:rFonts w:eastAsiaTheme="minorEastAsia" w:cstheme="minorHAnsi"/>
        </w:rPr>
        <w:t xml:space="preserve"> The direction of the momentum is the same as the direction of the velocity.</w:t>
      </w:r>
    </w:p>
    <w:p w14:paraId="15393E87" w14:textId="6CE2DD7C" w:rsidR="00EC7321" w:rsidRDefault="00EC7321" w:rsidP="00954230">
      <w:pPr>
        <w:spacing w:after="180"/>
        <w:rPr>
          <w:rFonts w:eastAsiaTheme="minorEastAsia" w:cstheme="minorHAnsi"/>
        </w:rPr>
      </w:pPr>
      <w:r>
        <w:rPr>
          <w:rFonts w:eastAsiaTheme="minorEastAsia" w:cstheme="minorHAnsi"/>
        </w:rPr>
        <w:t>If a force acts on an object, its momentum changes. The change in the momentum depends on the time over which the force acts. The change in the momentum, the force, and the time interval over which the force acts are related by the equation:</w:t>
      </w:r>
    </w:p>
    <w:p w14:paraId="5657D81B" w14:textId="65DD6A44" w:rsidR="00EC7321" w:rsidRPr="00E456EB" w:rsidRDefault="00EC7321" w:rsidP="00954230">
      <w:pPr>
        <w:spacing w:after="180"/>
        <w:rPr>
          <w:rFonts w:eastAsiaTheme="minorEastAsia" w:cstheme="minorHAnsi"/>
        </w:rPr>
      </w:pPr>
      <m:oMathPara>
        <m:oMath>
          <m:r>
            <m:rPr>
              <m:nor/>
            </m:rPr>
            <w:rPr>
              <w:rFonts w:eastAsiaTheme="minorEastAsia" w:cstheme="minorHAnsi"/>
            </w:rPr>
            <m:t>Force</m:t>
          </m:r>
          <m:r>
            <w:rPr>
              <w:rFonts w:ascii="Cambria Math" w:eastAsiaTheme="minorEastAsia" w:hAnsi="Cambria Math" w:cstheme="minorHAnsi"/>
            </w:rPr>
            <m:t>=</m:t>
          </m:r>
          <m:f>
            <m:fPr>
              <m:ctrlPr>
                <w:rPr>
                  <w:rFonts w:ascii="Cambria Math" w:eastAsiaTheme="minorEastAsia" w:hAnsi="Cambria Math" w:cstheme="minorHAnsi"/>
                  <w:i/>
                </w:rPr>
              </m:ctrlPr>
            </m:fPr>
            <m:num>
              <m:r>
                <m:rPr>
                  <m:nor/>
                </m:rPr>
                <w:rPr>
                  <w:rFonts w:eastAsiaTheme="minorEastAsia" w:cstheme="minorHAnsi"/>
                </w:rPr>
                <m:t>change in momentum</m:t>
              </m:r>
              <m:ctrlPr>
                <w:rPr>
                  <w:rFonts w:ascii="Cambria Math" w:eastAsiaTheme="minorEastAsia" w:hAnsi="Cambria Math" w:cstheme="minorHAnsi"/>
                </w:rPr>
              </m:ctrlPr>
            </m:num>
            <m:den>
              <m:r>
                <m:rPr>
                  <m:nor/>
                </m:rPr>
                <w:rPr>
                  <w:rFonts w:eastAsiaTheme="minorEastAsia" w:cstheme="minorHAnsi"/>
                </w:rPr>
                <m:t>time over which the force acts</m:t>
              </m:r>
            </m:den>
          </m:f>
          <m:r>
            <w:rPr>
              <w:rFonts w:ascii="Cambria Math" w:eastAsiaTheme="minorEastAsia" w:hAnsi="Cambria Math" w:cstheme="minorHAnsi"/>
            </w:rPr>
            <m:t>.</m:t>
          </m:r>
        </m:oMath>
      </m:oMathPara>
    </w:p>
    <w:p w14:paraId="7A429AED" w14:textId="7B495A4E" w:rsidR="00EC7321" w:rsidRDefault="00EC7321" w:rsidP="00954230">
      <w:pPr>
        <w:spacing w:after="180"/>
        <w:rPr>
          <w:rFonts w:eastAsiaTheme="minorEastAsia" w:cstheme="minorHAnsi"/>
        </w:rPr>
      </w:pPr>
      <w:r>
        <w:rPr>
          <w:rFonts w:eastAsiaTheme="minorEastAsia" w:cstheme="minorHAnsi"/>
        </w:rPr>
        <w:t>In symbols:</w:t>
      </w:r>
    </w:p>
    <w:p w14:paraId="575C51D2" w14:textId="46EA5533" w:rsidR="00EC7321" w:rsidRPr="00E456EB" w:rsidRDefault="00EC7321" w:rsidP="00954230">
      <w:pPr>
        <w:spacing w:after="180"/>
        <w:rPr>
          <w:rFonts w:eastAsiaTheme="minorEastAsia" w:cstheme="minorHAnsi"/>
        </w:rPr>
      </w:pPr>
      <m:oMathPara>
        <m:oMath>
          <m:r>
            <m:rPr>
              <m:sty m:val="bi"/>
            </m:rPr>
            <w:rPr>
              <w:rFonts w:ascii="Cambria Math" w:hAnsi="Cambria Math" w:cstheme="minorHAnsi"/>
            </w:rPr>
            <m:t>F</m:t>
          </m:r>
          <m:r>
            <w:rPr>
              <w:rFonts w:ascii="Cambria Math" w:hAnsi="Cambria Math" w:cstheme="minorHAnsi"/>
            </w:rPr>
            <m:t>=</m:t>
          </m:r>
          <m:f>
            <m:fPr>
              <m:ctrlPr>
                <w:rPr>
                  <w:rFonts w:ascii="Cambria Math" w:hAnsi="Cambria Math" w:cstheme="minorHAnsi"/>
                  <w:i/>
                </w:rPr>
              </m:ctrlPr>
            </m:fPr>
            <m:num>
              <m:r>
                <m:rPr>
                  <m:sty m:val="p"/>
                </m:rPr>
                <w:rPr>
                  <w:rFonts w:ascii="Cambria Math" w:hAnsi="Cambria Math" w:cstheme="minorHAnsi"/>
                </w:rPr>
                <m:t>Δ</m:t>
              </m:r>
              <m:r>
                <m:rPr>
                  <m:sty m:val="bi"/>
                </m:rPr>
                <w:rPr>
                  <w:rFonts w:ascii="Cambria Math" w:hAnsi="Cambria Math" w:cstheme="minorHAnsi"/>
                </w:rPr>
                <m:t>p</m:t>
              </m:r>
              <m:ctrlPr>
                <w:rPr>
                  <w:rFonts w:ascii="Cambria Math" w:hAnsi="Cambria Math" w:cstheme="minorHAnsi"/>
                  <w:b/>
                  <w:bCs/>
                  <w:i/>
                </w:rPr>
              </m:ctrlPr>
            </m:num>
            <m:den>
              <m:r>
                <m:rPr>
                  <m:sty m:val="p"/>
                </m:rPr>
                <w:rPr>
                  <w:rFonts w:ascii="Cambria Math" w:hAnsi="Cambria Math" w:cstheme="minorHAnsi"/>
                </w:rPr>
                <m:t>Δ</m:t>
              </m:r>
              <m:r>
                <w:rPr>
                  <w:rFonts w:ascii="Cambria Math" w:hAnsi="Cambria Math" w:cstheme="minorHAnsi"/>
                </w:rPr>
                <m:t>t</m:t>
              </m:r>
            </m:den>
          </m:f>
          <m:r>
            <w:rPr>
              <w:rFonts w:ascii="Cambria Math" w:eastAsiaTheme="minorEastAsia" w:hAnsi="Cambria Math" w:cstheme="minorHAnsi"/>
            </w:rPr>
            <m:t>.</m:t>
          </m:r>
        </m:oMath>
      </m:oMathPara>
    </w:p>
    <w:p w14:paraId="26D368BC" w14:textId="7284BD11" w:rsidR="00E456EB" w:rsidRPr="00EC7321" w:rsidRDefault="00E456EB" w:rsidP="00954230">
      <w:pPr>
        <w:spacing w:after="180"/>
        <w:rPr>
          <w:rFonts w:eastAsiaTheme="minorEastAsia" w:cstheme="minorHAnsi"/>
        </w:rPr>
      </w:pPr>
      <w:r>
        <w:rPr>
          <w:rFonts w:eastAsiaTheme="minorEastAsia" w:cstheme="minorHAnsi"/>
        </w:rPr>
        <w:t xml:space="preserve">When two objects collide or spring apart </w:t>
      </w:r>
      <w:r w:rsidR="00936F8A">
        <w:rPr>
          <w:rFonts w:eastAsiaTheme="minorEastAsia" w:cstheme="minorHAnsi"/>
        </w:rPr>
        <w:t>the objects exert equal and opposite forces on one another for equal times</w:t>
      </w:r>
      <w:r w:rsidR="0095760E">
        <w:rPr>
          <w:rFonts w:eastAsiaTheme="minorEastAsia" w:cstheme="minorHAnsi"/>
        </w:rPr>
        <w:t xml:space="preserve"> and so t</w:t>
      </w:r>
      <w:r w:rsidR="00936F8A">
        <w:rPr>
          <w:rFonts w:eastAsiaTheme="minorEastAsia" w:cstheme="minorHAnsi"/>
        </w:rPr>
        <w:t>he momentum of each object changes, and the momentum changes are equal in size and opposite in direction.</w:t>
      </w:r>
      <w:r w:rsidR="00EF1660">
        <w:rPr>
          <w:rFonts w:eastAsiaTheme="minorEastAsia" w:cstheme="minorHAnsi"/>
        </w:rPr>
        <w:t xml:space="preserve"> </w:t>
      </w:r>
      <w:r w:rsidR="00936F8A">
        <w:rPr>
          <w:rFonts w:eastAsiaTheme="minorEastAsia" w:cstheme="minorHAnsi"/>
        </w:rPr>
        <w:t>Therefore, the total change in the momentum of the objects, which is the vector sum of the separate momentum changes, is zero, provided that no other forces act on the objects. Momentum is said to be conserved in an isolated system, i.e. a system on which no external forces act, and the only forces are those between the objects in the system.</w:t>
      </w:r>
    </w:p>
    <w:p w14:paraId="4A1B31CE" w14:textId="77777777" w:rsidR="00EC7321" w:rsidRPr="00EC7321" w:rsidRDefault="00EC7321" w:rsidP="00954230">
      <w:pPr>
        <w:spacing w:after="180"/>
        <w:rPr>
          <w:rFonts w:cstheme="minorHAnsi"/>
        </w:rPr>
      </w:pPr>
    </w:p>
    <w:p w14:paraId="775E0F82" w14:textId="77777777" w:rsidR="00820F9E" w:rsidRDefault="00820F9E" w:rsidP="00954230">
      <w:pPr>
        <w:spacing w:after="180"/>
        <w:rPr>
          <w:b/>
          <w:color w:val="5F497A"/>
          <w:sz w:val="24"/>
        </w:rPr>
      </w:pPr>
    </w:p>
    <w:p w14:paraId="20360506" w14:textId="77777777" w:rsidR="00820F9E" w:rsidRDefault="00820F9E" w:rsidP="00954230">
      <w:pPr>
        <w:spacing w:after="180"/>
        <w:rPr>
          <w:b/>
          <w:color w:val="5F497A"/>
          <w:sz w:val="24"/>
        </w:rPr>
      </w:pPr>
    </w:p>
    <w:p w14:paraId="3A1B60BB" w14:textId="6E85DB2B" w:rsidR="00A314B6" w:rsidRPr="00862126" w:rsidRDefault="00A314B6" w:rsidP="00954230">
      <w:pPr>
        <w:spacing w:after="180"/>
        <w:rPr>
          <w:b/>
          <w:color w:val="5F497A"/>
          <w:sz w:val="24"/>
        </w:rPr>
      </w:pPr>
      <w:r w:rsidRPr="00862126">
        <w:rPr>
          <w:b/>
          <w:color w:val="5F497A"/>
          <w:sz w:val="24"/>
        </w:rPr>
        <w:lastRenderedPageBreak/>
        <w:t>Earlier development of understanding (BEST 11-14)</w:t>
      </w:r>
    </w:p>
    <w:p w14:paraId="475ABF2C" w14:textId="77777777" w:rsidR="00954230" w:rsidRDefault="00954230" w:rsidP="00954230">
      <w:pPr>
        <w:spacing w:after="180"/>
      </w:pPr>
      <w:r>
        <w:t xml:space="preserve">When applying their </w:t>
      </w:r>
      <w:r w:rsidRPr="00AD20A5">
        <w:t xml:space="preserve">understanding to novel situations, students of all ages often revert to earlier misunderstandings. Before moving forward it is worthwhile using diagnostic questions from earlier topics to check that students do not have any persistent </w:t>
      </w:r>
      <w:r>
        <w:t>misunderstandings that can form barriers to</w:t>
      </w:r>
      <w:r w:rsidRPr="00AD20A5">
        <w:t xml:space="preserve"> learning. Time spent consolidating the scientific understanding of earlier key concepts </w:t>
      </w:r>
      <w:r>
        <w:t xml:space="preserve">before moving forward can accelerate progression later. </w:t>
      </w:r>
    </w:p>
    <w:tbl>
      <w:tblPr>
        <w:tblStyle w:val="TableGrid"/>
        <w:tblW w:w="0" w:type="auto"/>
        <w:tblInd w:w="250" w:type="dxa"/>
        <w:tblBorders>
          <w:top w:val="single" w:sz="4" w:space="0" w:color="5F497A" w:themeColor="accent4" w:themeShade="BF"/>
          <w:left w:val="single" w:sz="4" w:space="0" w:color="5F497A" w:themeColor="accent4" w:themeShade="BF"/>
          <w:bottom w:val="single" w:sz="4" w:space="0" w:color="5F497A" w:themeColor="accent4" w:themeShade="BF"/>
          <w:right w:val="single" w:sz="4" w:space="0" w:color="5F497A" w:themeColor="accent4" w:themeShade="BF"/>
          <w:insideH w:val="single" w:sz="4" w:space="0" w:color="5F497A" w:themeColor="accent4" w:themeShade="BF"/>
          <w:insideV w:val="single" w:sz="4" w:space="0" w:color="5F497A" w:themeColor="accent4" w:themeShade="BF"/>
        </w:tblBorders>
        <w:tblLook w:val="04A0" w:firstRow="1" w:lastRow="0" w:firstColumn="1" w:lastColumn="0" w:noHBand="0" w:noVBand="1"/>
      </w:tblPr>
      <w:tblGrid>
        <w:gridCol w:w="13466"/>
      </w:tblGrid>
      <w:tr w:rsidR="00820F9E" w:rsidRPr="006B43F1" w14:paraId="6BB58431" w14:textId="77777777" w:rsidTr="00C77AA1">
        <w:tc>
          <w:tcPr>
            <w:tcW w:w="13466" w:type="dxa"/>
          </w:tcPr>
          <w:p w14:paraId="4263F34E" w14:textId="77777777" w:rsidR="00820F9E" w:rsidRPr="00ED6722" w:rsidRDefault="00820F9E" w:rsidP="00C77AA1">
            <w:pPr>
              <w:spacing w:before="120" w:after="120"/>
              <w:rPr>
                <w:b/>
                <w:color w:val="5F497A" w:themeColor="accent4" w:themeShade="BF"/>
                <w:sz w:val="20"/>
                <w:szCs w:val="20"/>
              </w:rPr>
            </w:pPr>
            <w:r w:rsidRPr="00ED6722">
              <w:rPr>
                <w:b/>
                <w:color w:val="5F497A" w:themeColor="accent4" w:themeShade="BF"/>
                <w:sz w:val="20"/>
                <w:szCs w:val="20"/>
              </w:rPr>
              <w:t>Key concept PFM1.2: Describing forces</w:t>
            </w:r>
          </w:p>
          <w:p w14:paraId="0F79C62A" w14:textId="77777777" w:rsidR="00820F9E" w:rsidRPr="00ED6722" w:rsidRDefault="00820F9E" w:rsidP="00C77AA1">
            <w:pPr>
              <w:spacing w:before="120" w:after="120"/>
              <w:rPr>
                <w:sz w:val="20"/>
                <w:szCs w:val="20"/>
              </w:rPr>
            </w:pPr>
            <w:r w:rsidRPr="00ED6722">
              <w:rPr>
                <w:b/>
                <w:sz w:val="20"/>
                <w:szCs w:val="20"/>
              </w:rPr>
              <w:t>Learning focus:</w:t>
            </w:r>
            <w:r w:rsidRPr="00ED6722">
              <w:rPr>
                <w:sz w:val="20"/>
                <w:szCs w:val="20"/>
              </w:rPr>
              <w:t xml:space="preserve"> Forces arise when two objects interact; the force on one object is always equal in size, and opposite in direction to the force on the other object; force arrows indicate the size, direction and location of each force.</w:t>
            </w:r>
          </w:p>
          <w:p w14:paraId="4DB3F008" w14:textId="77777777" w:rsidR="00820F9E" w:rsidRPr="00ED6722" w:rsidRDefault="00820F9E" w:rsidP="00C77AA1">
            <w:pPr>
              <w:spacing w:before="120" w:after="120"/>
              <w:rPr>
                <w:sz w:val="20"/>
                <w:szCs w:val="20"/>
              </w:rPr>
            </w:pPr>
            <w:r w:rsidRPr="00ED6722">
              <w:rPr>
                <w:sz w:val="20"/>
                <w:szCs w:val="20"/>
              </w:rPr>
              <w:t>This key concept:</w:t>
            </w:r>
          </w:p>
          <w:p w14:paraId="0B0C3448" w14:textId="77777777" w:rsidR="00820F9E" w:rsidRDefault="00820F9E" w:rsidP="00C77AA1">
            <w:pPr>
              <w:pStyle w:val="ListParagraph"/>
              <w:numPr>
                <w:ilvl w:val="0"/>
                <w:numId w:val="6"/>
              </w:numPr>
              <w:spacing w:before="120"/>
              <w:rPr>
                <w:sz w:val="20"/>
                <w:szCs w:val="20"/>
              </w:rPr>
            </w:pPr>
            <w:r>
              <w:rPr>
                <w:sz w:val="20"/>
                <w:szCs w:val="20"/>
              </w:rPr>
              <w:t>Develops the use of arrows to represent forces</w:t>
            </w:r>
          </w:p>
          <w:p w14:paraId="6E3E6BAB" w14:textId="77777777" w:rsidR="00820F9E" w:rsidRPr="00ED6722" w:rsidRDefault="00820F9E" w:rsidP="00C77AA1">
            <w:pPr>
              <w:pStyle w:val="ListParagraph"/>
              <w:numPr>
                <w:ilvl w:val="0"/>
                <w:numId w:val="6"/>
              </w:numPr>
              <w:spacing w:before="120" w:after="240"/>
              <w:rPr>
                <w:sz w:val="20"/>
                <w:szCs w:val="20"/>
              </w:rPr>
            </w:pPr>
            <w:r>
              <w:rPr>
                <w:sz w:val="20"/>
                <w:szCs w:val="20"/>
              </w:rPr>
              <w:t>Develops an understanding of forces in terms of interacting pairs of objects</w:t>
            </w:r>
          </w:p>
        </w:tc>
      </w:tr>
    </w:tbl>
    <w:p w14:paraId="2D9D3C6B" w14:textId="77777777" w:rsidR="00820F9E" w:rsidRDefault="00820F9E" w:rsidP="00820F9E"/>
    <w:tbl>
      <w:tblPr>
        <w:tblStyle w:val="TableGrid"/>
        <w:tblW w:w="0" w:type="auto"/>
        <w:tblInd w:w="250" w:type="dxa"/>
        <w:tblBorders>
          <w:top w:val="single" w:sz="4" w:space="0" w:color="5F497A" w:themeColor="accent4" w:themeShade="BF"/>
          <w:left w:val="single" w:sz="4" w:space="0" w:color="5F497A" w:themeColor="accent4" w:themeShade="BF"/>
          <w:bottom w:val="single" w:sz="4" w:space="0" w:color="5F497A" w:themeColor="accent4" w:themeShade="BF"/>
          <w:right w:val="single" w:sz="4" w:space="0" w:color="5F497A" w:themeColor="accent4" w:themeShade="BF"/>
          <w:insideH w:val="single" w:sz="4" w:space="0" w:color="5F497A" w:themeColor="accent4" w:themeShade="BF"/>
          <w:insideV w:val="single" w:sz="4" w:space="0" w:color="5F497A" w:themeColor="accent4" w:themeShade="BF"/>
        </w:tblBorders>
        <w:tblLook w:val="04A0" w:firstRow="1" w:lastRow="0" w:firstColumn="1" w:lastColumn="0" w:noHBand="0" w:noVBand="1"/>
      </w:tblPr>
      <w:tblGrid>
        <w:gridCol w:w="13466"/>
      </w:tblGrid>
      <w:tr w:rsidR="00820F9E" w:rsidRPr="006B43F1" w14:paraId="7DFF671E" w14:textId="77777777" w:rsidTr="00C77AA1">
        <w:tc>
          <w:tcPr>
            <w:tcW w:w="13466" w:type="dxa"/>
          </w:tcPr>
          <w:p w14:paraId="0423AF04" w14:textId="77777777" w:rsidR="00820F9E" w:rsidRPr="001279A0" w:rsidRDefault="00820F9E" w:rsidP="00C77AA1">
            <w:pPr>
              <w:spacing w:after="240"/>
              <w:rPr>
                <w:b/>
                <w:color w:val="5F497A" w:themeColor="accent4" w:themeShade="BF"/>
                <w:sz w:val="20"/>
                <w:szCs w:val="20"/>
              </w:rPr>
            </w:pPr>
            <w:r w:rsidRPr="001279A0">
              <w:rPr>
                <w:b/>
                <w:color w:val="5F497A" w:themeColor="accent4" w:themeShade="BF"/>
                <w:sz w:val="20"/>
                <w:szCs w:val="20"/>
              </w:rPr>
              <w:t>Key concept PFM1.3: Balanced and unbalanced forces</w:t>
            </w:r>
          </w:p>
          <w:p w14:paraId="67FDCD45" w14:textId="77777777" w:rsidR="00820F9E" w:rsidRPr="001279A0" w:rsidRDefault="00820F9E" w:rsidP="00C77AA1">
            <w:pPr>
              <w:spacing w:after="240"/>
              <w:rPr>
                <w:sz w:val="20"/>
                <w:szCs w:val="20"/>
              </w:rPr>
            </w:pPr>
            <w:r w:rsidRPr="001279A0">
              <w:rPr>
                <w:b/>
                <w:sz w:val="20"/>
                <w:szCs w:val="20"/>
              </w:rPr>
              <w:t>Learning focus:</w:t>
            </w:r>
            <w:r w:rsidRPr="001279A0">
              <w:rPr>
                <w:sz w:val="20"/>
                <w:szCs w:val="20"/>
              </w:rPr>
              <w:t xml:space="preserve"> The resultant force is the sum of the forces acting on the object, taking into account their direction. If there is no resultant force, the forces are balanced. Unbalanced forces change the speed, direction and/or shape of an object.</w:t>
            </w:r>
          </w:p>
          <w:p w14:paraId="0EB8BF57" w14:textId="77777777" w:rsidR="00820F9E" w:rsidRPr="001279A0" w:rsidRDefault="00820F9E" w:rsidP="00C77AA1">
            <w:pPr>
              <w:rPr>
                <w:sz w:val="20"/>
                <w:szCs w:val="20"/>
              </w:rPr>
            </w:pPr>
            <w:r w:rsidRPr="001279A0">
              <w:rPr>
                <w:sz w:val="20"/>
                <w:szCs w:val="20"/>
              </w:rPr>
              <w:t>This key concept:</w:t>
            </w:r>
          </w:p>
          <w:p w14:paraId="609115F7" w14:textId="77777777" w:rsidR="00820F9E" w:rsidRDefault="00820F9E" w:rsidP="00C77AA1">
            <w:pPr>
              <w:pStyle w:val="ListParagraph"/>
              <w:numPr>
                <w:ilvl w:val="0"/>
                <w:numId w:val="6"/>
              </w:numPr>
              <w:rPr>
                <w:sz w:val="20"/>
                <w:szCs w:val="20"/>
              </w:rPr>
            </w:pPr>
            <w:r>
              <w:rPr>
                <w:sz w:val="20"/>
                <w:szCs w:val="20"/>
              </w:rPr>
              <w:t>Develops the calculation of resultant forces from forces acting on an object in one dimension</w:t>
            </w:r>
          </w:p>
          <w:p w14:paraId="390488C3" w14:textId="77777777" w:rsidR="00820F9E" w:rsidRPr="001279A0" w:rsidRDefault="00820F9E" w:rsidP="00C77AA1">
            <w:pPr>
              <w:pStyle w:val="ListParagraph"/>
              <w:numPr>
                <w:ilvl w:val="0"/>
                <w:numId w:val="6"/>
              </w:numPr>
              <w:spacing w:after="240"/>
              <w:rPr>
                <w:sz w:val="20"/>
                <w:szCs w:val="20"/>
              </w:rPr>
            </w:pPr>
            <w:r w:rsidRPr="001279A0">
              <w:rPr>
                <w:sz w:val="20"/>
                <w:szCs w:val="20"/>
              </w:rPr>
              <w:t xml:space="preserve">Develops an understanding of how motion changes in one dimension </w:t>
            </w:r>
            <w:r>
              <w:rPr>
                <w:sz w:val="20"/>
                <w:szCs w:val="20"/>
              </w:rPr>
              <w:t>due to</w:t>
            </w:r>
            <w:r w:rsidRPr="001279A0">
              <w:rPr>
                <w:sz w:val="20"/>
                <w:szCs w:val="20"/>
              </w:rPr>
              <w:t xml:space="preserve"> the resultant force</w:t>
            </w:r>
          </w:p>
        </w:tc>
      </w:tr>
    </w:tbl>
    <w:p w14:paraId="4A23F8A3" w14:textId="77777777" w:rsidR="00820F9E" w:rsidRDefault="00820F9E" w:rsidP="00820F9E">
      <w:pPr>
        <w:rPr>
          <w:highlight w:val="yellow"/>
        </w:rPr>
      </w:pPr>
    </w:p>
    <w:tbl>
      <w:tblPr>
        <w:tblStyle w:val="TableGrid"/>
        <w:tblW w:w="0" w:type="auto"/>
        <w:tblInd w:w="250" w:type="dxa"/>
        <w:tblLook w:val="04A0" w:firstRow="1" w:lastRow="0" w:firstColumn="1" w:lastColumn="0" w:noHBand="0" w:noVBand="1"/>
      </w:tblPr>
      <w:tblGrid>
        <w:gridCol w:w="13466"/>
      </w:tblGrid>
      <w:tr w:rsidR="00820F9E" w14:paraId="7D31A565" w14:textId="77777777" w:rsidTr="00C77AA1">
        <w:tc>
          <w:tcPr>
            <w:tcW w:w="13466" w:type="dxa"/>
          </w:tcPr>
          <w:p w14:paraId="6106601A" w14:textId="77777777" w:rsidR="00820F9E" w:rsidRPr="001279A0" w:rsidRDefault="00820F9E" w:rsidP="00C77AA1">
            <w:pPr>
              <w:spacing w:after="240"/>
              <w:rPr>
                <w:b/>
                <w:color w:val="5F497A" w:themeColor="accent4" w:themeShade="BF"/>
                <w:sz w:val="20"/>
                <w:szCs w:val="20"/>
              </w:rPr>
            </w:pPr>
            <w:r w:rsidRPr="001279A0">
              <w:rPr>
                <w:b/>
                <w:color w:val="5F497A" w:themeColor="accent4" w:themeShade="BF"/>
                <w:sz w:val="20"/>
                <w:szCs w:val="20"/>
              </w:rPr>
              <w:t>Key concept PFM</w:t>
            </w:r>
            <w:r>
              <w:rPr>
                <w:b/>
                <w:color w:val="5F497A" w:themeColor="accent4" w:themeShade="BF"/>
                <w:sz w:val="20"/>
                <w:szCs w:val="20"/>
              </w:rPr>
              <w:t>2.3: Changing motion</w:t>
            </w:r>
          </w:p>
          <w:p w14:paraId="4CA1ABF2" w14:textId="77777777" w:rsidR="00820F9E" w:rsidRDefault="00820F9E" w:rsidP="00C77AA1">
            <w:pPr>
              <w:spacing w:after="240"/>
              <w:rPr>
                <w:sz w:val="20"/>
                <w:szCs w:val="20"/>
              </w:rPr>
            </w:pPr>
            <w:r w:rsidRPr="001279A0">
              <w:rPr>
                <w:b/>
                <w:sz w:val="20"/>
                <w:szCs w:val="20"/>
              </w:rPr>
              <w:t>Learning focus:</w:t>
            </w:r>
            <w:r w:rsidRPr="001279A0">
              <w:rPr>
                <w:sz w:val="20"/>
                <w:szCs w:val="20"/>
              </w:rPr>
              <w:t xml:space="preserve"> </w:t>
            </w:r>
            <w:r w:rsidRPr="00AE3890">
              <w:rPr>
                <w:sz w:val="20"/>
                <w:szCs w:val="20"/>
              </w:rPr>
              <w:t>A resultant force on an object can cause it to speed up or slow down, depending on the direction of the force.</w:t>
            </w:r>
          </w:p>
          <w:p w14:paraId="714E4F55" w14:textId="77777777" w:rsidR="00820F9E" w:rsidRPr="001279A0" w:rsidRDefault="00820F9E" w:rsidP="00C77AA1">
            <w:pPr>
              <w:rPr>
                <w:sz w:val="20"/>
                <w:szCs w:val="20"/>
              </w:rPr>
            </w:pPr>
            <w:r w:rsidRPr="001279A0">
              <w:rPr>
                <w:sz w:val="20"/>
                <w:szCs w:val="20"/>
              </w:rPr>
              <w:t>This key concept:</w:t>
            </w:r>
          </w:p>
          <w:p w14:paraId="644669B6" w14:textId="77777777" w:rsidR="00820F9E" w:rsidRDefault="00820F9E" w:rsidP="00C77AA1">
            <w:pPr>
              <w:pStyle w:val="ListParagraph"/>
              <w:numPr>
                <w:ilvl w:val="0"/>
                <w:numId w:val="7"/>
              </w:numPr>
              <w:spacing w:after="180"/>
            </w:pPr>
            <w:r>
              <w:t>Develops the description how speed changes throughout the time a resultant force acts</w:t>
            </w:r>
          </w:p>
          <w:p w14:paraId="7C525271" w14:textId="77777777" w:rsidR="00820F9E" w:rsidRPr="00AE3890" w:rsidRDefault="00820F9E" w:rsidP="00C77AA1">
            <w:pPr>
              <w:pStyle w:val="ListParagraph"/>
              <w:numPr>
                <w:ilvl w:val="0"/>
                <w:numId w:val="7"/>
              </w:numPr>
              <w:spacing w:after="180"/>
            </w:pPr>
            <w:r>
              <w:t xml:space="preserve">Develops an </w:t>
            </w:r>
            <w:r w:rsidRPr="002558B7">
              <w:t xml:space="preserve">understanding of </w:t>
            </w:r>
            <w:r>
              <w:t>why the presence of friction means that an opposing force is necessary to keep an object in uniform motion</w:t>
            </w:r>
          </w:p>
        </w:tc>
      </w:tr>
    </w:tbl>
    <w:p w14:paraId="6822FF4A" w14:textId="77777777" w:rsidR="006D2D17" w:rsidRDefault="006D2D17" w:rsidP="00954230">
      <w:pPr>
        <w:spacing w:before="180" w:after="180"/>
        <w:rPr>
          <w:b/>
          <w:color w:val="5F497A" w:themeColor="accent4" w:themeShade="BF"/>
          <w:sz w:val="24"/>
        </w:rPr>
      </w:pPr>
    </w:p>
    <w:p w14:paraId="6EC24188" w14:textId="46C7555F" w:rsidR="00FB1FF6" w:rsidRPr="0022442F" w:rsidRDefault="00FB1FF6" w:rsidP="00954230">
      <w:pPr>
        <w:spacing w:before="180" w:after="180"/>
        <w:rPr>
          <w:b/>
          <w:color w:val="5F497A" w:themeColor="accent4" w:themeShade="BF"/>
          <w:sz w:val="24"/>
        </w:rPr>
      </w:pPr>
      <w:r w:rsidRPr="0022442F">
        <w:rPr>
          <w:b/>
          <w:color w:val="5F497A" w:themeColor="accent4" w:themeShade="BF"/>
          <w:sz w:val="24"/>
        </w:rPr>
        <w:lastRenderedPageBreak/>
        <w:t xml:space="preserve">What </w:t>
      </w:r>
      <w:r>
        <w:rPr>
          <w:b/>
          <w:color w:val="5F497A" w:themeColor="accent4" w:themeShade="BF"/>
          <w:sz w:val="24"/>
        </w:rPr>
        <w:t>does the research say</w:t>
      </w:r>
      <w:r w:rsidRPr="0022442F">
        <w:rPr>
          <w:b/>
          <w:color w:val="5F497A" w:themeColor="accent4" w:themeShade="BF"/>
          <w:sz w:val="24"/>
        </w:rPr>
        <w:t>?</w:t>
      </w:r>
    </w:p>
    <w:p w14:paraId="177F5A68" w14:textId="3C5D053A" w:rsidR="00ED35F8" w:rsidRDefault="00ED35F8" w:rsidP="00ED35F8">
      <w:pPr>
        <w:spacing w:after="180"/>
      </w:pPr>
      <w:r>
        <w:t xml:space="preserve">Students struggle to understand forces and motion, and use a system of ‘gut dynamics’ based on everyday experience in their reasoning. Understanding motion in Newtonian terms is a major task for students, and students of all ages, including physics undergraduates, fail to understand Newtonian concepts of motion </w:t>
      </w:r>
      <w:r w:rsidR="007D6F34">
        <w:fldChar w:fldCharType="begin"/>
      </w:r>
      <w:r w:rsidR="007D6F34">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rsidR="007D6F34">
        <w:fldChar w:fldCharType="separate"/>
      </w:r>
      <w:r w:rsidR="007D6F34">
        <w:rPr>
          <w:noProof/>
        </w:rPr>
        <w:t>(Driver et al., 1994)</w:t>
      </w:r>
      <w:r w:rsidR="007D6F34">
        <w:fldChar w:fldCharType="end"/>
      </w:r>
      <w:r w:rsidR="001E105F">
        <w:fldChar w:fldCharType="begin"/>
      </w:r>
      <w:r w:rsidR="0086631D">
        <w:instrText xml:space="preserve"> ADDIN ZOTERO_ITEM CSL_CITATION {"citationID":"pC3LFqdS","properties":{"formattedCitation":"(Driver {\\i{}et al.}, 1994)","plainCitation":"(Driver et al., 1994)","noteIndex":0},"citationItems":[{"id":151,"uris":["http://zotero.org/users/local/3VO4g2Eh/items/4MCIPIC7"],"itemData":{"id":151,"type":"document","publisher":"London: Routledge","title":"Making Sense Of Secondary Science - Support Material For Teachers","author":[{"family":"Driver","given":"Rosalind"},{"family":"Squires","given":"Ann"},{"family":"Rushworth","given":"Peter"},{"family":"Wood-Robinson","given":"Valerie"}],"issued":{"date-parts":[["1994"]]}}}],"schema":"https://github.com/citation-style-language/schema/raw/master/csl-citation.json"} </w:instrText>
      </w:r>
      <w:r w:rsidR="001E105F">
        <w:fldChar w:fldCharType="end"/>
      </w:r>
      <w:r>
        <w:t xml:space="preserve">. Students may continue to hold mistaken beliefs even when confronted with phenomena that contradict those beliefs </w:t>
      </w:r>
      <w:r w:rsidR="00AC76B3">
        <w:fldChar w:fldCharType="begin"/>
      </w:r>
      <w:r w:rsidR="00AC76B3">
        <w:instrText xml:space="preserve"> ADDIN EN.CITE &lt;EndNote&gt;&lt;Cite&gt;&lt;Author&gt;Gunstone&lt;/Author&gt;&lt;Year&gt;1981&lt;/Year&gt;&lt;IDText&gt;Understanding of gravity&lt;/IDText&gt;&lt;DisplayText&gt;(Gunstone and White, 1981; Halloun and Hestenes, 1985)&lt;/DisplayText&gt;&lt;record&gt;&lt;titles&gt;&lt;title&gt;Understanding of gravity&lt;/title&gt;&lt;secondary-title&gt;Science Education&lt;/secondary-title&gt;&lt;/titles&gt;&lt;pages&gt;291-299&lt;/pages&gt;&lt;contributors&gt;&lt;authors&gt;&lt;author&gt;Gunstone, R.F&lt;/author&gt;&lt;author&gt;White, R.T&lt;/author&gt;&lt;/authors&gt;&lt;/contributors&gt;&lt;added-date format="utc"&gt;1663842912&lt;/added-date&gt;&lt;ref-type name="Journal Article"&gt;17&lt;/ref-type&gt;&lt;dates&gt;&lt;year&gt;1981&lt;/year&gt;&lt;/dates&gt;&lt;rec-number&gt;422&lt;/rec-number&gt;&lt;last-updated-date format="utc"&gt;1663842952&lt;/last-updated-date&gt;&lt;volume&gt;65(3)&lt;/volume&gt;&lt;/record&gt;&lt;/Cite&gt;&lt;Cite&gt;&lt;Author&gt;Halloun&lt;/Author&gt;&lt;Year&gt;1985&lt;/Year&gt;&lt;IDText&gt;Common sense concepts about motion&lt;/IDText&gt;&lt;record&gt;&lt;titles&gt;&lt;title&gt;Common sense concepts about motion&lt;/title&gt;&lt;secondary-title&gt;American Journal of Physics&lt;/secondary-title&gt;&lt;/titles&gt;&lt;pages&gt;1056-1065&lt;/pages&gt;&lt;contributors&gt;&lt;authors&gt;&lt;author&gt;Halloun, I.A&lt;/author&gt;&lt;author&gt;Hestenes, D&lt;/author&gt;&lt;/authors&gt;&lt;/contributors&gt;&lt;added-date format="utc"&gt;1663843031&lt;/added-date&gt;&lt;ref-type name="Journal Article"&gt;17&lt;/ref-type&gt;&lt;dates&gt;&lt;year&gt;1985&lt;/year&gt;&lt;/dates&gt;&lt;rec-number&gt;423&lt;/rec-number&gt;&lt;last-updated-date format="utc"&gt;1663843078&lt;/last-updated-date&gt;&lt;volume&gt;53(11)&lt;/volume&gt;&lt;/record&gt;&lt;/Cite&gt;&lt;/EndNote&gt;</w:instrText>
      </w:r>
      <w:r w:rsidR="00AC76B3">
        <w:fldChar w:fldCharType="separate"/>
      </w:r>
      <w:r w:rsidR="00AC76B3">
        <w:rPr>
          <w:noProof/>
        </w:rPr>
        <w:t>(Gunstone and White, 1981; Halloun and Hestenes, 1985)</w:t>
      </w:r>
      <w:r w:rsidR="00AC76B3">
        <w:fldChar w:fldCharType="end"/>
      </w:r>
      <w:r w:rsidR="00AC76B3">
        <w:t>.</w:t>
      </w:r>
    </w:p>
    <w:p w14:paraId="0BBC097F" w14:textId="0CC00CFD" w:rsidR="00ED35F8" w:rsidRDefault="00ED35F8" w:rsidP="00ED35F8">
      <w:pPr>
        <w:spacing w:after="180"/>
      </w:pPr>
      <w:r>
        <w:t>Students have intuitive theories about forces and motion that resemble mediaeval ‘impetus’ theory</w:t>
      </w:r>
      <w:r w:rsidR="00AC76B3">
        <w:t xml:space="preserve"> </w:t>
      </w:r>
      <w:r w:rsidR="00AC76B3">
        <w:fldChar w:fldCharType="begin"/>
      </w:r>
      <w:r w:rsidR="00AC76B3">
        <w:instrText xml:space="preserve"> ADDIN EN.CITE &lt;EndNote&gt;&lt;Cite&gt;&lt;Author&gt;McCloskey&lt;/Author&gt;&lt;Year&gt;1983&lt;/Year&gt;&lt;IDText&gt;Intuitive Physics&lt;/IDText&gt;&lt;DisplayText&gt;(McCloskey, 1983)&lt;/DisplayText&gt;&lt;record&gt;&lt;titles&gt;&lt;title&gt;Intuitive Physics&lt;/title&gt;&lt;secondary-title&gt;Scientific American&lt;/secondary-title&gt;&lt;/titles&gt;&lt;contributors&gt;&lt;authors&gt;&lt;author&gt;McCloskey, M&lt;/author&gt;&lt;/authors&gt;&lt;/contributors&gt;&lt;added-date format="utc"&gt;1662561065&lt;/added-date&gt;&lt;ref-type name="Journal Article"&gt;17&lt;/ref-type&gt;&lt;dates&gt;&lt;year&gt;1983&lt;/year&gt;&lt;/dates&gt;&lt;rec-number&gt;414&lt;/rec-number&gt;&lt;last-updated-date format="utc"&gt;1662561098&lt;/last-updated-date&gt;&lt;volume&gt;248(4)&lt;/volume&gt;&lt;/record&gt;&lt;/Cite&gt;&lt;/EndNote&gt;</w:instrText>
      </w:r>
      <w:r w:rsidR="00AC76B3">
        <w:fldChar w:fldCharType="separate"/>
      </w:r>
      <w:r w:rsidR="00AC76B3">
        <w:rPr>
          <w:noProof/>
        </w:rPr>
        <w:t>(McCloskey, 1983)</w:t>
      </w:r>
      <w:r w:rsidR="00AC76B3">
        <w:fldChar w:fldCharType="end"/>
      </w:r>
      <w:r w:rsidR="00AC76B3">
        <w:t>.</w:t>
      </w:r>
      <w:r>
        <w:t xml:space="preserve"> They may not see force as an interaction between two objects but rather as something that resides in a single object. They may use the terms ‘energy’ and ‘force’ in an undifferentiated way</w:t>
      </w:r>
      <w:r w:rsidR="00AC76B3">
        <w:t xml:space="preserve"> </w:t>
      </w:r>
      <w:r w:rsidR="00AC76B3">
        <w:fldChar w:fldCharType="begin"/>
      </w:r>
      <w:r w:rsidR="00AC76B3">
        <w:instrText xml:space="preserve"> ADDIN EN.CITE &lt;EndNote&gt;&lt;Cite&gt;&lt;Author&gt;Twigger&lt;/Author&gt;&lt;Year&gt;1994&lt;/Year&gt;&lt;IDText&gt;The conception of force and motion of students aged between 10 and 15 years: an interview study designed to guide instruction&lt;/IDText&gt;&lt;DisplayText&gt;(Twigger et al., 1994)&lt;/DisplayText&gt;&lt;record&gt;&lt;titles&gt;&lt;title&gt;The conception of force and motion of students aged between 10 and 15 years: an interview study designed to guide instruction&lt;/title&gt;&lt;secondary-title&gt;International Journal of Science Education&lt;/secondary-title&gt;&lt;/titles&gt;&lt;pages&gt;215-229&lt;/pages&gt;&lt;contributors&gt;&lt;authors&gt;&lt;author&gt;Twigger, D&lt;/author&gt;&lt;author&gt;Byard, M&lt;/author&gt;&lt;author&gt;Driver, R&lt;/author&gt;&lt;author&gt;Draper, S&lt;/author&gt;&lt;author&gt;Hartley, R&lt;/author&gt;&lt;author&gt;Hennessy, S&lt;/author&gt;&lt;author&gt;Mohamed, R&lt;/author&gt;&lt;author&gt;O&amp;apos;Malley, C&lt;/author&gt;&lt;author&gt;O&amp;apos;Shea, T&lt;/author&gt;&lt;author&gt;Scanlon, E&lt;/author&gt;&lt;/authors&gt;&lt;/contributors&gt;&lt;added-date format="utc"&gt;1662561261&lt;/added-date&gt;&lt;ref-type name="Journal Article"&gt;17&lt;/ref-type&gt;&lt;dates&gt;&lt;year&gt;1994&lt;/year&gt;&lt;/dates&gt;&lt;rec-number&gt;415&lt;/rec-number&gt;&lt;last-updated-date format="utc"&gt;1662561471&lt;/last-updated-date&gt;&lt;volume&gt;16(2)&lt;/volume&gt;&lt;/record&gt;&lt;/Cite&gt;&lt;/EndNote&gt;</w:instrText>
      </w:r>
      <w:r w:rsidR="00AC76B3">
        <w:fldChar w:fldCharType="separate"/>
      </w:r>
      <w:r w:rsidR="00AC76B3">
        <w:rPr>
          <w:noProof/>
        </w:rPr>
        <w:t>(Twigger et al., 1994)</w:t>
      </w:r>
      <w:r w:rsidR="00AC76B3">
        <w:fldChar w:fldCharType="end"/>
      </w:r>
      <w:r>
        <w:t xml:space="preserve"> and may use ideas about force in a way that </w:t>
      </w:r>
      <w:r w:rsidR="00062530">
        <w:t xml:space="preserve">superficially </w:t>
      </w:r>
      <w:r>
        <w:t>resembles what a physicist means by momentu</w:t>
      </w:r>
      <w:r w:rsidR="001E105F">
        <w:t xml:space="preserve">m </w:t>
      </w:r>
      <w:r w:rsidR="00AC76B3">
        <w:fldChar w:fldCharType="begin"/>
      </w:r>
      <w:r w:rsidR="00AC76B3">
        <w:instrText xml:space="preserve"> ADDIN EN.CITE &lt;EndNote&gt;&lt;Cite&gt;&lt;Author&gt;Watts&lt;/Author&gt;&lt;Year&gt;1981&lt;/Year&gt;&lt;IDText&gt;A survey of some children&amp;apos;s ideas about force&lt;/IDText&gt;&lt;DisplayText&gt;(Watts and Zylbersztajn, 1981)&lt;/DisplayText&gt;&lt;record&gt;&lt;titles&gt;&lt;title&gt;A survey of some children&amp;apos;s ideas about force&lt;/title&gt;&lt;secondary-title&gt;Physics Education&lt;/secondary-title&gt;&lt;/titles&gt;&lt;pages&gt;360-365&lt;/pages&gt;&lt;contributors&gt;&lt;authors&gt;&lt;author&gt;Watts, D. M&lt;/author&gt;&lt;author&gt;Zylbersztajn, A&lt;/author&gt;&lt;/authors&gt;&lt;/contributors&gt;&lt;added-date format="utc"&gt;1662561595&lt;/added-date&gt;&lt;ref-type name="Journal Article"&gt;17&lt;/ref-type&gt;&lt;dates&gt;&lt;year&gt;1981&lt;/year&gt;&lt;/dates&gt;&lt;rec-number&gt;416&lt;/rec-number&gt;&lt;last-updated-date format="utc"&gt;1662561666&lt;/last-updated-date&gt;&lt;volume&gt;16(6)&lt;/volume&gt;&lt;/record&gt;&lt;/Cite&gt;&lt;/EndNote&gt;</w:instrText>
      </w:r>
      <w:r w:rsidR="00AC76B3">
        <w:fldChar w:fldCharType="separate"/>
      </w:r>
      <w:r w:rsidR="00AC76B3">
        <w:rPr>
          <w:noProof/>
        </w:rPr>
        <w:t>(Watts and Zylbersztajn, 1981)</w:t>
      </w:r>
      <w:r w:rsidR="00AC76B3">
        <w:fldChar w:fldCharType="end"/>
      </w:r>
      <w:r>
        <w:t>.</w:t>
      </w:r>
    </w:p>
    <w:p w14:paraId="062895B8" w14:textId="77777777" w:rsidR="00590F45" w:rsidRDefault="00CF388A" w:rsidP="00ED35F8">
      <w:pPr>
        <w:spacing w:after="180"/>
      </w:pPr>
      <w:r>
        <w:t xml:space="preserve">Students </w:t>
      </w:r>
      <w:r w:rsidR="00E13C60">
        <w:t xml:space="preserve">often </w:t>
      </w:r>
      <w:r>
        <w:t>do not understand Newton’s third law</w:t>
      </w:r>
      <w:r w:rsidR="00672FD8">
        <w:t xml:space="preserve"> and how it is related to </w:t>
      </w:r>
      <w:r w:rsidR="00062530">
        <w:t xml:space="preserve">momentum change and </w:t>
      </w:r>
      <w:r w:rsidR="00672FD8">
        <w:t>the conservation of momentum</w:t>
      </w:r>
      <w:r>
        <w:t>.</w:t>
      </w:r>
      <w:r w:rsidR="00F56D31">
        <w:t xml:space="preserve"> Students who do know that forces </w:t>
      </w:r>
      <w:r w:rsidR="00E13C60">
        <w:t>occur</w:t>
      </w:r>
      <w:r w:rsidR="00F56D31">
        <w:t xml:space="preserve"> in interaction pairs may not realise that forces are equal in size</w:t>
      </w:r>
      <w:r w:rsidR="00E13C60">
        <w:t xml:space="preserve"> and</w:t>
      </w:r>
      <w:r w:rsidR="00F56D31">
        <w:t xml:space="preserve"> act on </w:t>
      </w:r>
      <w:r w:rsidR="00F56D31" w:rsidRPr="00E13C60">
        <w:rPr>
          <w:i/>
        </w:rPr>
        <w:t>different</w:t>
      </w:r>
      <w:r w:rsidR="00F56D31">
        <w:t xml:space="preserve"> objects</w:t>
      </w:r>
      <w:r w:rsidR="00E13C60">
        <w:t>.</w:t>
      </w:r>
      <w:r w:rsidR="00F56D31">
        <w:t xml:space="preserve"> </w:t>
      </w:r>
      <w:r w:rsidR="00E13C60">
        <w:t>They may think wrongly that</w:t>
      </w:r>
      <w:r w:rsidR="00F56D31">
        <w:t xml:space="preserve"> two equal and opposite forces acting on </w:t>
      </w:r>
      <w:r w:rsidR="00E13C60">
        <w:t>a single</w:t>
      </w:r>
      <w:r w:rsidR="00F56D31">
        <w:t xml:space="preserve"> object </w:t>
      </w:r>
      <w:r w:rsidR="00590F45">
        <w:t>make up</w:t>
      </w:r>
      <w:r w:rsidR="00F56D31">
        <w:t xml:space="preserve"> an interaction pair.</w:t>
      </w:r>
      <w:r>
        <w:t xml:space="preserve"> </w:t>
      </w:r>
    </w:p>
    <w:p w14:paraId="569A3BFB" w14:textId="26472A45" w:rsidR="00AE6A35" w:rsidRDefault="00CF388A" w:rsidP="00ED35F8">
      <w:pPr>
        <w:spacing w:after="180"/>
      </w:pPr>
      <w:r>
        <w:t xml:space="preserve">In a study of 78 high school students in the US, Brown </w:t>
      </w:r>
      <w:r w:rsidR="00AC76B3">
        <w:fldChar w:fldCharType="begin"/>
      </w:r>
      <w:r w:rsidR="00AC76B3">
        <w:instrText xml:space="preserve"> ADDIN EN.CITE &lt;EndNote&gt;&lt;Cite ExcludeAuth="1"&gt;&lt;Author&gt;Brown&lt;/Author&gt;&lt;Year&gt;1989&lt;/Year&gt;&lt;IDText&gt;Students&amp;apos; concept of force: the importance of understanding Newton&amp;apos;s third law&lt;/IDText&gt;&lt;DisplayText&gt;(1989)&lt;/DisplayText&gt;&lt;record&gt;&lt;titles&gt;&lt;title&gt;Students&amp;apos; concept of force: the importance of understanding Newton&amp;apos;s third law&lt;/title&gt;&lt;secondary-title&gt;Physics Education&lt;/secondary-title&gt;&lt;/titles&gt;&lt;pages&gt;353-358&lt;/pages&gt;&lt;contributors&gt;&lt;authors&gt;&lt;author&gt;Brown, D.E&lt;/author&gt;&lt;/authors&gt;&lt;/contributors&gt;&lt;added-date format="utc"&gt;1663843316&lt;/added-date&gt;&lt;ref-type name="Journal Article"&gt;17&lt;/ref-type&gt;&lt;dates&gt;&lt;year&gt;1989&lt;/year&gt;&lt;/dates&gt;&lt;rec-number&gt;424&lt;/rec-number&gt;&lt;last-updated-date format="utc"&gt;1663843395&lt;/last-updated-date&gt;&lt;volume&gt;24(6)&lt;/volume&gt;&lt;/record&gt;&lt;/Cite&gt;&lt;/EndNote&gt;</w:instrText>
      </w:r>
      <w:r w:rsidR="00AC76B3">
        <w:fldChar w:fldCharType="separate"/>
      </w:r>
      <w:r w:rsidR="00AC76B3">
        <w:rPr>
          <w:noProof/>
        </w:rPr>
        <w:t>(1989)</w:t>
      </w:r>
      <w:r w:rsidR="00AC76B3">
        <w:fldChar w:fldCharType="end"/>
      </w:r>
      <w:r w:rsidR="00590F45">
        <w:t xml:space="preserve"> </w:t>
      </w:r>
      <w:r>
        <w:t xml:space="preserve">found </w:t>
      </w:r>
      <w:r w:rsidR="00590F45">
        <w:t>many</w:t>
      </w:r>
      <w:r>
        <w:t xml:space="preserve"> students believed a moving billiard ball would exert a greater force on a stationary ball than the stationary ball would exert on the moving ball in a collision</w:t>
      </w:r>
      <w:r w:rsidR="00C3032F">
        <w:t xml:space="preserve">. </w:t>
      </w:r>
      <w:r w:rsidR="00672FD8">
        <w:t>The</w:t>
      </w:r>
      <w:r w:rsidR="00590F45">
        <w:t>se</w:t>
      </w:r>
      <w:r w:rsidR="00672FD8">
        <w:t xml:space="preserve"> students argued that the moving ball ‘had’ more force than the stationary ball. </w:t>
      </w:r>
      <w:r w:rsidR="006B2170">
        <w:t xml:space="preserve">The lack of understanding of forces as interactions ‘sabotages’ students conceptual reasoning and quantitative problem solving </w:t>
      </w:r>
      <w:r w:rsidR="00AC76B3">
        <w:fldChar w:fldCharType="begin"/>
      </w:r>
      <w:r w:rsidR="00AC76B3">
        <w:instrText xml:space="preserve"> ADDIN EN.CITE &lt;EndNote&gt;&lt;Cite&gt;&lt;Author&gt;Brown&lt;/Author&gt;&lt;Year&gt;1989&lt;/Year&gt;&lt;IDText&gt;Students&amp;apos; concept of force: the importance of understanding Newton&amp;apos;s third law&lt;/IDText&gt;&lt;DisplayText&gt;(Brown, 1989)&lt;/DisplayText&gt;&lt;record&gt;&lt;titles&gt;&lt;title&gt;Students&amp;apos; concept of force: the importance of understanding Newton&amp;apos;s third law&lt;/title&gt;&lt;secondary-title&gt;Physics Education&lt;/secondary-title&gt;&lt;/titles&gt;&lt;pages&gt;353-358&lt;/pages&gt;&lt;contributors&gt;&lt;authors&gt;&lt;author&gt;Brown, D.E&lt;/author&gt;&lt;/authors&gt;&lt;/contributors&gt;&lt;added-date format="utc"&gt;1663843316&lt;/added-date&gt;&lt;ref-type name="Journal Article"&gt;17&lt;/ref-type&gt;&lt;dates&gt;&lt;year&gt;1989&lt;/year&gt;&lt;/dates&gt;&lt;rec-number&gt;424&lt;/rec-number&gt;&lt;last-updated-date format="utc"&gt;1663843395&lt;/last-updated-date&gt;&lt;volume&gt;24(6)&lt;/volume&gt;&lt;/record&gt;&lt;/Cite&gt;&lt;/EndNote&gt;</w:instrText>
      </w:r>
      <w:r w:rsidR="00AC76B3">
        <w:fldChar w:fldCharType="separate"/>
      </w:r>
      <w:r w:rsidR="00AC76B3">
        <w:rPr>
          <w:noProof/>
        </w:rPr>
        <w:t>(Brown, 1989)</w:t>
      </w:r>
      <w:r w:rsidR="00AC76B3">
        <w:fldChar w:fldCharType="end"/>
      </w:r>
      <w:r w:rsidR="006B2170">
        <w:t xml:space="preserve">, and their understanding of momentum and momentum conservation. </w:t>
      </w:r>
    </w:p>
    <w:p w14:paraId="4FC283F4" w14:textId="3529DBDB" w:rsidR="00825052" w:rsidRDefault="00885024" w:rsidP="00825052">
      <w:pPr>
        <w:spacing w:after="180"/>
      </w:pPr>
      <w:r>
        <w:t>Whilst most students readily accept that both mass and velocity have a direct impact on the damage that a moving object can cause when it collides with other objects, it</w:t>
      </w:r>
      <w:r w:rsidR="00590F45">
        <w:t xml:space="preserve"> is common for </w:t>
      </w:r>
      <w:r>
        <w:t>them</w:t>
      </w:r>
      <w:r w:rsidR="006B2170">
        <w:t xml:space="preserve"> </w:t>
      </w:r>
      <w:r w:rsidR="00590F45">
        <w:t xml:space="preserve">to </w:t>
      </w:r>
      <w:r w:rsidR="006B2170">
        <w:t xml:space="preserve">confuse </w:t>
      </w:r>
      <w:r>
        <w:t xml:space="preserve">ideas about </w:t>
      </w:r>
      <w:r w:rsidR="006B2170">
        <w:t xml:space="preserve">momentum with </w:t>
      </w:r>
      <w:r>
        <w:t>ones about</w:t>
      </w:r>
      <w:r w:rsidR="00672FD8">
        <w:t xml:space="preserve"> energy in a kinetic store</w:t>
      </w:r>
      <w:r>
        <w:t xml:space="preserve"> </w:t>
      </w:r>
      <w:r w:rsidR="00AC76B3">
        <w:fldChar w:fldCharType="begin"/>
      </w:r>
      <w:r w:rsidR="00AC76B3">
        <w:instrText xml:space="preserve"> ADDIN EN.CITE &lt;EndNote&gt;&lt;Cite&gt;&lt;Author&gt;Bryce&lt;/Author&gt;&lt;Year&gt;2009&lt;/Year&gt;&lt;IDText&gt;Momentum and kinetic energy: Confusable concepts in secondary school physics&lt;/IDText&gt;&lt;DisplayText&gt;(Bryce and MacMillan, 2009)&lt;/DisplayText&gt;&lt;record&gt;&lt;titles&gt;&lt;title&gt;Momentum and kinetic energy: Confusable concepts in secondary school physics&lt;/title&gt;&lt;secondary-title&gt;Journal of Research in Science Teaching&lt;/secondary-title&gt;&lt;/titles&gt;&lt;pages&gt;739-761&lt;/pages&gt;&lt;contributors&gt;&lt;authors&gt;&lt;author&gt;Bryce, T.G.K&lt;/author&gt;&lt;author&gt;MacMillan, K&lt;/author&gt;&lt;/authors&gt;&lt;/contributors&gt;&lt;added-date format="utc"&gt;1663843515&lt;/added-date&gt;&lt;ref-type name="Journal Article"&gt;17&lt;/ref-type&gt;&lt;dates&gt;&lt;year&gt;2009&lt;/year&gt;&lt;/dates&gt;&lt;rec-number&gt;425&lt;/rec-number&gt;&lt;last-updated-date format="utc"&gt;1663843589&lt;/last-updated-date&gt;&lt;volume&gt;46(7)&lt;/volume&gt;&lt;/record&gt;&lt;/Cite&gt;&lt;/EndNote&gt;</w:instrText>
      </w:r>
      <w:r w:rsidR="00AC76B3">
        <w:fldChar w:fldCharType="separate"/>
      </w:r>
      <w:r w:rsidR="00AC76B3">
        <w:rPr>
          <w:noProof/>
        </w:rPr>
        <w:t>(Bryce and MacMillan, 2009)</w:t>
      </w:r>
      <w:r w:rsidR="00AC76B3">
        <w:fldChar w:fldCharType="end"/>
      </w:r>
      <w:r w:rsidR="00590F45">
        <w:t xml:space="preserve">. </w:t>
      </w:r>
      <w:r w:rsidR="00672FD8">
        <w:t xml:space="preserve">These authors argue that </w:t>
      </w:r>
      <w:r>
        <w:t>thinking about the conservation of</w:t>
      </w:r>
      <w:r w:rsidR="00672FD8">
        <w:t xml:space="preserve"> momentum </w:t>
      </w:r>
      <w:r>
        <w:t>without describing the</w:t>
      </w:r>
      <w:r w:rsidR="00672FD8">
        <w:t xml:space="preserve"> external forces </w:t>
      </w:r>
      <w:r>
        <w:t xml:space="preserve">involved </w:t>
      </w:r>
      <w:r w:rsidR="00672FD8">
        <w:t>masks the universal applicability of this conservation law</w:t>
      </w:r>
      <w:r>
        <w:t>.</w:t>
      </w:r>
      <w:r w:rsidR="00672FD8">
        <w:t xml:space="preserve"> Related to this is </w:t>
      </w:r>
      <w:r>
        <w:t xml:space="preserve">the difficulty </w:t>
      </w:r>
      <w:r w:rsidR="00672FD8">
        <w:t>students</w:t>
      </w:r>
      <w:r>
        <w:t xml:space="preserve"> often have</w:t>
      </w:r>
      <w:r w:rsidR="00672FD8">
        <w:t xml:space="preserve"> in defining what is meant by an </w:t>
      </w:r>
      <w:r>
        <w:t>‘</w:t>
      </w:r>
      <w:r w:rsidR="00672FD8">
        <w:t>isolated system</w:t>
      </w:r>
      <w:r>
        <w:t>’, which may lead some to</w:t>
      </w:r>
      <w:r w:rsidR="00AE6A35">
        <w:t xml:space="preserve"> believe that the momentum of each object in a collision is separately conserved</w:t>
      </w:r>
      <w:r w:rsidR="00672FD8">
        <w:t xml:space="preserve">. </w:t>
      </w:r>
      <w:r w:rsidR="00AE6A35">
        <w:t>Bryce and MacMillan</w:t>
      </w:r>
      <w:r w:rsidR="00F54CDE">
        <w:t xml:space="preserve"> </w:t>
      </w:r>
      <w:r w:rsidR="00F54CDE">
        <w:fldChar w:fldCharType="begin"/>
      </w:r>
      <w:r w:rsidR="00F54CDE">
        <w:instrText xml:space="preserve"> ADDIN EN.CITE &lt;EndNote&gt;&lt;Cite ExcludeAuth="1"&gt;&lt;Author&gt;Bryce&lt;/Author&gt;&lt;Year&gt;2009&lt;/Year&gt;&lt;IDText&gt;Momentum and kinetic energy: Confusable concepts in secondary school physics&lt;/IDText&gt;&lt;DisplayText&gt;(2009)&lt;/DisplayText&gt;&lt;record&gt;&lt;titles&gt;&lt;title&gt;Momentum and kinetic energy: Confusable concepts in secondary school physics&lt;/title&gt;&lt;secondary-title&gt;Journal of Research in Science Teaching&lt;/secondary-title&gt;&lt;/titles&gt;&lt;pages&gt;739-761&lt;/pages&gt;&lt;contributors&gt;&lt;authors&gt;&lt;author&gt;Bryce, T.G.K&lt;/author&gt;&lt;author&gt;MacMillan, K&lt;/author&gt;&lt;/authors&gt;&lt;/contributors&gt;&lt;added-date format="utc"&gt;1663843515&lt;/added-date&gt;&lt;ref-type name="Journal Article"&gt;17&lt;/ref-type&gt;&lt;dates&gt;&lt;year&gt;2009&lt;/year&gt;&lt;/dates&gt;&lt;rec-number&gt;425&lt;/rec-number&gt;&lt;last-updated-date format="utc"&gt;1663843589&lt;/last-updated-date&gt;&lt;volume&gt;46(7)&lt;/volume&gt;&lt;/record&gt;&lt;/Cite&gt;&lt;/EndNote&gt;</w:instrText>
      </w:r>
      <w:r w:rsidR="00F54CDE">
        <w:fldChar w:fldCharType="separate"/>
      </w:r>
      <w:r w:rsidR="00F54CDE">
        <w:rPr>
          <w:noProof/>
        </w:rPr>
        <w:t>(2009)</w:t>
      </w:r>
      <w:r w:rsidR="00F54CDE">
        <w:fldChar w:fldCharType="end"/>
      </w:r>
      <w:r w:rsidR="00AE6A35">
        <w:t xml:space="preserve"> </w:t>
      </w:r>
      <w:r>
        <w:t xml:space="preserve">also </w:t>
      </w:r>
      <w:r w:rsidR="00AE6A35">
        <w:t>point out that in most textbooks</w:t>
      </w:r>
      <w:r>
        <w:t xml:space="preserve"> the</w:t>
      </w:r>
      <w:r w:rsidR="00AE6A35">
        <w:t xml:space="preserve"> scenarios used for momentum calculations are usually friction free, which may leave students wondering about real world applications where objects perceptibly slow down.</w:t>
      </w:r>
      <w:bookmarkStart w:id="2" w:name="_Hlk100747164"/>
      <w:r w:rsidR="00825052" w:rsidRPr="00825052">
        <w:t xml:space="preserve"> </w:t>
      </w:r>
    </w:p>
    <w:p w14:paraId="6B9192C0" w14:textId="7843CB35" w:rsidR="00825052" w:rsidRDefault="00825052" w:rsidP="00825052">
      <w:pPr>
        <w:spacing w:after="180"/>
      </w:pPr>
      <w:r>
        <w:t xml:space="preserve">Students also find it difficult to separate the concepts of energy in a kinetic store and momentum with respect to their scalar and vector nature, respectively </w:t>
      </w:r>
      <w:r w:rsidR="00F54CDE">
        <w:fldChar w:fldCharType="begin"/>
      </w:r>
      <w:r w:rsidR="00F54CDE">
        <w:instrText xml:space="preserve"> ADDIN EN.CITE &lt;EndNote&gt;&lt;Cite&gt;&lt;Author&gt;Singh&lt;/Author&gt;&lt;Year&gt;2003&lt;/Year&gt;&lt;IDText&gt;Multiple-choice test of energy and momentum concepts&lt;/IDText&gt;&lt;DisplayText&gt;(Singh and Rosengrant, 2003; Bryce and MacMillan, 2009)&lt;/DisplayText&gt;&lt;record&gt;&lt;titles&gt;&lt;title&gt;Multiple-choice test of energy and momentum concepts&lt;/title&gt;&lt;secondary-title&gt;American Journal of Physics&lt;/secondary-title&gt;&lt;/titles&gt;&lt;pages&gt;607-617&lt;/pages&gt;&lt;contributors&gt;&lt;authors&gt;&lt;author&gt;Singh, C&lt;/author&gt;&lt;author&gt;Rosengrant, D&lt;/author&gt;&lt;/authors&gt;&lt;/contributors&gt;&lt;added-date format="utc"&gt;1663843713&lt;/added-date&gt;&lt;ref-type name="Journal Article"&gt;17&lt;/ref-type&gt;&lt;dates&gt;&lt;year&gt;2003&lt;/year&gt;&lt;/dates&gt;&lt;rec-number&gt;426&lt;/rec-number&gt;&lt;last-updated-date format="utc"&gt;1663843784&lt;/last-updated-date&gt;&lt;volume&gt;71(6)&lt;/volume&gt;&lt;/record&gt;&lt;/Cite&gt;&lt;Cite&gt;&lt;Author&gt;Bryce&lt;/Author&gt;&lt;Year&gt;2009&lt;/Year&gt;&lt;IDText&gt;Momentum and kinetic energy: Confusable concepts in secondary school physics&lt;/IDText&gt;&lt;record&gt;&lt;titles&gt;&lt;title&gt;Momentum and kinetic energy: Confusable concepts in secondary school physics&lt;/title&gt;&lt;secondary-title&gt;Journal of Research in Science Teaching&lt;/secondary-title&gt;&lt;/titles&gt;&lt;pages&gt;739-761&lt;/pages&gt;&lt;contributors&gt;&lt;authors&gt;&lt;author&gt;Bryce, T.G.K&lt;/author&gt;&lt;author&gt;MacMillan, K&lt;/author&gt;&lt;/authors&gt;&lt;/contributors&gt;&lt;added-date format="utc"&gt;1663843515&lt;/added-date&gt;&lt;ref-type name="Journal Article"&gt;17&lt;/ref-type&gt;&lt;dates&gt;&lt;year&gt;2009&lt;/year&gt;&lt;/dates&gt;&lt;rec-number&gt;425&lt;/rec-number&gt;&lt;last-updated-date format="utc"&gt;1663843589&lt;/last-updated-date&gt;&lt;volume&gt;46(7)&lt;/volume&gt;&lt;/record&gt;&lt;/Cite&gt;&lt;/EndNote&gt;</w:instrText>
      </w:r>
      <w:r w:rsidR="00F54CDE">
        <w:fldChar w:fldCharType="separate"/>
      </w:r>
      <w:r w:rsidR="00F54CDE">
        <w:rPr>
          <w:noProof/>
        </w:rPr>
        <w:t>(Singh and Rosengrant, 2003; Bryce and MacMillan, 2009)</w:t>
      </w:r>
      <w:r w:rsidR="00F54CDE">
        <w:fldChar w:fldCharType="end"/>
      </w:r>
      <w:r>
        <w:t xml:space="preserve">. Students struggle to reason correctly about vector quantities even after studying vectors </w:t>
      </w:r>
      <w:r w:rsidR="00F54CDE">
        <w:fldChar w:fldCharType="begin"/>
      </w:r>
      <w:r w:rsidR="00F54CDE">
        <w:instrText xml:space="preserve"> ADDIN EN.CITE &lt;EndNote&gt;&lt;Cite&gt;&lt;Author&gt;Knight&lt;/Author&gt;&lt;Year&gt;2004&lt;/Year&gt;&lt;IDText&gt;Five Easy Lessons: Strategies for Successful Physics Teaching&lt;/IDText&gt;&lt;DisplayText&gt;(Knight, 2004; Flores, Kanim and Kautz, 2004)&lt;/DisplayText&gt;&lt;record&gt;&lt;titles&gt;&lt;title&gt;Five Easy Lessons: Strategies for Successful Physics Teaching&lt;/title&gt;&lt;/titles&gt;&lt;pages&gt;330&lt;/pages&gt;&lt;contributors&gt;&lt;authors&gt;&lt;author&gt;Knight, R. D&lt;/author&gt;&lt;/authors&gt;&lt;/contributors&gt;&lt;added-date format="utc"&gt;1574257931&lt;/added-date&gt;&lt;pub-location&gt;San Francisco, U.S.A.&lt;/pub-location&gt;&lt;ref-type name="Book"&gt;6&lt;/ref-type&gt;&lt;dates&gt;&lt;year&gt;2004&lt;/year&gt;&lt;/dates&gt;&lt;rec-number&gt;190&lt;/rec-number&gt;&lt;publisher&gt;Addison Wesley&lt;/publisher&gt;&lt;last-updated-date format="utc"&gt;1574258090&lt;/last-updated-date&gt;&lt;/record&gt;&lt;/Cite&gt;&lt;Cite&gt;&lt;Author&gt;Flores&lt;/Author&gt;&lt;Year&gt;2004&lt;/Year&gt;&lt;IDText&gt;Students use of vectors in introductory mechanics&lt;/IDText&gt;&lt;record&gt;&lt;titles&gt;&lt;title&gt;Students use of vectors in introductory mechanics&lt;/title&gt;&lt;secondary-title&gt;American Journal of Physics&lt;/secondary-title&gt;&lt;/titles&gt;&lt;pages&gt;460-468&lt;/pages&gt;&lt;contributors&gt;&lt;authors&gt;&lt;author&gt;Flores, S&lt;/author&gt;&lt;author&gt;Kanim, S.E&lt;/author&gt;&lt;author&gt;Kautz, C.H&lt;/author&gt;&lt;/authors&gt;&lt;/contributors&gt;&lt;added-date format="utc"&gt;1663843915&lt;/added-date&gt;&lt;ref-type name="Journal Article"&gt;17&lt;/ref-type&gt;&lt;dates&gt;&lt;year&gt;2004&lt;/year&gt;&lt;/dates&gt;&lt;rec-number&gt;427&lt;/rec-number&gt;&lt;last-updated-date format="utc"&gt;1663844021&lt;/last-updated-date&gt;&lt;volume&gt;72(4)&lt;/volume&gt;&lt;/record&gt;&lt;/Cite&gt;&lt;/EndNote&gt;</w:instrText>
      </w:r>
      <w:r w:rsidR="00F54CDE">
        <w:fldChar w:fldCharType="separate"/>
      </w:r>
      <w:r w:rsidR="00F54CDE">
        <w:rPr>
          <w:noProof/>
        </w:rPr>
        <w:t>(Knight, 2004; Flores, Kanim and Kautz, 2004)</w:t>
      </w:r>
      <w:r w:rsidR="00F54CDE">
        <w:fldChar w:fldCharType="end"/>
      </w:r>
      <w:r>
        <w:t>.</w:t>
      </w:r>
    </w:p>
    <w:p w14:paraId="00FD9752" w14:textId="5BCD630B" w:rsidR="00AE6A35" w:rsidRDefault="00AE6A35" w:rsidP="00ED35F8">
      <w:pPr>
        <w:spacing w:after="180"/>
      </w:pPr>
      <w:bookmarkStart w:id="3" w:name="_Hlk100764895"/>
      <w:bookmarkEnd w:id="2"/>
      <w:r>
        <w:t>Students find questions involving impulse and change in momentum more difficult tha</w:t>
      </w:r>
      <w:r w:rsidR="00F32D07">
        <w:t>n</w:t>
      </w:r>
      <w:r>
        <w:t xml:space="preserve"> the ‘special case’ questions where momentum is conserved </w:t>
      </w:r>
      <w:r w:rsidR="00F54CDE">
        <w:fldChar w:fldCharType="begin">
          <w:fldData xml:space="preserve">PEVuZE5vdGU+PENpdGU+PEF1dGhvcj5MYXdzb248L0F1dGhvcj48WWVhcj4xOTg3PC9ZZWFyPjxJ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</w:fldData>
        </w:fldChar>
      </w:r>
      <w:r w:rsidR="009F78EE">
        <w:instrText xml:space="preserve"> ADDIN EN.CITE </w:instrText>
      </w:r>
      <w:r w:rsidR="009F78EE">
        <w:fldChar w:fldCharType="begin">
          <w:fldData xml:space="preserve">PEVuZE5vdGU+PENpdGU+PEF1dGhvcj5MYXdzb248L0F1dGhvcj48WWVhcj4xOTg3PC9ZZWFyPjxJ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</w:fldData>
        </w:fldChar>
      </w:r>
      <w:r w:rsidR="009F78EE">
        <w:instrText xml:space="preserve"> ADDIN EN.CITE.DATA </w:instrText>
      </w:r>
      <w:r w:rsidR="009F78EE">
        <w:fldChar w:fldCharType="end"/>
      </w:r>
      <w:r w:rsidR="00F54CDE">
        <w:fldChar w:fldCharType="separate"/>
      </w:r>
      <w:r w:rsidR="009F78EE">
        <w:rPr>
          <w:noProof/>
        </w:rPr>
        <w:t>(Lawson and McDermott, 1987; Pride, Vokos and McDermott, 1998; Singh and Rosengrant, 2003)</w:t>
      </w:r>
      <w:r w:rsidR="00F54CDE">
        <w:fldChar w:fldCharType="end"/>
      </w:r>
      <w:r>
        <w:t xml:space="preserve">. In a study of over </w:t>
      </w:r>
      <w:r w:rsidR="00143B21">
        <w:t>a thousand</w:t>
      </w:r>
      <w:r>
        <w:t xml:space="preserve"> undergraduates in the US, </w:t>
      </w:r>
      <w:r>
        <w:lastRenderedPageBreak/>
        <w:t xml:space="preserve">only about 5% of students were correctly able to answer a question about momentum change caused by an impulse, regardless of the amount of instruction about the impulse-momentum theorem </w:t>
      </w:r>
      <w:r w:rsidR="009F78EE">
        <w:fldChar w:fldCharType="begin"/>
      </w:r>
      <w:r w:rsidR="009F78EE">
        <w:instrText xml:space="preserve"> ADDIN EN.CITE &lt;EndNote&gt;&lt;Cite&gt;&lt;Author&gt;Pride&lt;/Author&gt;&lt;Year&gt;1998&lt;/Year&gt;&lt;IDText&gt;The challenge of matching learning assessments to teaching goals: An example from the work-energy and impulse-momentum theorums&lt;/IDText&gt;&lt;DisplayText&gt;(Pride et al., 1998)&lt;/DisplayText&gt;&lt;record&gt;&lt;titles&gt;&lt;title&gt;The challenge of matching learning assessments to teaching goals: An example from the work-energy and impulse-momentum theorums&lt;/title&gt;&lt;secondary-title&gt;American Journal of Physics&lt;/secondary-title&gt;&lt;/titles&gt;&lt;pages&gt;147-157&lt;/pages&gt;&lt;contributors&gt;&lt;authors&gt;&lt;author&gt;Pride, T.O&lt;/author&gt;&lt;author&gt;Vokos, S&lt;/author&gt;&lt;author&gt;McDermott, L.C&lt;/author&gt;&lt;/authors&gt;&lt;/contributors&gt;&lt;added-date format="utc"&gt;1663844247&lt;/added-date&gt;&lt;ref-type name="Journal Article"&gt;17&lt;/ref-type&gt;&lt;dates&gt;&lt;year&gt;1998&lt;/year&gt;&lt;/dates&gt;&lt;rec-number&gt;429&lt;/rec-number&gt;&lt;last-updated-date format="utc"&gt;1663844330&lt;/last-updated-date&gt;&lt;volume&gt;66(2)&lt;/volume&gt;&lt;/record&gt;&lt;/Cite&gt;&lt;/EndNote&gt;</w:instrText>
      </w:r>
      <w:r w:rsidR="009F78EE">
        <w:fldChar w:fldCharType="separate"/>
      </w:r>
      <w:r w:rsidR="009F78EE">
        <w:rPr>
          <w:noProof/>
        </w:rPr>
        <w:t>(Pride et al., 1998)</w:t>
      </w:r>
      <w:r w:rsidR="009F78EE">
        <w:fldChar w:fldCharType="end"/>
      </w:r>
      <w:r>
        <w:t>.</w:t>
      </w:r>
    </w:p>
    <w:p w14:paraId="0F2E3A6B" w14:textId="3059716F" w:rsidR="00ED35F8" w:rsidRDefault="00ED35F8" w:rsidP="00ED35F8">
      <w:pPr>
        <w:spacing w:after="180"/>
      </w:pPr>
      <w:r>
        <w:t>Students may be able to use Newton’s law</w:t>
      </w:r>
      <w:r w:rsidR="006C6B3F">
        <w:t>s</w:t>
      </w:r>
      <w:r w:rsidR="00062530">
        <w:t>, including the third law, and ideas about momentum and its conservation,</w:t>
      </w:r>
      <w:r>
        <w:t xml:space="preserve"> when performing calculations, but a superficial knowledge of the use of formulae may mask qualitative misunderstandings </w:t>
      </w:r>
      <w:r w:rsidR="009F78EE">
        <w:fldChar w:fldCharType="begin"/>
      </w:r>
      <w:r w:rsidR="009F78EE">
        <w:instrText xml:space="preserve"> ADDIN EN.CITE &lt;EndNote&gt;&lt;Cite&gt;&lt;Author&gt;Viennot&lt;/Author&gt;&lt;Year&gt;1979&lt;/Year&gt;&lt;IDText&gt;Spontaneous Reasoning in Elementary Dynamics&lt;/IDText&gt;&lt;DisplayText&gt;(Viennot, 1979; Clement, 1982)&lt;/DisplayText&gt;&lt;record&gt;&lt;titles&gt;&lt;title&gt;Spontaneous Reasoning in Elementary Dynamics&lt;/title&gt;&lt;secondary-title&gt;European Journal of Science Education&lt;/secondary-title&gt;&lt;/titles&gt;&lt;pages&gt;205-221&lt;/pages&gt;&lt;contributors&gt;&lt;authors&gt;&lt;author&gt;Viennot, L&lt;/author&gt;&lt;/authors&gt;&lt;/contributors&gt;&lt;added-date format="utc"&gt;1662648681&lt;/added-date&gt;&lt;ref-type name="Journal Article"&gt;17&lt;/ref-type&gt;&lt;dates&gt;&lt;year&gt;1979&lt;/year&gt;&lt;/dates&gt;&lt;rec-number&gt;418&lt;/rec-number&gt;&lt;last-updated-date format="utc"&gt;1662648736&lt;/last-updated-date&gt;&lt;volume&gt;1(2)&lt;/volume&gt;&lt;/record&gt;&lt;/Cite&gt;&lt;Cite&gt;&lt;Author&gt;Clement&lt;/Author&gt;&lt;Year&gt;1982&lt;/Year&gt;&lt;IDText&gt;Students&amp;apos; preconceptions in introductory mechanics&lt;/IDText&gt;&lt;record&gt;&lt;titles&gt;&lt;title&gt;Students&amp;apos; preconceptions in introductory mechanics&lt;/title&gt;&lt;secondary-title&gt;American Journal of Physics&lt;/secondary-title&gt;&lt;/titles&gt;&lt;pages&gt;66-71&lt;/pages&gt;&lt;contributors&gt;&lt;authors&gt;&lt;author&gt;Clement, J&lt;/author&gt;&lt;/authors&gt;&lt;/contributors&gt;&lt;added-date format="utc"&gt;1662648778&lt;/added-date&gt;&lt;ref-type name="Journal Article"&gt;17&lt;/ref-type&gt;&lt;dates&gt;&lt;year&gt;1982&lt;/year&gt;&lt;/dates&gt;&lt;rec-number&gt;419&lt;/rec-number&gt;&lt;last-updated-date format="utc"&gt;1662648830&lt;/last-updated-date&gt;&lt;volume&gt;50(1)&lt;/volume&gt;&lt;/record&gt;&lt;/Cite&gt;&lt;/EndNote&gt;</w:instrText>
      </w:r>
      <w:r w:rsidR="009F78EE">
        <w:fldChar w:fldCharType="separate"/>
      </w:r>
      <w:r w:rsidR="009F78EE">
        <w:rPr>
          <w:noProof/>
        </w:rPr>
        <w:t>(Viennot, 1979; Clement, 1982)</w:t>
      </w:r>
      <w:r w:rsidR="009F78EE">
        <w:fldChar w:fldCharType="end"/>
      </w:r>
      <w:r>
        <w:t>.</w:t>
      </w:r>
      <w:r w:rsidR="00EF1660">
        <w:t xml:space="preserve"> </w:t>
      </w:r>
      <w:r>
        <w:t xml:space="preserve">They may demonstrate rote learning of Newton’s laws without an understanding of how to apply them and may focus on superficial features of physical situations rather than applying general principles </w:t>
      </w:r>
      <w:r w:rsidR="009F78EE">
        <w:fldChar w:fldCharType="begin"/>
      </w:r>
      <w:r w:rsidR="009F78EE">
        <w:instrText xml:space="preserve"> ADDIN EN.CITE &lt;EndNote&gt;&lt;Cite&gt;&lt;Author&gt;Lemmer&lt;/Author&gt;&lt;Year&gt;2013&lt;/Year&gt;&lt;IDText&gt;Nature, Cause and Effect of Students&amp;apos; Intuitive Conceptions Regarding Changes in Velocity&lt;/IDText&gt;&lt;DisplayText&gt;(Lemmer, 2013)&lt;/DisplayText&gt;&lt;record&gt;&lt;titles&gt;&lt;title&gt;Nature, Cause and Effect of Students&amp;apos; Intuitive Conceptions Regarding Changes in Velocity&lt;/title&gt;&lt;secondary-title&gt;International Journal of Science Education&lt;/secondary-title&gt;&lt;/titles&gt;&lt;pages&gt;239-261&lt;/pages&gt;&lt;contributors&gt;&lt;authors&gt;&lt;author&gt;Lemmer, M&lt;/author&gt;&lt;/authors&gt;&lt;/contributors&gt;&lt;added-date format="utc"&gt;1662648880&lt;/added-date&gt;&lt;ref-type name="Journal Article"&gt;17&lt;/ref-type&gt;&lt;dates&gt;&lt;year&gt;2013&lt;/year&gt;&lt;/dates&gt;&lt;rec-number&gt;420&lt;/rec-number&gt;&lt;last-updated-date format="utc"&gt;1662648949&lt;/last-updated-date&gt;&lt;volume&gt;35(2)&lt;/volume&gt;&lt;/record&gt;&lt;/Cite&gt;&lt;/EndNote&gt;</w:instrText>
      </w:r>
      <w:r w:rsidR="009F78EE">
        <w:fldChar w:fldCharType="separate"/>
      </w:r>
      <w:r w:rsidR="009F78EE">
        <w:rPr>
          <w:noProof/>
        </w:rPr>
        <w:t>(Lemmer, 2013)</w:t>
      </w:r>
      <w:r w:rsidR="009F78EE">
        <w:fldChar w:fldCharType="end"/>
      </w:r>
      <w:r>
        <w:t>.</w:t>
      </w:r>
    </w:p>
    <w:bookmarkEnd w:id="3"/>
    <w:p w14:paraId="028FED88" w14:textId="09828074" w:rsidR="000C3058" w:rsidRDefault="004054AC" w:rsidP="00ED35F8">
      <w:pPr>
        <w:spacing w:after="180"/>
      </w:pPr>
      <w:r>
        <w:t>T</w:t>
      </w:r>
      <w:r w:rsidR="00ED35F8">
        <w:t xml:space="preserve">here is little evidence </w:t>
      </w:r>
      <w:r>
        <w:t xml:space="preserve">found in research </w:t>
      </w:r>
      <w:r w:rsidR="00ED35F8">
        <w:t xml:space="preserve">of any trends with age in </w:t>
      </w:r>
      <w:r w:rsidR="009A4D44">
        <w:t>students’</w:t>
      </w:r>
      <w:r w:rsidR="00ED35F8">
        <w:t xml:space="preserve"> conceptions about forces and motion even following teaching about Newtonian mechanics </w:t>
      </w:r>
      <w:r w:rsidR="009F78EE">
        <w:fldChar w:fldCharType="begin"/>
      </w:r>
      <w:r w:rsidR="009F78EE">
        <w:instrText xml:space="preserve"> ADDIN EN.CITE &lt;EndNote&gt;&lt;Cite&gt;&lt;Author&gt;Twigger&lt;/Author&gt;&lt;Year&gt;1994&lt;/Year&gt;&lt;IDText&gt;The conception of force and motion of students aged between 10 and 15 years: an interview study designed to guide instruction&lt;/IDText&gt;&lt;DisplayText&gt;(Twigger et al., 1994)&lt;/DisplayText&gt;&lt;record&gt;&lt;titles&gt;&lt;title&gt;The conception of force and motion of students aged between 10 and 15 years: an interview study designed to guide instruction&lt;/title&gt;&lt;secondary-title&gt;International Journal of Science Education&lt;/secondary-title&gt;&lt;/titles&gt;&lt;pages&gt;215-229&lt;/pages&gt;&lt;contributors&gt;&lt;authors&gt;&lt;author&gt;Twigger, D&lt;/author&gt;&lt;author&gt;Byard, M&lt;/author&gt;&lt;author&gt;Driver, R&lt;/author&gt;&lt;author&gt;Draper, S&lt;/author&gt;&lt;author&gt;Hartley, R&lt;/author&gt;&lt;author&gt;Hennessy, S&lt;/author&gt;&lt;author&gt;Mohamed, R&lt;/author&gt;&lt;author&gt;O&amp;apos;Malley, C&lt;/author&gt;&lt;author&gt;O&amp;apos;Shea, T&lt;/author&gt;&lt;author&gt;Scanlon, E&lt;/author&gt;&lt;/authors&gt;&lt;/contributors&gt;&lt;added-date format="utc"&gt;1662561261&lt;/added-date&gt;&lt;ref-type name="Journal Article"&gt;17&lt;/ref-type&gt;&lt;dates&gt;&lt;year&gt;1994&lt;/year&gt;&lt;/dates&gt;&lt;rec-number&gt;415&lt;/rec-number&gt;&lt;last-updated-date format="utc"&gt;1662561471&lt;/last-updated-date&gt;&lt;volume&gt;16(2)&lt;/volume&gt;&lt;/record&gt;&lt;/Cite&gt;&lt;/EndNote&gt;</w:instrText>
      </w:r>
      <w:r w:rsidR="009F78EE">
        <w:fldChar w:fldCharType="separate"/>
      </w:r>
      <w:r w:rsidR="009F78EE">
        <w:rPr>
          <w:noProof/>
        </w:rPr>
        <w:t>(Twigger et al., 1994)</w:t>
      </w:r>
      <w:r w:rsidR="009F78EE">
        <w:fldChar w:fldCharType="end"/>
      </w:r>
      <w:r>
        <w:t>. Furthermore,</w:t>
      </w:r>
      <w:r w:rsidR="00ED35F8">
        <w:t xml:space="preserve"> students’ ideas about forces </w:t>
      </w:r>
      <w:r>
        <w:t>is commonly</w:t>
      </w:r>
      <w:r w:rsidR="00ED35F8">
        <w:t xml:space="preserve"> applied inconsistently, with different ideas applied to different situations according to surface features </w:t>
      </w:r>
      <w:r w:rsidR="009F78EE">
        <w:fldChar w:fldCharType="begin"/>
      </w:r>
      <w:r w:rsidR="009F78EE">
        <w:instrText xml:space="preserve"> ADDIN EN.CITE &lt;EndNote&gt;&lt;Cite&gt;&lt;Author&gt;Finegold&lt;/Author&gt;&lt;Year&gt;1991&lt;/Year&gt;&lt;IDText&gt;Students&amp;apos; concepts of force as applied to related physical systems: A search for consistency&lt;/IDText&gt;&lt;DisplayText&gt;(Finegold and Gorsky, 1991; Alonzo and Steedle, 2009)&lt;/DisplayText&gt;&lt;record&gt;&lt;titles&gt;&lt;title&gt;Students&amp;apos; concepts of force as applied to related physical systems: A search for consistency&lt;/title&gt;&lt;secondary-title&gt;International Journal of Science Education&lt;/secondary-title&gt;&lt;/titles&gt;&lt;pages&gt;97-113&lt;/pages&gt;&lt;contributors&gt;&lt;authors&gt;&lt;author&gt;Finegold, M&lt;/author&gt;&lt;author&gt;Gorsky, P&lt;/author&gt;&lt;/authors&gt;&lt;/contributors&gt;&lt;added-date format="utc"&gt;1663844545&lt;/added-date&gt;&lt;ref-type name="Journal Article"&gt;17&lt;/ref-type&gt;&lt;dates&gt;&lt;year&gt;1991&lt;/year&gt;&lt;/dates&gt;&lt;rec-number&gt;430&lt;/rec-number&gt;&lt;last-updated-date format="utc"&gt;1663844623&lt;/last-updated-date&gt;&lt;volume&gt;13(1)&lt;/volume&gt;&lt;/record&gt;&lt;/Cite&gt;&lt;Cite&gt;&lt;Author&gt;Alonzo&lt;/Author&gt;&lt;Year&gt;2009&lt;/Year&gt;&lt;IDText&gt;Developing and assessing a force and motion learning progression&lt;/IDText&gt;&lt;record&gt;&lt;titles&gt;&lt;title&gt;Developing and assessing a force and motion learning progression&lt;/title&gt;&lt;secondary-title&gt;Science Education&lt;/secondary-title&gt;&lt;/titles&gt;&lt;pages&gt;389-421&lt;/pages&gt;&lt;contributors&gt;&lt;authors&gt;&lt;author&gt;Alonzo, A.C&lt;/author&gt;&lt;author&gt;Steedle, J.T&lt;/author&gt;&lt;/authors&gt;&lt;/contributors&gt;&lt;added-date format="utc"&gt;1663844687&lt;/added-date&gt;&lt;ref-type name="Journal Article"&gt;17&lt;/ref-type&gt;&lt;dates&gt;&lt;year&gt;2009&lt;/year&gt;&lt;/dates&gt;&lt;rec-number&gt;431&lt;/rec-number&gt;&lt;last-updated-date format="utc"&gt;1663844752&lt;/last-updated-date&gt;&lt;volume&gt;93(3)&lt;/volume&gt;&lt;/record&gt;&lt;/Cite&gt;&lt;/EndNote&gt;</w:instrText>
      </w:r>
      <w:r w:rsidR="009F78EE">
        <w:fldChar w:fldCharType="separate"/>
      </w:r>
      <w:r w:rsidR="009F78EE">
        <w:rPr>
          <w:noProof/>
        </w:rPr>
        <w:t>(Finegold and Gorsky, 1991; Alonzo and Steedle, 2009)</w:t>
      </w:r>
      <w:r w:rsidR="009F78EE">
        <w:fldChar w:fldCharType="end"/>
      </w:r>
      <w:r w:rsidR="00ED35F8">
        <w:t>.</w:t>
      </w:r>
    </w:p>
    <w:p w14:paraId="14672D79" w14:textId="77777777" w:rsidR="000C3058" w:rsidRDefault="000C3058" w:rsidP="00FB1FF6">
      <w:pPr>
        <w:spacing w:after="180"/>
        <w:rPr>
          <w:b/>
          <w:color w:val="5F497A" w:themeColor="accent4" w:themeShade="BF"/>
          <w:sz w:val="24"/>
        </w:rPr>
      </w:pPr>
      <w:r>
        <w:rPr>
          <w:b/>
          <w:color w:val="5F497A" w:themeColor="accent4" w:themeShade="BF"/>
          <w:sz w:val="24"/>
        </w:rPr>
        <w:t>Guidance notes</w:t>
      </w:r>
    </w:p>
    <w:p w14:paraId="4E0A6B69" w14:textId="15BC4ABC" w:rsidR="000C3058" w:rsidRPr="000C3058" w:rsidRDefault="000C3058" w:rsidP="00FB1FF6">
      <w:pPr>
        <w:spacing w:after="180"/>
        <w:rPr>
          <w:bCs/>
        </w:rPr>
      </w:pPr>
      <w:r>
        <w:rPr>
          <w:bCs/>
        </w:rPr>
        <w:t xml:space="preserve">Given students’ difficulties in differentiating between momentum and the energy in a kinetic store, it is important to ensure they have a good grasp of the </w:t>
      </w:r>
      <w:r w:rsidR="00825052">
        <w:rPr>
          <w:bCs/>
        </w:rPr>
        <w:t>latter</w:t>
      </w:r>
      <w:r>
        <w:rPr>
          <w:bCs/>
        </w:rPr>
        <w:t>. The diagnostic questions and response activities in BEST topic PFM</w:t>
      </w:r>
      <w:r w:rsidR="00AB09AF">
        <w:rPr>
          <w:bCs/>
        </w:rPr>
        <w:t>5</w:t>
      </w:r>
      <w:r>
        <w:rPr>
          <w:bCs/>
        </w:rPr>
        <w:t>.1 can help to develop this understanding.</w:t>
      </w:r>
    </w:p>
    <w:p w14:paraId="7EC01B1F" w14:textId="55483447" w:rsidR="00FB1FF6" w:rsidRPr="008A4BCA" w:rsidRDefault="00FB1FF6" w:rsidP="00FB1FF6">
      <w:pPr>
        <w:spacing w:after="180"/>
        <w:rPr>
          <w:b/>
          <w:color w:val="5F497A" w:themeColor="accent4" w:themeShade="BF"/>
          <w:sz w:val="24"/>
        </w:rPr>
      </w:pPr>
      <w:r>
        <w:rPr>
          <w:b/>
          <w:color w:val="5F497A" w:themeColor="accent4" w:themeShade="BF"/>
          <w:sz w:val="24"/>
        </w:rPr>
        <w:t>References</w:t>
      </w:r>
    </w:p>
    <w:p w14:paraId="5A38E60D" w14:textId="77777777" w:rsidR="009F78EE" w:rsidRPr="009F78EE" w:rsidRDefault="007D6F34" w:rsidP="009F78EE">
      <w:pPr>
        <w:pStyle w:val="EndNoteBibliography"/>
        <w:spacing w:after="120"/>
        <w:ind w:left="426" w:hanging="426"/>
      </w:pPr>
      <w:r>
        <w:fldChar w:fldCharType="begin"/>
      </w:r>
      <w:r>
        <w:instrText xml:space="preserve"> ADDIN EN.REFLIST </w:instrText>
      </w:r>
      <w:r>
        <w:fldChar w:fldCharType="separate"/>
      </w:r>
      <w:r w:rsidR="009F78EE" w:rsidRPr="009F78EE">
        <w:t xml:space="preserve">Alonzo, A. C. and Steedle, J. T. (2009). Developing and assessing a force and motion learning progression. </w:t>
      </w:r>
      <w:r w:rsidR="009F78EE" w:rsidRPr="009F78EE">
        <w:rPr>
          <w:i/>
        </w:rPr>
        <w:t>Science Education,</w:t>
      </w:r>
      <w:r w:rsidR="009F78EE" w:rsidRPr="009F78EE">
        <w:t xml:space="preserve"> 93(3)</w:t>
      </w:r>
      <w:r w:rsidR="009F78EE" w:rsidRPr="009F78EE">
        <w:rPr>
          <w:b/>
        </w:rPr>
        <w:t>,</w:t>
      </w:r>
      <w:r w:rsidR="009F78EE" w:rsidRPr="009F78EE">
        <w:t xml:space="preserve"> 389-421.</w:t>
      </w:r>
    </w:p>
    <w:p w14:paraId="3DA2DD2C" w14:textId="77777777" w:rsidR="009F78EE" w:rsidRPr="009F78EE" w:rsidRDefault="009F78EE" w:rsidP="009F78EE">
      <w:pPr>
        <w:pStyle w:val="EndNoteBibliography"/>
        <w:spacing w:after="120"/>
        <w:ind w:left="426" w:hanging="426"/>
      </w:pPr>
      <w:r w:rsidRPr="009F78EE">
        <w:t xml:space="preserve">Brown, D. E. (1989). Students' concept of force: the importance of understanding Newton's third law. </w:t>
      </w:r>
      <w:r w:rsidRPr="009F78EE">
        <w:rPr>
          <w:i/>
        </w:rPr>
        <w:t>Physics Education,</w:t>
      </w:r>
      <w:r w:rsidRPr="009F78EE">
        <w:t xml:space="preserve"> 24(6)</w:t>
      </w:r>
      <w:r w:rsidRPr="009F78EE">
        <w:rPr>
          <w:b/>
        </w:rPr>
        <w:t>,</w:t>
      </w:r>
      <w:r w:rsidRPr="009F78EE">
        <w:t xml:space="preserve"> 353-358.</w:t>
      </w:r>
    </w:p>
    <w:p w14:paraId="57B211D8" w14:textId="77777777" w:rsidR="009F78EE" w:rsidRPr="009F78EE" w:rsidRDefault="009F78EE" w:rsidP="009F78EE">
      <w:pPr>
        <w:pStyle w:val="EndNoteBibliography"/>
        <w:spacing w:after="120"/>
        <w:ind w:left="426" w:hanging="426"/>
      </w:pPr>
      <w:r w:rsidRPr="009F78EE">
        <w:t xml:space="preserve">Bryce, T. G. K. and MacMillan, K. (2009). Momentum and kinetic energy: Confusable concepts in secondary school physics. </w:t>
      </w:r>
      <w:r w:rsidRPr="009F78EE">
        <w:rPr>
          <w:i/>
        </w:rPr>
        <w:t>Journal of Research in Science Teaching,</w:t>
      </w:r>
      <w:r w:rsidRPr="009F78EE">
        <w:t xml:space="preserve"> 46(7)</w:t>
      </w:r>
      <w:r w:rsidRPr="009F78EE">
        <w:rPr>
          <w:b/>
        </w:rPr>
        <w:t>,</w:t>
      </w:r>
      <w:r w:rsidRPr="009F78EE">
        <w:t xml:space="preserve"> 739-761.</w:t>
      </w:r>
    </w:p>
    <w:p w14:paraId="3E8DC5AE" w14:textId="77777777" w:rsidR="009F78EE" w:rsidRPr="009F78EE" w:rsidRDefault="009F78EE" w:rsidP="009F78EE">
      <w:pPr>
        <w:pStyle w:val="EndNoteBibliography"/>
        <w:spacing w:after="120"/>
        <w:ind w:left="426" w:hanging="426"/>
      </w:pPr>
      <w:r w:rsidRPr="009F78EE">
        <w:t xml:space="preserve">Clement, J. (1982). Students' preconceptions in introductory mechanics. </w:t>
      </w:r>
      <w:r w:rsidRPr="009F78EE">
        <w:rPr>
          <w:i/>
        </w:rPr>
        <w:t>American Journal of Physics,</w:t>
      </w:r>
      <w:r w:rsidRPr="009F78EE">
        <w:t xml:space="preserve"> 50(1)</w:t>
      </w:r>
      <w:r w:rsidRPr="009F78EE">
        <w:rPr>
          <w:b/>
        </w:rPr>
        <w:t>,</w:t>
      </w:r>
      <w:r w:rsidRPr="009F78EE">
        <w:t xml:space="preserve"> 66-71.</w:t>
      </w:r>
    </w:p>
    <w:p w14:paraId="02A8A452" w14:textId="77777777" w:rsidR="009F78EE" w:rsidRPr="009F78EE" w:rsidRDefault="009F78EE" w:rsidP="009F78EE">
      <w:pPr>
        <w:pStyle w:val="EndNoteBibliography"/>
        <w:spacing w:after="120"/>
        <w:ind w:left="426" w:hanging="426"/>
      </w:pPr>
      <w:r w:rsidRPr="009F78EE">
        <w:t xml:space="preserve">Driver, R., et al. (1994). </w:t>
      </w:r>
      <w:r w:rsidRPr="009F78EE">
        <w:rPr>
          <w:i/>
        </w:rPr>
        <w:t xml:space="preserve">Making Sense of Secondary Science: Research into Children's Ideas, </w:t>
      </w:r>
      <w:r w:rsidRPr="009F78EE">
        <w:t>London, UK: Routledge.</w:t>
      </w:r>
    </w:p>
    <w:p w14:paraId="780F13A7" w14:textId="77777777" w:rsidR="009F78EE" w:rsidRPr="009F78EE" w:rsidRDefault="009F78EE" w:rsidP="009F78EE">
      <w:pPr>
        <w:pStyle w:val="EndNoteBibliography"/>
        <w:spacing w:after="120"/>
        <w:ind w:left="426" w:hanging="426"/>
      </w:pPr>
      <w:r w:rsidRPr="009F78EE">
        <w:t xml:space="preserve">Finegold, M. and Gorsky, P. (1991). Students' concepts of force as applied to related physical systems: A search for consistency. </w:t>
      </w:r>
      <w:r w:rsidRPr="009F78EE">
        <w:rPr>
          <w:i/>
        </w:rPr>
        <w:t>International Journal of Science Education,</w:t>
      </w:r>
      <w:r w:rsidRPr="009F78EE">
        <w:t xml:space="preserve"> 13(1)</w:t>
      </w:r>
      <w:r w:rsidRPr="009F78EE">
        <w:rPr>
          <w:b/>
        </w:rPr>
        <w:t>,</w:t>
      </w:r>
      <w:r w:rsidRPr="009F78EE">
        <w:t xml:space="preserve"> 97-113.</w:t>
      </w:r>
    </w:p>
    <w:p w14:paraId="618E752E" w14:textId="77777777" w:rsidR="009F78EE" w:rsidRPr="009F78EE" w:rsidRDefault="009F78EE" w:rsidP="009F78EE">
      <w:pPr>
        <w:pStyle w:val="EndNoteBibliography"/>
        <w:spacing w:after="120"/>
        <w:ind w:left="426" w:hanging="426"/>
      </w:pPr>
      <w:r w:rsidRPr="009F78EE">
        <w:t xml:space="preserve">Flores, S., Kanim, S. E. and Kautz, C. H. (2004). Students use of vectors in introductory mechanics. </w:t>
      </w:r>
      <w:r w:rsidRPr="009F78EE">
        <w:rPr>
          <w:i/>
        </w:rPr>
        <w:t>American Journal of Physics,</w:t>
      </w:r>
      <w:r w:rsidRPr="009F78EE">
        <w:t xml:space="preserve"> 72(4)</w:t>
      </w:r>
      <w:r w:rsidRPr="009F78EE">
        <w:rPr>
          <w:b/>
        </w:rPr>
        <w:t>,</w:t>
      </w:r>
      <w:r w:rsidRPr="009F78EE">
        <w:t xml:space="preserve"> 460-468.</w:t>
      </w:r>
    </w:p>
    <w:p w14:paraId="7396C988" w14:textId="77777777" w:rsidR="009F78EE" w:rsidRPr="009F78EE" w:rsidRDefault="009F78EE" w:rsidP="009F78EE">
      <w:pPr>
        <w:pStyle w:val="EndNoteBibliography"/>
        <w:spacing w:after="120"/>
        <w:ind w:left="426" w:hanging="426"/>
      </w:pPr>
      <w:r w:rsidRPr="009F78EE">
        <w:t xml:space="preserve">Gunstone, R. F. and White, R. T. (1981). Understanding of gravity. </w:t>
      </w:r>
      <w:r w:rsidRPr="009F78EE">
        <w:rPr>
          <w:i/>
        </w:rPr>
        <w:t>Science Education,</w:t>
      </w:r>
      <w:r w:rsidRPr="009F78EE">
        <w:t xml:space="preserve"> 65(3)</w:t>
      </w:r>
      <w:r w:rsidRPr="009F78EE">
        <w:rPr>
          <w:b/>
        </w:rPr>
        <w:t>,</w:t>
      </w:r>
      <w:r w:rsidRPr="009F78EE">
        <w:t xml:space="preserve"> 291-299.</w:t>
      </w:r>
    </w:p>
    <w:p w14:paraId="764516E6" w14:textId="77777777" w:rsidR="009F78EE" w:rsidRPr="009F78EE" w:rsidRDefault="009F78EE" w:rsidP="009F78EE">
      <w:pPr>
        <w:pStyle w:val="EndNoteBibliography"/>
        <w:spacing w:after="120"/>
        <w:ind w:left="426" w:hanging="426"/>
      </w:pPr>
      <w:r w:rsidRPr="009F78EE">
        <w:t xml:space="preserve">Halloun, I. A. and Hestenes, D. (1985). Common sense concepts about motion. </w:t>
      </w:r>
      <w:r w:rsidRPr="009F78EE">
        <w:rPr>
          <w:i/>
        </w:rPr>
        <w:t>American Journal of Physics,</w:t>
      </w:r>
      <w:r w:rsidRPr="009F78EE">
        <w:t xml:space="preserve"> 53(11)</w:t>
      </w:r>
      <w:r w:rsidRPr="009F78EE">
        <w:rPr>
          <w:b/>
        </w:rPr>
        <w:t>,</w:t>
      </w:r>
      <w:r w:rsidRPr="009F78EE">
        <w:t xml:space="preserve"> 1056-1065.</w:t>
      </w:r>
    </w:p>
    <w:p w14:paraId="04B58BC2" w14:textId="77777777" w:rsidR="009F78EE" w:rsidRPr="009F78EE" w:rsidRDefault="009F78EE" w:rsidP="009F78EE">
      <w:pPr>
        <w:pStyle w:val="EndNoteBibliography"/>
        <w:spacing w:after="120"/>
        <w:ind w:left="426" w:hanging="426"/>
      </w:pPr>
      <w:r w:rsidRPr="009F78EE">
        <w:t xml:space="preserve">Knight, R. D. (2004). </w:t>
      </w:r>
      <w:r w:rsidRPr="009F78EE">
        <w:rPr>
          <w:i/>
        </w:rPr>
        <w:t xml:space="preserve">Five Easy Lessons: Strategies for Successful Physics Teaching, </w:t>
      </w:r>
      <w:r w:rsidRPr="009F78EE">
        <w:t>San Francisco, U.S.A.: Addison Wesley.</w:t>
      </w:r>
    </w:p>
    <w:p w14:paraId="2DB825DE" w14:textId="77777777" w:rsidR="009F78EE" w:rsidRPr="009F78EE" w:rsidRDefault="009F78EE" w:rsidP="009F78EE">
      <w:pPr>
        <w:pStyle w:val="EndNoteBibliography"/>
        <w:spacing w:after="120"/>
        <w:ind w:left="426" w:hanging="426"/>
      </w:pPr>
      <w:r w:rsidRPr="009F78EE">
        <w:lastRenderedPageBreak/>
        <w:t xml:space="preserve">Lawson, R. A. and McDermott, L. C. (1987). Student understanding of the work-energy and impulse-momentum theorums. </w:t>
      </w:r>
      <w:r w:rsidRPr="009F78EE">
        <w:rPr>
          <w:i/>
        </w:rPr>
        <w:t>American Journal of Physics,</w:t>
      </w:r>
      <w:r w:rsidRPr="009F78EE">
        <w:t xml:space="preserve"> 55(9)</w:t>
      </w:r>
      <w:r w:rsidRPr="009F78EE">
        <w:rPr>
          <w:b/>
        </w:rPr>
        <w:t>,</w:t>
      </w:r>
      <w:r w:rsidRPr="009F78EE">
        <w:t xml:space="preserve"> 811-817.</w:t>
      </w:r>
    </w:p>
    <w:p w14:paraId="4388CAA1" w14:textId="77777777" w:rsidR="009F78EE" w:rsidRPr="009F78EE" w:rsidRDefault="009F78EE" w:rsidP="009F78EE">
      <w:pPr>
        <w:pStyle w:val="EndNoteBibliography"/>
        <w:spacing w:after="120"/>
        <w:ind w:left="426" w:hanging="426"/>
      </w:pPr>
      <w:r w:rsidRPr="009F78EE">
        <w:t xml:space="preserve">Lemmer, M. (2013). Nature, Cause and Effect of Students' Intuitive Conceptions Regarding Changes in Velocity. </w:t>
      </w:r>
      <w:r w:rsidRPr="009F78EE">
        <w:rPr>
          <w:i/>
        </w:rPr>
        <w:t>International Journal of Science Education,</w:t>
      </w:r>
      <w:r w:rsidRPr="009F78EE">
        <w:t xml:space="preserve"> 35(2)</w:t>
      </w:r>
      <w:r w:rsidRPr="009F78EE">
        <w:rPr>
          <w:b/>
        </w:rPr>
        <w:t>,</w:t>
      </w:r>
      <w:r w:rsidRPr="009F78EE">
        <w:t xml:space="preserve"> 239-261.</w:t>
      </w:r>
    </w:p>
    <w:p w14:paraId="30129E55" w14:textId="77777777" w:rsidR="009F78EE" w:rsidRPr="009F78EE" w:rsidRDefault="009F78EE" w:rsidP="009F78EE">
      <w:pPr>
        <w:pStyle w:val="EndNoteBibliography"/>
        <w:spacing w:after="120"/>
        <w:ind w:left="426" w:hanging="426"/>
      </w:pPr>
      <w:r w:rsidRPr="009F78EE">
        <w:t xml:space="preserve">McCloskey, M. (1983). Intuitive Physics. </w:t>
      </w:r>
      <w:r w:rsidRPr="009F78EE">
        <w:rPr>
          <w:i/>
        </w:rPr>
        <w:t>Scientific American,</w:t>
      </w:r>
      <w:r w:rsidRPr="009F78EE">
        <w:t xml:space="preserve"> 248(4).</w:t>
      </w:r>
    </w:p>
    <w:p w14:paraId="132C1288" w14:textId="77777777" w:rsidR="009F78EE" w:rsidRPr="009F78EE" w:rsidRDefault="009F78EE" w:rsidP="009F78EE">
      <w:pPr>
        <w:pStyle w:val="EndNoteBibliography"/>
        <w:spacing w:after="120"/>
        <w:ind w:left="426" w:hanging="426"/>
      </w:pPr>
      <w:r w:rsidRPr="009F78EE">
        <w:t xml:space="preserve">Pride, T. O., Vokos, S. and McDermott, L. C. (1998). The challenge of matching learning assessments to teaching goals: An example from the work-energy and impulse-momentum theorums. </w:t>
      </w:r>
      <w:r w:rsidRPr="009F78EE">
        <w:rPr>
          <w:i/>
        </w:rPr>
        <w:t>American Journal of Physics,</w:t>
      </w:r>
      <w:r w:rsidRPr="009F78EE">
        <w:t xml:space="preserve"> 66(2)</w:t>
      </w:r>
      <w:r w:rsidRPr="009F78EE">
        <w:rPr>
          <w:b/>
        </w:rPr>
        <w:t>,</w:t>
      </w:r>
      <w:r w:rsidRPr="009F78EE">
        <w:t xml:space="preserve"> 147-157.</w:t>
      </w:r>
    </w:p>
    <w:p w14:paraId="0E6F1736" w14:textId="77777777" w:rsidR="009F78EE" w:rsidRPr="009F78EE" w:rsidRDefault="009F78EE" w:rsidP="009F78EE">
      <w:pPr>
        <w:pStyle w:val="EndNoteBibliography"/>
        <w:spacing w:after="120"/>
        <w:ind w:left="426" w:hanging="426"/>
      </w:pPr>
      <w:r w:rsidRPr="009F78EE">
        <w:t xml:space="preserve">Singh, C. and Rosengrant, D. (2003). Multiple-choice test of energy and momentum concepts. </w:t>
      </w:r>
      <w:r w:rsidRPr="009F78EE">
        <w:rPr>
          <w:i/>
        </w:rPr>
        <w:t>American Journal of Physics,</w:t>
      </w:r>
      <w:r w:rsidRPr="009F78EE">
        <w:t xml:space="preserve"> 71(6)</w:t>
      </w:r>
      <w:r w:rsidRPr="009F78EE">
        <w:rPr>
          <w:b/>
        </w:rPr>
        <w:t>,</w:t>
      </w:r>
      <w:r w:rsidRPr="009F78EE">
        <w:t xml:space="preserve"> 607-617.</w:t>
      </w:r>
    </w:p>
    <w:p w14:paraId="10B18D21" w14:textId="77777777" w:rsidR="009F78EE" w:rsidRPr="009F78EE" w:rsidRDefault="009F78EE" w:rsidP="009F78EE">
      <w:pPr>
        <w:pStyle w:val="EndNoteBibliography"/>
        <w:spacing w:after="120"/>
        <w:ind w:left="426" w:hanging="426"/>
      </w:pPr>
      <w:r w:rsidRPr="009F78EE">
        <w:t xml:space="preserve">Twigger, D., et al. (1994). The conception of force and motion of students aged between 10 and 15 years: an interview study designed to guide instruction. </w:t>
      </w:r>
      <w:r w:rsidRPr="009F78EE">
        <w:rPr>
          <w:i/>
        </w:rPr>
        <w:t>International Journal of Science Education,</w:t>
      </w:r>
      <w:r w:rsidRPr="009F78EE">
        <w:t xml:space="preserve"> 16(2)</w:t>
      </w:r>
      <w:r w:rsidRPr="009F78EE">
        <w:rPr>
          <w:b/>
        </w:rPr>
        <w:t>,</w:t>
      </w:r>
      <w:r w:rsidRPr="009F78EE">
        <w:t xml:space="preserve"> 215-229.</w:t>
      </w:r>
    </w:p>
    <w:p w14:paraId="732465C9" w14:textId="77777777" w:rsidR="009F78EE" w:rsidRPr="009F78EE" w:rsidRDefault="009F78EE" w:rsidP="009F78EE">
      <w:pPr>
        <w:pStyle w:val="EndNoteBibliography"/>
        <w:spacing w:after="120"/>
        <w:ind w:left="426" w:hanging="426"/>
      </w:pPr>
      <w:r w:rsidRPr="009F78EE">
        <w:t xml:space="preserve">Viennot, L. (1979). Spontaneous Reasoning in Elementary Dynamics. </w:t>
      </w:r>
      <w:r w:rsidRPr="009F78EE">
        <w:rPr>
          <w:i/>
        </w:rPr>
        <w:t>European Journal of Science Education,</w:t>
      </w:r>
      <w:r w:rsidRPr="009F78EE">
        <w:t xml:space="preserve"> 1(2)</w:t>
      </w:r>
      <w:r w:rsidRPr="009F78EE">
        <w:rPr>
          <w:b/>
        </w:rPr>
        <w:t>,</w:t>
      </w:r>
      <w:r w:rsidRPr="009F78EE">
        <w:t xml:space="preserve"> 205-221.</w:t>
      </w:r>
    </w:p>
    <w:p w14:paraId="00291426" w14:textId="77777777" w:rsidR="009F78EE" w:rsidRPr="009F78EE" w:rsidRDefault="009F78EE" w:rsidP="009F78EE">
      <w:pPr>
        <w:pStyle w:val="EndNoteBibliography"/>
        <w:spacing w:after="120"/>
        <w:ind w:left="426" w:hanging="426"/>
      </w:pPr>
      <w:r w:rsidRPr="009F78EE">
        <w:t xml:space="preserve">Watts, D. M. and Zylbersztajn, A. (1981). A survey of some children's ideas about force. </w:t>
      </w:r>
      <w:r w:rsidRPr="009F78EE">
        <w:rPr>
          <w:i/>
        </w:rPr>
        <w:t>Physics Education,</w:t>
      </w:r>
      <w:r w:rsidRPr="009F78EE">
        <w:t xml:space="preserve"> 16(6)</w:t>
      </w:r>
      <w:r w:rsidRPr="009F78EE">
        <w:rPr>
          <w:b/>
        </w:rPr>
        <w:t>,</w:t>
      </w:r>
      <w:r w:rsidRPr="009F78EE">
        <w:t xml:space="preserve"> 360-365.</w:t>
      </w:r>
    </w:p>
    <w:p w14:paraId="2ADD7045" w14:textId="01F3C715" w:rsidR="00D43788" w:rsidRDefault="007D6F34" w:rsidP="009F78EE">
      <w:pPr>
        <w:spacing w:after="120" w:line="276" w:lineRule="auto"/>
        <w:ind w:left="426" w:hanging="426"/>
      </w:pPr>
      <w:r>
        <w:fldChar w:fldCharType="end"/>
      </w:r>
    </w:p>
    <w:sectPr w:rsidR="00D43788" w:rsidSect="00492492">
      <w:headerReference w:type="default" r:id="rId21"/>
      <w:footerReference w:type="default" r:id="rId22"/>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E2B8D5" w14:textId="77777777" w:rsidR="0050216E" w:rsidRDefault="0050216E" w:rsidP="000B473B">
      <w:r>
        <w:separator/>
      </w:r>
    </w:p>
  </w:endnote>
  <w:endnote w:type="continuationSeparator" w:id="0">
    <w:p w14:paraId="3995986D" w14:textId="77777777" w:rsidR="0050216E" w:rsidRDefault="0050216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450EC" w14:textId="63E82688" w:rsidR="006F01D8" w:rsidRDefault="0002054C" w:rsidP="00F34FD0">
    <w:pPr>
      <w:pStyle w:val="Footer"/>
      <w:tabs>
        <w:tab w:val="clear" w:pos="4513"/>
        <w:tab w:val="clear" w:pos="9026"/>
        <w:tab w:val="right" w:pos="13892"/>
      </w:tabs>
      <w:rPr>
        <w:noProof/>
      </w:rPr>
    </w:pPr>
    <w:r>
      <w:rPr>
        <w:noProof/>
        <w:lang w:eastAsia="en-GB"/>
      </w:rPr>
      <mc:AlternateContent>
        <mc:Choice Requires="wpg">
          <w:drawing>
            <wp:anchor distT="0" distB="0" distL="114300" distR="114300" simplePos="0" relativeHeight="251671552" behindDoc="0" locked="0" layoutInCell="1" allowOverlap="1" wp14:anchorId="2E76C55C" wp14:editId="778F83FD">
              <wp:simplePos x="0" y="0"/>
              <wp:positionH relativeFrom="column">
                <wp:posOffset>6970943</wp:posOffset>
              </wp:positionH>
              <wp:positionV relativeFrom="paragraph">
                <wp:posOffset>142875</wp:posOffset>
              </wp:positionV>
              <wp:extent cx="1419265" cy="179705"/>
              <wp:effectExtent l="0" t="0" r="9525" b="0"/>
              <wp:wrapNone/>
              <wp:docPr id="11" name="Group 11"/>
              <wp:cNvGraphicFramePr/>
              <a:graphic xmlns:a="http://schemas.openxmlformats.org/drawingml/2006/main">
                <a:graphicData uri="http://schemas.microsoft.com/office/word/2010/wordprocessingGroup">
                  <wpg:wgp>
                    <wpg:cNvGrpSpPr/>
                    <wpg:grpSpPr>
                      <a:xfrm>
                        <a:off x="0" y="0"/>
                        <a:ext cx="1419265" cy="179705"/>
                        <a:chOff x="0" y="0"/>
                        <a:chExt cx="1419265" cy="179705"/>
                      </a:xfrm>
                    </wpg:grpSpPr>
                    <pic:pic xmlns:pic="http://schemas.openxmlformats.org/drawingml/2006/picture">
                      <pic:nvPicPr>
                        <pic:cNvPr id="12" name="Picture 1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03935" cy="179705"/>
                        </a:xfrm>
                        <a:prstGeom prst="rect">
                          <a:avLst/>
                        </a:prstGeom>
                      </pic:spPr>
                    </pic:pic>
                    <pic:pic xmlns:pic="http://schemas.openxmlformats.org/drawingml/2006/picture">
                      <pic:nvPicPr>
                        <pic:cNvPr id="226" name="Picture 226"/>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1099225" y="0"/>
                          <a:ext cx="320040" cy="179705"/>
                        </a:xfrm>
                        <a:prstGeom prst="rect">
                          <a:avLst/>
                        </a:prstGeom>
                      </pic:spPr>
                    </pic:pic>
                  </wpg:wgp>
                </a:graphicData>
              </a:graphic>
            </wp:anchor>
          </w:drawing>
        </mc:Choice>
        <mc:Fallback>
          <w:pict>
            <v:group w14:anchorId="3B36E0B9" id="Group 11" o:spid="_x0000_s1026" style="position:absolute;margin-left:548.9pt;margin-top:11.25pt;width:111.75pt;height:14.15pt;z-index:251671552" coordsize="14192,179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27" type="#_x0000_t75" style="position:absolute;width:10039;height:17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">
                <v:imagedata r:id="rId3" o:title=""/>
                <v:path arrowok="t"/>
              </v:shape>
              <v:shape id="Picture 226" o:spid="_x0000_s1028" type="#_x0000_t75" style="position:absolute;left:10992;width:3200;height:17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">
                <v:imagedata r:id="rId4" o:title=""/>
                <v:path arrowok="t"/>
              </v:shape>
            </v:group>
          </w:pict>
        </mc:Fallback>
      </mc:AlternateContent>
    </w:r>
    <w:r w:rsidR="006F01D8">
      <w:rPr>
        <w:noProof/>
        <w:lang w:eastAsia="en-GB"/>
      </w:rPr>
      <mc:AlternateContent>
        <mc:Choice Requires="wps">
          <w:drawing>
            <wp:anchor distT="4294967295" distB="4294967295" distL="114300" distR="114300" simplePos="0" relativeHeight="251663360" behindDoc="0" locked="0" layoutInCell="1" allowOverlap="1" wp14:anchorId="60A5CC4A" wp14:editId="2A2B7D66">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304F91"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sidR="00E5697D">
      <w:rPr>
        <w:sz w:val="16"/>
        <w:szCs w:val="16"/>
      </w:rPr>
      <w:t>Developed by the University of York Science Education Group, the Salters’ Institute and the Institute of Physics.</w:t>
    </w:r>
    <w:r w:rsidR="006F01D8">
      <w:rPr>
        <w:sz w:val="16"/>
        <w:szCs w:val="16"/>
      </w:rPr>
      <w:tab/>
    </w:r>
    <w:r w:rsidR="006F01D8">
      <w:fldChar w:fldCharType="begin"/>
    </w:r>
    <w:r w:rsidR="006F01D8">
      <w:instrText xml:space="preserve"> PAGE  \* Arabic  \* MERGEFORMAT </w:instrText>
    </w:r>
    <w:r w:rsidR="006F01D8">
      <w:fldChar w:fldCharType="separate"/>
    </w:r>
    <w:r>
      <w:rPr>
        <w:noProof/>
      </w:rPr>
      <w:t>8</w:t>
    </w:r>
    <w:r w:rsidR="006F01D8">
      <w:rPr>
        <w:noProof/>
      </w:rPr>
      <w:fldChar w:fldCharType="end"/>
    </w:r>
  </w:p>
  <w:p w14:paraId="287154C3" w14:textId="76B85AB3" w:rsidR="00C63844" w:rsidRDefault="00C63844" w:rsidP="00F34FD0">
    <w:pPr>
      <w:pStyle w:val="Footer"/>
      <w:tabs>
        <w:tab w:val="clear" w:pos="4513"/>
        <w:tab w:val="clear" w:pos="9026"/>
        <w:tab w:val="right" w:pos="13892"/>
      </w:tabs>
      <w:rPr>
        <w:sz w:val="16"/>
        <w:szCs w:val="16"/>
      </w:rPr>
    </w:pPr>
    <w:r>
      <w:rPr>
        <w:sz w:val="16"/>
        <w:szCs w:val="16"/>
      </w:rPr>
      <w:t xml:space="preserve">This </w:t>
    </w:r>
    <w:r w:rsidR="00B6703E">
      <w:rPr>
        <w:sz w:val="16"/>
        <w:szCs w:val="16"/>
      </w:rPr>
      <w:t>document</w:t>
    </w:r>
    <w:r>
      <w:rPr>
        <w:sz w:val="16"/>
        <w:szCs w:val="16"/>
      </w:rPr>
      <w:t xml:space="preserve"> may have been edited. Download the original from </w:t>
    </w:r>
    <w:r w:rsidRPr="00ED4562">
      <w:rPr>
        <w:b/>
        <w:sz w:val="16"/>
        <w:szCs w:val="16"/>
      </w:rPr>
      <w:t>www.BestEvidenceScienceTeaching.org</w:t>
    </w:r>
  </w:p>
  <w:p w14:paraId="1ECD8D51" w14:textId="7A481ADF" w:rsidR="006F01D8" w:rsidRPr="00E172C6" w:rsidRDefault="008A4BCA" w:rsidP="008A4BCA">
    <w:pPr>
      <w:pStyle w:val="Footer"/>
      <w:rPr>
        <w:sz w:val="16"/>
        <w:szCs w:val="16"/>
      </w:rPr>
    </w:pPr>
    <w:r w:rsidRPr="008A4BCA">
      <w:rPr>
        <w:sz w:val="16"/>
        <w:szCs w:val="16"/>
      </w:rPr>
      <w:t>© University of York Science Education Group. Distributed under a Creative Commons Attribution-NonCommercial (CC BY-NC) license.</w:t>
    </w:r>
    <w:r w:rsidR="00492492" w:rsidRPr="00492492">
      <w:rPr>
        <w:noProof/>
        <w:lang w:eastAsia="en-GB"/>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AFD096" w14:textId="77777777" w:rsidR="0050216E" w:rsidRDefault="0050216E" w:rsidP="000B473B">
      <w:r>
        <w:separator/>
      </w:r>
    </w:p>
  </w:footnote>
  <w:footnote w:type="continuationSeparator" w:id="0">
    <w:p w14:paraId="6D188D06" w14:textId="77777777" w:rsidR="0050216E" w:rsidRDefault="0050216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EA18D" w14:textId="77777777"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0288" behindDoc="0" locked="0" layoutInCell="1" allowOverlap="1" wp14:anchorId="4B0FF3A7" wp14:editId="132FCDE0">
          <wp:simplePos x="0" y="0"/>
          <wp:positionH relativeFrom="column">
            <wp:posOffset>-9525</wp:posOffset>
          </wp:positionH>
          <wp:positionV relativeFrom="paragraph">
            <wp:posOffset>-177165</wp:posOffset>
          </wp:positionV>
          <wp:extent cx="867600" cy="363600"/>
          <wp:effectExtent l="0" t="0" r="0" b="0"/>
          <wp:wrapNone/>
          <wp:docPr id="6"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1312" behindDoc="0" locked="0" layoutInCell="1" allowOverlap="1" wp14:anchorId="1AAD90CA" wp14:editId="2BF9CF3C">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67B6D27"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32C89"/>
    <w:multiLevelType w:val="hybridMultilevel"/>
    <w:tmpl w:val="7E3A0F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3BC4C20"/>
    <w:multiLevelType w:val="hybridMultilevel"/>
    <w:tmpl w:val="4C3AAF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485E014A"/>
    <w:multiLevelType w:val="hybridMultilevel"/>
    <w:tmpl w:val="5EC412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984826"/>
    <w:multiLevelType w:val="hybridMultilevel"/>
    <w:tmpl w:val="3DD226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7C928D6"/>
    <w:multiLevelType w:val="hybridMultilevel"/>
    <w:tmpl w:val="87321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8"/>
  </w:num>
  <w:num w:numId="4">
    <w:abstractNumId w:val="6"/>
  </w:num>
  <w:num w:numId="5">
    <w:abstractNumId w:val="7"/>
  </w:num>
  <w:num w:numId="6">
    <w:abstractNumId w:val="9"/>
  </w:num>
  <w:num w:numId="7">
    <w:abstractNumId w:val="4"/>
  </w:num>
  <w:num w:numId="8">
    <w:abstractNumId w:val="3"/>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17D92"/>
    <w:rsid w:val="00001F3C"/>
    <w:rsid w:val="000026EA"/>
    <w:rsid w:val="00015578"/>
    <w:rsid w:val="0002054C"/>
    <w:rsid w:val="00024731"/>
    <w:rsid w:val="00026DEC"/>
    <w:rsid w:val="0003079C"/>
    <w:rsid w:val="000323DD"/>
    <w:rsid w:val="00036EBA"/>
    <w:rsid w:val="000439B6"/>
    <w:rsid w:val="00046E52"/>
    <w:rsid w:val="000505CA"/>
    <w:rsid w:val="00052C1A"/>
    <w:rsid w:val="0005709C"/>
    <w:rsid w:val="00062530"/>
    <w:rsid w:val="000658EE"/>
    <w:rsid w:val="00070D78"/>
    <w:rsid w:val="00077613"/>
    <w:rsid w:val="00091D5D"/>
    <w:rsid w:val="000947E2"/>
    <w:rsid w:val="00095286"/>
    <w:rsid w:val="00095E04"/>
    <w:rsid w:val="0009622F"/>
    <w:rsid w:val="0009628A"/>
    <w:rsid w:val="000A4D1F"/>
    <w:rsid w:val="000B473B"/>
    <w:rsid w:val="000C3058"/>
    <w:rsid w:val="000D0E89"/>
    <w:rsid w:val="000D2978"/>
    <w:rsid w:val="000D7240"/>
    <w:rsid w:val="000E2689"/>
    <w:rsid w:val="000F5E42"/>
    <w:rsid w:val="00104331"/>
    <w:rsid w:val="00106B6A"/>
    <w:rsid w:val="00137415"/>
    <w:rsid w:val="00142613"/>
    <w:rsid w:val="00143B21"/>
    <w:rsid w:val="00144DA7"/>
    <w:rsid w:val="00152809"/>
    <w:rsid w:val="00155B63"/>
    <w:rsid w:val="00161D3F"/>
    <w:rsid w:val="00164AA5"/>
    <w:rsid w:val="00176C8A"/>
    <w:rsid w:val="00184B55"/>
    <w:rsid w:val="00190580"/>
    <w:rsid w:val="00190EFB"/>
    <w:rsid w:val="001915D4"/>
    <w:rsid w:val="001928D3"/>
    <w:rsid w:val="001A1FED"/>
    <w:rsid w:val="001A40E2"/>
    <w:rsid w:val="001B2603"/>
    <w:rsid w:val="001C4805"/>
    <w:rsid w:val="001D052B"/>
    <w:rsid w:val="001D4887"/>
    <w:rsid w:val="001E105F"/>
    <w:rsid w:val="001E1688"/>
    <w:rsid w:val="001E1979"/>
    <w:rsid w:val="001E474E"/>
    <w:rsid w:val="001F129C"/>
    <w:rsid w:val="001F285E"/>
    <w:rsid w:val="001F2B4D"/>
    <w:rsid w:val="00204753"/>
    <w:rsid w:val="002178AC"/>
    <w:rsid w:val="00223388"/>
    <w:rsid w:val="0022442F"/>
    <w:rsid w:val="00224B69"/>
    <w:rsid w:val="0022547C"/>
    <w:rsid w:val="00233BFE"/>
    <w:rsid w:val="00245F3A"/>
    <w:rsid w:val="00247515"/>
    <w:rsid w:val="0025410A"/>
    <w:rsid w:val="00273B70"/>
    <w:rsid w:val="0028012F"/>
    <w:rsid w:val="00280B49"/>
    <w:rsid w:val="00287876"/>
    <w:rsid w:val="0029248B"/>
    <w:rsid w:val="00292C53"/>
    <w:rsid w:val="00294E22"/>
    <w:rsid w:val="002A0EF2"/>
    <w:rsid w:val="002A4E87"/>
    <w:rsid w:val="002B10D9"/>
    <w:rsid w:val="002B2613"/>
    <w:rsid w:val="002C0BBC"/>
    <w:rsid w:val="002C194B"/>
    <w:rsid w:val="002C2B01"/>
    <w:rsid w:val="002C36ED"/>
    <w:rsid w:val="002C59BA"/>
    <w:rsid w:val="002C66FB"/>
    <w:rsid w:val="002D3EAB"/>
    <w:rsid w:val="002D521F"/>
    <w:rsid w:val="002F08DF"/>
    <w:rsid w:val="002F3535"/>
    <w:rsid w:val="00301AA9"/>
    <w:rsid w:val="003117F6"/>
    <w:rsid w:val="003170F6"/>
    <w:rsid w:val="003207C5"/>
    <w:rsid w:val="003323D6"/>
    <w:rsid w:val="003477A2"/>
    <w:rsid w:val="003512FB"/>
    <w:rsid w:val="0035266C"/>
    <w:rsid w:val="003533B8"/>
    <w:rsid w:val="00360C98"/>
    <w:rsid w:val="00374392"/>
    <w:rsid w:val="003752BE"/>
    <w:rsid w:val="00377662"/>
    <w:rsid w:val="003A28DB"/>
    <w:rsid w:val="003A346A"/>
    <w:rsid w:val="003B13BC"/>
    <w:rsid w:val="003B2917"/>
    <w:rsid w:val="003B541B"/>
    <w:rsid w:val="003C7537"/>
    <w:rsid w:val="003E2B2F"/>
    <w:rsid w:val="003E5359"/>
    <w:rsid w:val="003E6046"/>
    <w:rsid w:val="003F16F9"/>
    <w:rsid w:val="003F4095"/>
    <w:rsid w:val="004002C8"/>
    <w:rsid w:val="004009EC"/>
    <w:rsid w:val="004054AC"/>
    <w:rsid w:val="004150B7"/>
    <w:rsid w:val="00430C1F"/>
    <w:rsid w:val="004312E1"/>
    <w:rsid w:val="004324B1"/>
    <w:rsid w:val="00437318"/>
    <w:rsid w:val="00442595"/>
    <w:rsid w:val="0045323E"/>
    <w:rsid w:val="0046373D"/>
    <w:rsid w:val="004648F3"/>
    <w:rsid w:val="0047091F"/>
    <w:rsid w:val="00473C21"/>
    <w:rsid w:val="00473E00"/>
    <w:rsid w:val="00492492"/>
    <w:rsid w:val="004936EF"/>
    <w:rsid w:val="004967CF"/>
    <w:rsid w:val="004B0EE1"/>
    <w:rsid w:val="004B198F"/>
    <w:rsid w:val="004B5559"/>
    <w:rsid w:val="004B5DE5"/>
    <w:rsid w:val="004D0D83"/>
    <w:rsid w:val="004E1DF1"/>
    <w:rsid w:val="004E2255"/>
    <w:rsid w:val="004E5592"/>
    <w:rsid w:val="004E661F"/>
    <w:rsid w:val="004F3A89"/>
    <w:rsid w:val="0050055B"/>
    <w:rsid w:val="0050216E"/>
    <w:rsid w:val="00502BE5"/>
    <w:rsid w:val="00503D3A"/>
    <w:rsid w:val="00524710"/>
    <w:rsid w:val="005519D4"/>
    <w:rsid w:val="00553F9F"/>
    <w:rsid w:val="00555342"/>
    <w:rsid w:val="005560E2"/>
    <w:rsid w:val="00564F5D"/>
    <w:rsid w:val="00565473"/>
    <w:rsid w:val="00575039"/>
    <w:rsid w:val="005767D5"/>
    <w:rsid w:val="00584520"/>
    <w:rsid w:val="00590F45"/>
    <w:rsid w:val="005A1B3F"/>
    <w:rsid w:val="005A452E"/>
    <w:rsid w:val="005B4275"/>
    <w:rsid w:val="005E3412"/>
    <w:rsid w:val="005E3538"/>
    <w:rsid w:val="005E383D"/>
    <w:rsid w:val="005F115D"/>
    <w:rsid w:val="005F454A"/>
    <w:rsid w:val="00612C51"/>
    <w:rsid w:val="006154CD"/>
    <w:rsid w:val="00620AFF"/>
    <w:rsid w:val="00630CA1"/>
    <w:rsid w:val="006355D8"/>
    <w:rsid w:val="00642ECD"/>
    <w:rsid w:val="0064591B"/>
    <w:rsid w:val="00645BA5"/>
    <w:rsid w:val="0065024C"/>
    <w:rsid w:val="006502A0"/>
    <w:rsid w:val="00662735"/>
    <w:rsid w:val="00672FD8"/>
    <w:rsid w:val="006772F5"/>
    <w:rsid w:val="0067746C"/>
    <w:rsid w:val="00693EA6"/>
    <w:rsid w:val="006A01DE"/>
    <w:rsid w:val="006B0615"/>
    <w:rsid w:val="006B2170"/>
    <w:rsid w:val="006C2DD9"/>
    <w:rsid w:val="006C6B3F"/>
    <w:rsid w:val="006D166B"/>
    <w:rsid w:val="006D2D17"/>
    <w:rsid w:val="006E2AFC"/>
    <w:rsid w:val="006E616D"/>
    <w:rsid w:val="006E73AB"/>
    <w:rsid w:val="006F01D8"/>
    <w:rsid w:val="006F3279"/>
    <w:rsid w:val="00704AEE"/>
    <w:rsid w:val="007100E4"/>
    <w:rsid w:val="00715BEF"/>
    <w:rsid w:val="00717D92"/>
    <w:rsid w:val="00722F9A"/>
    <w:rsid w:val="00733B9B"/>
    <w:rsid w:val="00747043"/>
    <w:rsid w:val="00754539"/>
    <w:rsid w:val="00757297"/>
    <w:rsid w:val="00760E08"/>
    <w:rsid w:val="00761D32"/>
    <w:rsid w:val="007632C3"/>
    <w:rsid w:val="007633D4"/>
    <w:rsid w:val="00770368"/>
    <w:rsid w:val="00772E44"/>
    <w:rsid w:val="007738CE"/>
    <w:rsid w:val="007902A4"/>
    <w:rsid w:val="00793235"/>
    <w:rsid w:val="00795CB4"/>
    <w:rsid w:val="007A0ACF"/>
    <w:rsid w:val="007A263D"/>
    <w:rsid w:val="007A38D5"/>
    <w:rsid w:val="007A3C86"/>
    <w:rsid w:val="007A683E"/>
    <w:rsid w:val="007A748B"/>
    <w:rsid w:val="007C3B28"/>
    <w:rsid w:val="007D133F"/>
    <w:rsid w:val="007D1D65"/>
    <w:rsid w:val="007D6F34"/>
    <w:rsid w:val="007E0A9E"/>
    <w:rsid w:val="007E4DFC"/>
    <w:rsid w:val="007E5309"/>
    <w:rsid w:val="007F5881"/>
    <w:rsid w:val="00800DE1"/>
    <w:rsid w:val="00802843"/>
    <w:rsid w:val="00813F47"/>
    <w:rsid w:val="00820F9E"/>
    <w:rsid w:val="00821188"/>
    <w:rsid w:val="00825052"/>
    <w:rsid w:val="008278DF"/>
    <w:rsid w:val="00835A84"/>
    <w:rsid w:val="008450D6"/>
    <w:rsid w:val="008471CA"/>
    <w:rsid w:val="008544D9"/>
    <w:rsid w:val="00856AF9"/>
    <w:rsid w:val="00856FCA"/>
    <w:rsid w:val="00864A2F"/>
    <w:rsid w:val="0086631D"/>
    <w:rsid w:val="0087069C"/>
    <w:rsid w:val="00872EB4"/>
    <w:rsid w:val="00873B8C"/>
    <w:rsid w:val="00882348"/>
    <w:rsid w:val="00885024"/>
    <w:rsid w:val="008A405F"/>
    <w:rsid w:val="008A4BCA"/>
    <w:rsid w:val="008C11E1"/>
    <w:rsid w:val="008C7F34"/>
    <w:rsid w:val="008E032D"/>
    <w:rsid w:val="008E13E0"/>
    <w:rsid w:val="008E4D0E"/>
    <w:rsid w:val="008E580C"/>
    <w:rsid w:val="008F4665"/>
    <w:rsid w:val="0090047A"/>
    <w:rsid w:val="009063D7"/>
    <w:rsid w:val="00907DBA"/>
    <w:rsid w:val="00913AD8"/>
    <w:rsid w:val="00917940"/>
    <w:rsid w:val="00925026"/>
    <w:rsid w:val="00931264"/>
    <w:rsid w:val="00934213"/>
    <w:rsid w:val="0093549D"/>
    <w:rsid w:val="00936F8A"/>
    <w:rsid w:val="00940B96"/>
    <w:rsid w:val="00942A4B"/>
    <w:rsid w:val="0095230E"/>
    <w:rsid w:val="00954230"/>
    <w:rsid w:val="0095760E"/>
    <w:rsid w:val="00961D59"/>
    <w:rsid w:val="00976FDC"/>
    <w:rsid w:val="00984343"/>
    <w:rsid w:val="0099516B"/>
    <w:rsid w:val="009A2623"/>
    <w:rsid w:val="009A4D44"/>
    <w:rsid w:val="009B2D55"/>
    <w:rsid w:val="009C0343"/>
    <w:rsid w:val="009D762B"/>
    <w:rsid w:val="009D7993"/>
    <w:rsid w:val="009E0D11"/>
    <w:rsid w:val="009F78EE"/>
    <w:rsid w:val="00A069C7"/>
    <w:rsid w:val="00A14294"/>
    <w:rsid w:val="00A24A16"/>
    <w:rsid w:val="00A314B6"/>
    <w:rsid w:val="00A37B6D"/>
    <w:rsid w:val="00A37D14"/>
    <w:rsid w:val="00A414CB"/>
    <w:rsid w:val="00A418C3"/>
    <w:rsid w:val="00A52520"/>
    <w:rsid w:val="00A576A3"/>
    <w:rsid w:val="00A57BA5"/>
    <w:rsid w:val="00A6168B"/>
    <w:rsid w:val="00A62028"/>
    <w:rsid w:val="00A6767E"/>
    <w:rsid w:val="00A75772"/>
    <w:rsid w:val="00A87DB3"/>
    <w:rsid w:val="00A90B78"/>
    <w:rsid w:val="00A97A4B"/>
    <w:rsid w:val="00AA6236"/>
    <w:rsid w:val="00AA66F3"/>
    <w:rsid w:val="00AB09AF"/>
    <w:rsid w:val="00AB24F4"/>
    <w:rsid w:val="00AB6AE7"/>
    <w:rsid w:val="00AC42AD"/>
    <w:rsid w:val="00AC76B3"/>
    <w:rsid w:val="00AD21F5"/>
    <w:rsid w:val="00AD5043"/>
    <w:rsid w:val="00AE1C7B"/>
    <w:rsid w:val="00AE3956"/>
    <w:rsid w:val="00AE5FB7"/>
    <w:rsid w:val="00AE6A35"/>
    <w:rsid w:val="00AF0E74"/>
    <w:rsid w:val="00AF13D0"/>
    <w:rsid w:val="00AF6C20"/>
    <w:rsid w:val="00AF7DB9"/>
    <w:rsid w:val="00B01043"/>
    <w:rsid w:val="00B06225"/>
    <w:rsid w:val="00B17FFE"/>
    <w:rsid w:val="00B23C7A"/>
    <w:rsid w:val="00B26E35"/>
    <w:rsid w:val="00B31008"/>
    <w:rsid w:val="00B346B5"/>
    <w:rsid w:val="00B37C53"/>
    <w:rsid w:val="00B42E62"/>
    <w:rsid w:val="00B444F5"/>
    <w:rsid w:val="00B46FF9"/>
    <w:rsid w:val="00B510DF"/>
    <w:rsid w:val="00B6703E"/>
    <w:rsid w:val="00B75483"/>
    <w:rsid w:val="00B81360"/>
    <w:rsid w:val="00BA5A78"/>
    <w:rsid w:val="00BA7952"/>
    <w:rsid w:val="00BB3EA6"/>
    <w:rsid w:val="00BD3160"/>
    <w:rsid w:val="00BE27BE"/>
    <w:rsid w:val="00BF0BBF"/>
    <w:rsid w:val="00BF6C8A"/>
    <w:rsid w:val="00C05571"/>
    <w:rsid w:val="00C06521"/>
    <w:rsid w:val="00C11386"/>
    <w:rsid w:val="00C15989"/>
    <w:rsid w:val="00C246CE"/>
    <w:rsid w:val="00C3032F"/>
    <w:rsid w:val="00C43D1F"/>
    <w:rsid w:val="00C5553B"/>
    <w:rsid w:val="00C57FA2"/>
    <w:rsid w:val="00C6359F"/>
    <w:rsid w:val="00C63844"/>
    <w:rsid w:val="00C63B0B"/>
    <w:rsid w:val="00C72918"/>
    <w:rsid w:val="00C82098"/>
    <w:rsid w:val="00C83EC9"/>
    <w:rsid w:val="00C8765D"/>
    <w:rsid w:val="00C9265A"/>
    <w:rsid w:val="00CB7A45"/>
    <w:rsid w:val="00CC2E4D"/>
    <w:rsid w:val="00CC78A5"/>
    <w:rsid w:val="00CC7B16"/>
    <w:rsid w:val="00CD2673"/>
    <w:rsid w:val="00CE15FE"/>
    <w:rsid w:val="00CE18EC"/>
    <w:rsid w:val="00CE7273"/>
    <w:rsid w:val="00CF388A"/>
    <w:rsid w:val="00CF3A9F"/>
    <w:rsid w:val="00D02E15"/>
    <w:rsid w:val="00D131A4"/>
    <w:rsid w:val="00D14935"/>
    <w:rsid w:val="00D14A4B"/>
    <w:rsid w:val="00D14F44"/>
    <w:rsid w:val="00D278E8"/>
    <w:rsid w:val="00D40D1E"/>
    <w:rsid w:val="00D421C8"/>
    <w:rsid w:val="00D428F3"/>
    <w:rsid w:val="00D43788"/>
    <w:rsid w:val="00D44604"/>
    <w:rsid w:val="00D479B3"/>
    <w:rsid w:val="00D510AB"/>
    <w:rsid w:val="00D51657"/>
    <w:rsid w:val="00D52283"/>
    <w:rsid w:val="00D524E5"/>
    <w:rsid w:val="00D617BD"/>
    <w:rsid w:val="00D65FB3"/>
    <w:rsid w:val="00D72FEF"/>
    <w:rsid w:val="00D755FA"/>
    <w:rsid w:val="00D76561"/>
    <w:rsid w:val="00D7730C"/>
    <w:rsid w:val="00DB7449"/>
    <w:rsid w:val="00DB7471"/>
    <w:rsid w:val="00DC050B"/>
    <w:rsid w:val="00DC4A4E"/>
    <w:rsid w:val="00DD09D3"/>
    <w:rsid w:val="00DD1874"/>
    <w:rsid w:val="00DD63BD"/>
    <w:rsid w:val="00DE0DB1"/>
    <w:rsid w:val="00DE3268"/>
    <w:rsid w:val="00E13C60"/>
    <w:rsid w:val="00E172C6"/>
    <w:rsid w:val="00E22B55"/>
    <w:rsid w:val="00E24309"/>
    <w:rsid w:val="00E27649"/>
    <w:rsid w:val="00E27967"/>
    <w:rsid w:val="00E31116"/>
    <w:rsid w:val="00E37FBF"/>
    <w:rsid w:val="00E42227"/>
    <w:rsid w:val="00E4446B"/>
    <w:rsid w:val="00E456EB"/>
    <w:rsid w:val="00E53D82"/>
    <w:rsid w:val="00E54437"/>
    <w:rsid w:val="00E5697D"/>
    <w:rsid w:val="00E62754"/>
    <w:rsid w:val="00E65C72"/>
    <w:rsid w:val="00E753A9"/>
    <w:rsid w:val="00E75DFB"/>
    <w:rsid w:val="00E85A74"/>
    <w:rsid w:val="00EA4F96"/>
    <w:rsid w:val="00EA799B"/>
    <w:rsid w:val="00EB6732"/>
    <w:rsid w:val="00EC7321"/>
    <w:rsid w:val="00ED35F8"/>
    <w:rsid w:val="00EE6B97"/>
    <w:rsid w:val="00EF1660"/>
    <w:rsid w:val="00EF7DAD"/>
    <w:rsid w:val="00F12C3B"/>
    <w:rsid w:val="00F13C20"/>
    <w:rsid w:val="00F154B6"/>
    <w:rsid w:val="00F26884"/>
    <w:rsid w:val="00F3207D"/>
    <w:rsid w:val="00F32D07"/>
    <w:rsid w:val="00F3499A"/>
    <w:rsid w:val="00F34FD0"/>
    <w:rsid w:val="00F40370"/>
    <w:rsid w:val="00F4353E"/>
    <w:rsid w:val="00F46DDB"/>
    <w:rsid w:val="00F54CDE"/>
    <w:rsid w:val="00F56D31"/>
    <w:rsid w:val="00F604E7"/>
    <w:rsid w:val="00F66FF6"/>
    <w:rsid w:val="00F74824"/>
    <w:rsid w:val="00F75F0D"/>
    <w:rsid w:val="00F771D8"/>
    <w:rsid w:val="00F82443"/>
    <w:rsid w:val="00F8355F"/>
    <w:rsid w:val="00F90D64"/>
    <w:rsid w:val="00F938CA"/>
    <w:rsid w:val="00F95F3E"/>
    <w:rsid w:val="00FA05BB"/>
    <w:rsid w:val="00FA14FE"/>
    <w:rsid w:val="00FA3196"/>
    <w:rsid w:val="00FB1FF6"/>
    <w:rsid w:val="00FB5E89"/>
    <w:rsid w:val="00FC3779"/>
    <w:rsid w:val="00FE427C"/>
    <w:rsid w:val="00FF5911"/>
    <w:rsid w:val="00FF7F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8F4147"/>
  <w15:docId w15:val="{47B6544E-CED3-49EC-9D08-25684BFFC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character" w:styleId="PlaceholderText">
    <w:name w:val="Placeholder Text"/>
    <w:basedOn w:val="DefaultParagraphFont"/>
    <w:uiPriority w:val="99"/>
    <w:semiHidden/>
    <w:rsid w:val="00A314B6"/>
    <w:rPr>
      <w:color w:val="808080"/>
    </w:rPr>
  </w:style>
  <w:style w:type="paragraph" w:styleId="Bibliography">
    <w:name w:val="Bibliography"/>
    <w:basedOn w:val="Normal"/>
    <w:next w:val="Normal"/>
    <w:uiPriority w:val="37"/>
    <w:unhideWhenUsed/>
    <w:rsid w:val="001E105F"/>
    <w:pPr>
      <w:spacing w:after="240"/>
    </w:pPr>
  </w:style>
  <w:style w:type="paragraph" w:customStyle="1" w:styleId="EndNoteBibliographyTitle">
    <w:name w:val="EndNote Bibliography Title"/>
    <w:basedOn w:val="Normal"/>
    <w:link w:val="EndNoteBibliographyTitleChar"/>
    <w:rsid w:val="007D6F34"/>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D6F34"/>
    <w:rPr>
      <w:rFonts w:ascii="Calibri" w:hAnsi="Calibri" w:cs="Calibri"/>
      <w:noProof/>
      <w:lang w:val="en-US"/>
    </w:rPr>
  </w:style>
  <w:style w:type="paragraph" w:customStyle="1" w:styleId="EndNoteBibliography">
    <w:name w:val="EndNote Bibliography"/>
    <w:basedOn w:val="Normal"/>
    <w:link w:val="EndNoteBibliographyChar"/>
    <w:rsid w:val="007D6F34"/>
    <w:rPr>
      <w:rFonts w:ascii="Calibri" w:hAnsi="Calibri" w:cs="Calibri"/>
      <w:noProof/>
      <w:lang w:val="en-US"/>
    </w:rPr>
  </w:style>
  <w:style w:type="character" w:customStyle="1" w:styleId="EndNoteBibliographyChar">
    <w:name w:val="EndNote Bibliography Char"/>
    <w:basedOn w:val="DefaultParagraphFont"/>
    <w:link w:val="EndNoteBibliography"/>
    <w:rsid w:val="007D6F34"/>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73686">
      <w:bodyDiv w:val="1"/>
      <w:marLeft w:val="0"/>
      <w:marRight w:val="0"/>
      <w:marTop w:val="0"/>
      <w:marBottom w:val="0"/>
      <w:divBdr>
        <w:top w:val="none" w:sz="0" w:space="0" w:color="auto"/>
        <w:left w:val="none" w:sz="0" w:space="0" w:color="auto"/>
        <w:bottom w:val="none" w:sz="0" w:space="0" w:color="auto"/>
        <w:right w:val="none" w:sz="0" w:space="0" w:color="auto"/>
      </w:divBdr>
    </w:div>
    <w:div w:id="275480542">
      <w:bodyDiv w:val="1"/>
      <w:marLeft w:val="0"/>
      <w:marRight w:val="0"/>
      <w:marTop w:val="0"/>
      <w:marBottom w:val="0"/>
      <w:divBdr>
        <w:top w:val="none" w:sz="0" w:space="0" w:color="auto"/>
        <w:left w:val="none" w:sz="0" w:space="0" w:color="auto"/>
        <w:bottom w:val="none" w:sz="0" w:space="0" w:color="auto"/>
        <w:right w:val="none" w:sz="0" w:space="0" w:color="auto"/>
      </w:divBdr>
    </w:div>
    <w:div w:id="593173260">
      <w:bodyDiv w:val="1"/>
      <w:marLeft w:val="0"/>
      <w:marRight w:val="0"/>
      <w:marTop w:val="0"/>
      <w:marBottom w:val="0"/>
      <w:divBdr>
        <w:top w:val="none" w:sz="0" w:space="0" w:color="auto"/>
        <w:left w:val="none" w:sz="0" w:space="0" w:color="auto"/>
        <w:bottom w:val="none" w:sz="0" w:space="0" w:color="auto"/>
        <w:right w:val="none" w:sz="0" w:space="0" w:color="auto"/>
      </w:divBdr>
    </w:div>
    <w:div w:id="1066033248">
      <w:bodyDiv w:val="1"/>
      <w:marLeft w:val="0"/>
      <w:marRight w:val="0"/>
      <w:marTop w:val="0"/>
      <w:marBottom w:val="0"/>
      <w:divBdr>
        <w:top w:val="none" w:sz="0" w:space="0" w:color="auto"/>
        <w:left w:val="none" w:sz="0" w:space="0" w:color="auto"/>
        <w:bottom w:val="none" w:sz="0" w:space="0" w:color="auto"/>
        <w:right w:val="none" w:sz="0" w:space="0" w:color="auto"/>
      </w:divBdr>
    </w:div>
    <w:div w:id="1534417186">
      <w:bodyDiv w:val="1"/>
      <w:marLeft w:val="0"/>
      <w:marRight w:val="0"/>
      <w:marTop w:val="0"/>
      <w:marBottom w:val="0"/>
      <w:divBdr>
        <w:top w:val="none" w:sz="0" w:space="0" w:color="auto"/>
        <w:left w:val="none" w:sz="0" w:space="0" w:color="auto"/>
        <w:bottom w:val="none" w:sz="0" w:space="0" w:color="auto"/>
        <w:right w:val="none" w:sz="0" w:space="0" w:color="auto"/>
      </w:divBdr>
    </w:div>
    <w:div w:id="1822311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tmp"/><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3.tmp"/><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10.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17.png"/><Relationship Id="rId2" Type="http://schemas.openxmlformats.org/officeDocument/2006/relationships/image" Target="media/image16.png"/><Relationship Id="rId1" Type="http://schemas.openxmlformats.org/officeDocument/2006/relationships/image" Target="media/image15.png"/><Relationship Id="rId4" Type="http://schemas.openxmlformats.org/officeDocument/2006/relationships/image" Target="media/image18.png"/></Relationships>
</file>

<file path=word/_rels/header1.xml.rels><?xml version="1.0" encoding="UTF-8" standalone="yes"?>
<Relationships xmlns="http://schemas.openxmlformats.org/package/2006/relationships"><Relationship Id="rId1" Type="http://schemas.openxmlformats.org/officeDocument/2006/relationships/image" Target="media/image1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BEST\forcesAndMotionReseach\PFM_6_forcesAndMotion\newTemplates\.BEST_Template_Physics_Teacher%20notes_Key%20concep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.BEST_Template_Physics_Teacher notes_Key concept.dotx</Template>
  <TotalTime>883</TotalTime>
  <Pages>8</Pages>
  <Words>4575</Words>
  <Characters>26081</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30595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Peter Fairhurst</cp:lastModifiedBy>
  <cp:revision>78</cp:revision>
  <cp:lastPrinted>2018-01-23T10:03:00Z</cp:lastPrinted>
  <dcterms:created xsi:type="dcterms:W3CDTF">2022-09-13T09:12:00Z</dcterms:created>
  <dcterms:modified xsi:type="dcterms:W3CDTF">2022-10-19T13:15:00Z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zotero-version="6.0.4"&gt;&lt;session id="ycfFWPAU"/&gt;&lt;style id="http://www.zotero.org/styles/harvard-cite-them-right" hasBibliography="1" bibliographyStyleHasBeenSet="1"/&gt;&lt;prefs&gt;&lt;pref name="fieldType" value="Field"/&gt;&lt;/prefs&gt;&lt;/data&gt;</vt:lpwstr>
  </property>
</Properties>
</file>